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2EF" w:rsidRPr="0060508C" w:rsidRDefault="00D552EF" w:rsidP="00D552EF">
      <w:pPr>
        <w:pStyle w:val="ECEbordure"/>
        <w:jc w:val="center"/>
        <w:rPr>
          <w:b/>
          <w:sz w:val="24"/>
          <w:szCs w:val="24"/>
        </w:rPr>
      </w:pPr>
      <w:bookmarkStart w:id="0" w:name="_Toc266141529"/>
      <w:bookmarkStart w:id="1" w:name="_Toc266306018"/>
      <w:bookmarkStart w:id="2" w:name="_Toc266361601"/>
      <w:bookmarkStart w:id="3" w:name="_Toc460077688"/>
      <w:r w:rsidRPr="0060508C">
        <w:rPr>
          <w:b/>
          <w:sz w:val="24"/>
          <w:szCs w:val="24"/>
        </w:rPr>
        <w:t>BACCALAURÉAT SÉRIE S</w:t>
      </w:r>
    </w:p>
    <w:p w:rsidR="00D552EF" w:rsidRPr="0060508C" w:rsidRDefault="00D552EF" w:rsidP="00D552EF">
      <w:pPr>
        <w:pStyle w:val="ECEbordure"/>
        <w:jc w:val="center"/>
      </w:pPr>
    </w:p>
    <w:p w:rsidR="00D552EF" w:rsidRPr="0060508C" w:rsidRDefault="00D552EF" w:rsidP="00D552EF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Épreuve de PHYSIQUE CHIMIE</w:t>
      </w:r>
    </w:p>
    <w:p w:rsidR="00D552EF" w:rsidRPr="0060508C" w:rsidRDefault="00D552EF" w:rsidP="00D552EF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:rsidR="00D552EF" w:rsidRPr="0060508C" w:rsidRDefault="00D552EF" w:rsidP="00D552EF">
      <w:pPr>
        <w:pStyle w:val="ECEbordure"/>
        <w:jc w:val="center"/>
      </w:pPr>
    </w:p>
    <w:p w:rsidR="00D552EF" w:rsidRDefault="00D552EF" w:rsidP="00D552EF">
      <w:pPr>
        <w:pStyle w:val="ECEcorps"/>
      </w:pPr>
    </w:p>
    <w:p w:rsidR="00D552EF" w:rsidRDefault="00D552EF" w:rsidP="00D552EF">
      <w:pPr>
        <w:pStyle w:val="ECEcorps"/>
      </w:pPr>
    </w:p>
    <w:p w:rsidR="00D552EF" w:rsidRDefault="00D552EF" w:rsidP="00D552EF">
      <w:pPr>
        <w:pStyle w:val="ECEcorps"/>
      </w:pPr>
    </w:p>
    <w:p w:rsidR="00D552EF" w:rsidRDefault="00D552EF" w:rsidP="00D552EF">
      <w:pPr>
        <w:pStyle w:val="ECEsommaire"/>
      </w:pPr>
      <w:r w:rsidRPr="00F27BEF">
        <w:t>Sommaire</w:t>
      </w:r>
    </w:p>
    <w:p w:rsidR="00585943" w:rsidRDefault="00585943" w:rsidP="00D552EF">
      <w:pPr>
        <w:pStyle w:val="ECEsommaire"/>
      </w:pPr>
    </w:p>
    <w:p w:rsidR="005E6769" w:rsidRDefault="00713EB7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r>
        <w:fldChar w:fldCharType="begin"/>
      </w:r>
      <w:r w:rsidR="00D552EF">
        <w:instrText xml:space="preserve"> TOC \t "ECEfiche;1;ECEpartie;2" </w:instrText>
      </w:r>
      <w:r>
        <w:fldChar w:fldCharType="separate"/>
      </w:r>
      <w:r w:rsidR="005E6769">
        <w:rPr>
          <w:noProof/>
        </w:rPr>
        <w:t>I. DESCRIPTIF DU SUJET DESTINÉ AUX ÉVALUATEURS</w:t>
      </w:r>
      <w:r w:rsidR="005E6769">
        <w:rPr>
          <w:noProof/>
        </w:rPr>
        <w:tab/>
      </w:r>
      <w:r>
        <w:rPr>
          <w:noProof/>
        </w:rPr>
        <w:fldChar w:fldCharType="begin"/>
      </w:r>
      <w:r w:rsidR="005E6769">
        <w:rPr>
          <w:noProof/>
        </w:rPr>
        <w:instrText xml:space="preserve"> PAGEREF _Toc504661264 \h </w:instrText>
      </w:r>
      <w:r>
        <w:rPr>
          <w:noProof/>
        </w:rPr>
      </w:r>
      <w:r>
        <w:rPr>
          <w:noProof/>
        </w:rPr>
        <w:fldChar w:fldCharType="separate"/>
      </w:r>
      <w:r w:rsidR="00926B3E">
        <w:rPr>
          <w:noProof/>
        </w:rPr>
        <w:t>2</w:t>
      </w:r>
      <w:r>
        <w:rPr>
          <w:noProof/>
        </w:rPr>
        <w:fldChar w:fldCharType="end"/>
      </w:r>
    </w:p>
    <w:p w:rsidR="005E6769" w:rsidRDefault="005E6769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r>
        <w:rPr>
          <w:noProof/>
        </w:rPr>
        <w:t>II. LISTE DE MATÉRIEL DESTINÉE AUX ÉVALUATEURS ET AUX PERSONNELS DE LABORATOIRE</w:t>
      </w:r>
      <w:r>
        <w:rPr>
          <w:noProof/>
        </w:rPr>
        <w:tab/>
      </w:r>
      <w:r w:rsidR="00713EB7">
        <w:rPr>
          <w:noProof/>
        </w:rPr>
        <w:fldChar w:fldCharType="begin"/>
      </w:r>
      <w:r>
        <w:rPr>
          <w:noProof/>
        </w:rPr>
        <w:instrText xml:space="preserve"> PAGEREF _Toc504661265 \h </w:instrText>
      </w:r>
      <w:r w:rsidR="00713EB7">
        <w:rPr>
          <w:noProof/>
        </w:rPr>
      </w:r>
      <w:r w:rsidR="00713EB7">
        <w:rPr>
          <w:noProof/>
        </w:rPr>
        <w:fldChar w:fldCharType="separate"/>
      </w:r>
      <w:r w:rsidR="00926B3E">
        <w:rPr>
          <w:noProof/>
        </w:rPr>
        <w:t>3</w:t>
      </w:r>
      <w:r w:rsidR="00713EB7">
        <w:rPr>
          <w:noProof/>
        </w:rPr>
        <w:fldChar w:fldCharType="end"/>
      </w:r>
    </w:p>
    <w:p w:rsidR="005E6769" w:rsidRDefault="005E6769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eastAsia="zh-CN"/>
        </w:rPr>
      </w:pPr>
      <w:r>
        <w:rPr>
          <w:noProof/>
        </w:rPr>
        <w:t>III. ÉNONCÉ DESTINÉ AU CANDIDAT</w:t>
      </w:r>
      <w:r>
        <w:rPr>
          <w:noProof/>
        </w:rPr>
        <w:tab/>
      </w:r>
      <w:r w:rsidR="00713EB7">
        <w:rPr>
          <w:noProof/>
        </w:rPr>
        <w:fldChar w:fldCharType="begin"/>
      </w:r>
      <w:r>
        <w:rPr>
          <w:noProof/>
        </w:rPr>
        <w:instrText xml:space="preserve"> PAGEREF _Toc504661266 \h </w:instrText>
      </w:r>
      <w:r w:rsidR="00713EB7">
        <w:rPr>
          <w:noProof/>
        </w:rPr>
      </w:r>
      <w:r w:rsidR="00713EB7">
        <w:rPr>
          <w:noProof/>
        </w:rPr>
        <w:fldChar w:fldCharType="separate"/>
      </w:r>
      <w:r w:rsidR="00926B3E">
        <w:rPr>
          <w:noProof/>
        </w:rPr>
        <w:t>4</w:t>
      </w:r>
      <w:r w:rsidR="00713EB7">
        <w:rPr>
          <w:noProof/>
        </w:rPr>
        <w:fldChar w:fldCharType="end"/>
      </w:r>
    </w:p>
    <w:p w:rsidR="005E6769" w:rsidRDefault="005E6769">
      <w:pPr>
        <w:pStyle w:val="TM2"/>
        <w:rPr>
          <w:rFonts w:asciiTheme="minorHAnsi" w:eastAsiaTheme="minorEastAsia" w:hAnsiTheme="minorHAnsi" w:cstheme="minorBidi"/>
          <w:sz w:val="22"/>
          <w:szCs w:val="22"/>
          <w:lang w:eastAsia="zh-CN"/>
        </w:rPr>
      </w:pPr>
      <w:r>
        <w:t>1.</w:t>
      </w:r>
      <w:r>
        <w:rPr>
          <w:rFonts w:asciiTheme="minorHAnsi" w:eastAsiaTheme="minorEastAsia" w:hAnsiTheme="minorHAnsi" w:cstheme="minorBidi"/>
          <w:sz w:val="22"/>
          <w:szCs w:val="22"/>
          <w:lang w:eastAsia="zh-CN"/>
        </w:rPr>
        <w:tab/>
      </w:r>
      <w:r>
        <w:t xml:space="preserve">Détermination de la masse volumique de l’eau de mer </w:t>
      </w:r>
      <w:r w:rsidRPr="00514921">
        <w:t>(20 minutes conseillées)</w:t>
      </w:r>
      <w:r>
        <w:tab/>
      </w:r>
      <w:r w:rsidR="00713EB7">
        <w:fldChar w:fldCharType="begin"/>
      </w:r>
      <w:r>
        <w:instrText xml:space="preserve"> PAGEREF _Toc504661267 \h </w:instrText>
      </w:r>
      <w:r w:rsidR="00713EB7">
        <w:fldChar w:fldCharType="separate"/>
      </w:r>
      <w:r w:rsidR="00926B3E">
        <w:t>6</w:t>
      </w:r>
      <w:r w:rsidR="00713EB7">
        <w:fldChar w:fldCharType="end"/>
      </w:r>
    </w:p>
    <w:p w:rsidR="005E6769" w:rsidRDefault="005E6769">
      <w:pPr>
        <w:pStyle w:val="TM2"/>
        <w:rPr>
          <w:rFonts w:asciiTheme="minorHAnsi" w:eastAsiaTheme="minorEastAsia" w:hAnsiTheme="minorHAnsi" w:cstheme="minorBidi"/>
          <w:sz w:val="22"/>
          <w:szCs w:val="22"/>
          <w:lang w:eastAsia="zh-CN"/>
        </w:rPr>
      </w:pPr>
      <w:r>
        <w:t>2.</w:t>
      </w:r>
      <w:r>
        <w:rPr>
          <w:rFonts w:asciiTheme="minorHAnsi" w:eastAsiaTheme="minorEastAsia" w:hAnsiTheme="minorHAnsi" w:cstheme="minorBidi"/>
          <w:sz w:val="22"/>
          <w:szCs w:val="22"/>
          <w:lang w:eastAsia="zh-CN"/>
        </w:rPr>
        <w:tab/>
      </w:r>
      <w:r>
        <w:t xml:space="preserve">Détermination expérimentale du coefficient de dilatation thermique </w:t>
      </w:r>
      <w:r w:rsidRPr="00514921">
        <w:rPr>
          <w:i/>
        </w:rPr>
        <w:t xml:space="preserve">α </w:t>
      </w:r>
      <w:r w:rsidRPr="00514921">
        <w:t>(20 minutes conseillées)</w:t>
      </w:r>
      <w:r>
        <w:tab/>
      </w:r>
      <w:r w:rsidR="00713EB7">
        <w:fldChar w:fldCharType="begin"/>
      </w:r>
      <w:r>
        <w:instrText xml:space="preserve"> PAGEREF _Toc504661268 \h </w:instrText>
      </w:r>
      <w:r w:rsidR="00713EB7">
        <w:fldChar w:fldCharType="separate"/>
      </w:r>
      <w:r w:rsidR="00926B3E">
        <w:t>7</w:t>
      </w:r>
      <w:r w:rsidR="00713EB7">
        <w:fldChar w:fldCharType="end"/>
      </w:r>
    </w:p>
    <w:p w:rsidR="005E6769" w:rsidRDefault="005E6769">
      <w:pPr>
        <w:pStyle w:val="TM2"/>
        <w:rPr>
          <w:rFonts w:asciiTheme="minorHAnsi" w:eastAsiaTheme="minorEastAsia" w:hAnsiTheme="minorHAnsi" w:cstheme="minorBidi"/>
          <w:sz w:val="22"/>
          <w:szCs w:val="22"/>
          <w:lang w:eastAsia="zh-CN"/>
        </w:rPr>
      </w:pPr>
      <w:r>
        <w:t>3.</w:t>
      </w:r>
      <w:r>
        <w:rPr>
          <w:rFonts w:asciiTheme="minorHAnsi" w:eastAsiaTheme="minorEastAsia" w:hAnsiTheme="minorHAnsi" w:cstheme="minorBidi"/>
          <w:sz w:val="22"/>
          <w:szCs w:val="22"/>
          <w:lang w:eastAsia="zh-CN"/>
        </w:rPr>
        <w:tab/>
      </w:r>
      <w:r>
        <w:t xml:space="preserve">Impact du phénomène de dilatation thermique sur l’élévation du niveau des océans </w:t>
      </w:r>
      <w:r w:rsidRPr="00514921">
        <w:t>(20 minutes conseillées)</w:t>
      </w:r>
      <w:r>
        <w:tab/>
      </w:r>
      <w:r w:rsidR="00713EB7">
        <w:fldChar w:fldCharType="begin"/>
      </w:r>
      <w:r>
        <w:instrText xml:space="preserve"> PAGEREF _Toc504661269 \h </w:instrText>
      </w:r>
      <w:r w:rsidR="00713EB7">
        <w:fldChar w:fldCharType="separate"/>
      </w:r>
      <w:r w:rsidR="00926B3E">
        <w:t>8</w:t>
      </w:r>
      <w:r w:rsidR="00713EB7">
        <w:fldChar w:fldCharType="end"/>
      </w:r>
    </w:p>
    <w:p w:rsidR="00D552EF" w:rsidRDefault="00713EB7" w:rsidP="00D552EF">
      <w:pPr>
        <w:pStyle w:val="ECEcorps"/>
        <w:rPr>
          <w:rFonts w:eastAsiaTheme="minorEastAsia"/>
          <w:noProof/>
        </w:rPr>
      </w:pPr>
      <w:r>
        <w:fldChar w:fldCharType="end"/>
      </w:r>
    </w:p>
    <w:p w:rsidR="00D552EF" w:rsidRPr="000A44CB" w:rsidRDefault="00D552EF" w:rsidP="00D552EF">
      <w:pPr>
        <w:pStyle w:val="ECEcorps"/>
      </w:pPr>
    </w:p>
    <w:p w:rsidR="00D552EF" w:rsidRDefault="00D552EF" w:rsidP="00D552EF">
      <w:pPr>
        <w:pStyle w:val="ECEcorps"/>
        <w:rPr>
          <w:rFonts w:eastAsia="Arial Unicode MS"/>
          <w:highlight w:val="yellow"/>
        </w:rPr>
      </w:pPr>
    </w:p>
    <w:p w:rsidR="00D552EF" w:rsidRPr="004955A9" w:rsidRDefault="00D552EF" w:rsidP="00D552EF">
      <w:pPr>
        <w:pStyle w:val="ECEcorps"/>
        <w:rPr>
          <w:bCs/>
        </w:rPr>
      </w:pPr>
    </w:p>
    <w:p w:rsidR="00D552EF" w:rsidRPr="004955A9" w:rsidRDefault="00D552EF" w:rsidP="00D552EF">
      <w:pPr>
        <w:pStyle w:val="ECEcorps"/>
        <w:rPr>
          <w:bCs/>
        </w:rPr>
      </w:pPr>
    </w:p>
    <w:p w:rsidR="00D552EF" w:rsidRPr="004955A9" w:rsidRDefault="00D552EF" w:rsidP="00D552EF">
      <w:pPr>
        <w:pStyle w:val="ECEcorps"/>
        <w:rPr>
          <w:bCs/>
        </w:rPr>
      </w:pPr>
    </w:p>
    <w:p w:rsidR="00D552EF" w:rsidRPr="004955A9" w:rsidRDefault="00D552EF" w:rsidP="00D552EF">
      <w:pPr>
        <w:pStyle w:val="ECEcorps"/>
        <w:rPr>
          <w:bCs/>
        </w:rPr>
      </w:pPr>
    </w:p>
    <w:p w:rsidR="00D552EF" w:rsidRPr="004955A9" w:rsidRDefault="00D552EF" w:rsidP="00D552EF">
      <w:pPr>
        <w:pStyle w:val="ECEcorps"/>
        <w:rPr>
          <w:bCs/>
        </w:rPr>
      </w:pPr>
    </w:p>
    <w:p w:rsidR="00D552EF" w:rsidRPr="004955A9" w:rsidRDefault="00D552EF" w:rsidP="00D552EF">
      <w:pPr>
        <w:pStyle w:val="ECEcorps"/>
      </w:pPr>
      <w:r w:rsidRPr="004955A9">
        <w:br w:type="page"/>
      </w:r>
    </w:p>
    <w:p w:rsidR="00D552EF" w:rsidRPr="00636B48" w:rsidRDefault="00D552EF" w:rsidP="00D552EF">
      <w:pPr>
        <w:pStyle w:val="ECEfiche"/>
        <w:rPr>
          <w:b/>
        </w:rPr>
      </w:pPr>
      <w:bookmarkStart w:id="4" w:name="_Toc266141527"/>
      <w:bookmarkStart w:id="5" w:name="_Toc266306016"/>
      <w:bookmarkStart w:id="6" w:name="_Toc266361599"/>
      <w:bookmarkStart w:id="7" w:name="_Toc466984365"/>
      <w:bookmarkStart w:id="8" w:name="_Toc504661264"/>
      <w:r w:rsidRPr="00636B48">
        <w:lastRenderedPageBreak/>
        <w:t xml:space="preserve">I. DESCRIPTIF </w:t>
      </w:r>
      <w:r w:rsidRPr="00A12834">
        <w:t>DU SUJET</w:t>
      </w:r>
      <w:r w:rsidRPr="00636B48">
        <w:t xml:space="preserve"> DESTINÉ AUX </w:t>
      </w:r>
      <w:r>
        <w:t>ÉVALUATEURS</w:t>
      </w:r>
      <w:bookmarkEnd w:id="4"/>
      <w:bookmarkEnd w:id="5"/>
      <w:bookmarkEnd w:id="6"/>
      <w:bookmarkEnd w:id="7"/>
      <w:bookmarkEnd w:id="8"/>
    </w:p>
    <w:p w:rsidR="00D552EF" w:rsidRPr="00B97E62" w:rsidRDefault="00D552EF" w:rsidP="00D552EF">
      <w:pPr>
        <w:pStyle w:val="ECEcorps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7797"/>
      </w:tblGrid>
      <w:tr w:rsidR="00D552EF" w:rsidRPr="00B97E62" w:rsidTr="00AE5DEA">
        <w:trPr>
          <w:jc w:val="center"/>
        </w:trPr>
        <w:tc>
          <w:tcPr>
            <w:tcW w:w="2338" w:type="dxa"/>
            <w:vAlign w:val="center"/>
          </w:tcPr>
          <w:p w:rsidR="00D552EF" w:rsidRPr="001C235A" w:rsidRDefault="00D552EF" w:rsidP="00AE5DEA">
            <w:pPr>
              <w:pStyle w:val="ECEcorps"/>
              <w:jc w:val="center"/>
            </w:pPr>
            <w:r w:rsidRPr="001C235A">
              <w:t>Tâches à réaliser par le candidat</w:t>
            </w:r>
          </w:p>
        </w:tc>
        <w:tc>
          <w:tcPr>
            <w:tcW w:w="7797" w:type="dxa"/>
          </w:tcPr>
          <w:p w:rsidR="00D552EF" w:rsidRPr="0060508C" w:rsidRDefault="00D558BD" w:rsidP="00AE5DEA">
            <w:r>
              <w:t>L</w:t>
            </w:r>
            <w:r w:rsidR="00D552EF" w:rsidRPr="00060606">
              <w:t>e candidat doit :</w:t>
            </w:r>
          </w:p>
          <w:p w:rsidR="00215368" w:rsidRDefault="00877483" w:rsidP="00AE5DEA">
            <w:pPr>
              <w:pStyle w:val="ECEpuce1"/>
            </w:pPr>
            <w:r>
              <w:t>é</w:t>
            </w:r>
            <w:r w:rsidR="00D552EF">
              <w:t xml:space="preserve">laborer et mettre en œuvre un protocole afin de déterminer la </w:t>
            </w:r>
            <w:r w:rsidR="00A66F6D">
              <w:t xml:space="preserve">valeur de la </w:t>
            </w:r>
            <w:r w:rsidR="00D552EF">
              <w:t>masse volumique de l’ea</w:t>
            </w:r>
            <w:r w:rsidR="00215368">
              <w:t>u de mer à température ambiante</w:t>
            </w:r>
            <w:r>
              <w:t> ;</w:t>
            </w:r>
          </w:p>
          <w:p w:rsidR="00D552EF" w:rsidRDefault="00D558BD" w:rsidP="00AE5DEA">
            <w:pPr>
              <w:pStyle w:val="ECEpuce1"/>
            </w:pPr>
            <w:r>
              <w:t xml:space="preserve">mettre en œuvre </w:t>
            </w:r>
            <w:r w:rsidR="00D552EF">
              <w:t xml:space="preserve">un protocole </w:t>
            </w:r>
            <w:r>
              <w:t>afin</w:t>
            </w:r>
            <w:r w:rsidR="00D552EF">
              <w:t xml:space="preserve"> de mesurer le coefficient de dilat</w:t>
            </w:r>
            <w:r w:rsidR="00877483">
              <w:t>ation thermique de l’eau de mer ;</w:t>
            </w:r>
          </w:p>
          <w:p w:rsidR="00D552EF" w:rsidRPr="0060508C" w:rsidRDefault="00640F78" w:rsidP="00A66F6D">
            <w:pPr>
              <w:pStyle w:val="ECEpuce1"/>
            </w:pPr>
            <w:r>
              <w:t>e</w:t>
            </w:r>
            <w:r w:rsidR="00ED4D3E">
              <w:t>stimer</w:t>
            </w:r>
            <w:r w:rsidR="00D552EF">
              <w:t xml:space="preserve"> </w:t>
            </w:r>
            <w:r w:rsidR="00A66F6D">
              <w:t xml:space="preserve">l’influence du phénomène de dilatation sur </w:t>
            </w:r>
            <w:r w:rsidR="00D552EF">
              <w:t>l’élévation du niveau des oc</w:t>
            </w:r>
            <w:r w:rsidR="00A66F6D">
              <w:t>éans</w:t>
            </w:r>
            <w:r w:rsidR="00D552EF">
              <w:t>.</w:t>
            </w:r>
          </w:p>
        </w:tc>
      </w:tr>
      <w:tr w:rsidR="00D552EF" w:rsidRPr="00B97E62" w:rsidTr="00AE5DEA">
        <w:trPr>
          <w:jc w:val="center"/>
        </w:trPr>
        <w:tc>
          <w:tcPr>
            <w:tcW w:w="2338" w:type="dxa"/>
            <w:vAlign w:val="center"/>
          </w:tcPr>
          <w:p w:rsidR="00D552EF" w:rsidRPr="002F3122" w:rsidRDefault="00D552EF" w:rsidP="00AE5DEA">
            <w:pPr>
              <w:pStyle w:val="ECEcorps"/>
              <w:jc w:val="center"/>
            </w:pPr>
            <w:r w:rsidRPr="002F3122">
              <w:t>Compétences évaluées</w:t>
            </w:r>
          </w:p>
          <w:p w:rsidR="00D552EF" w:rsidRPr="002F3122" w:rsidRDefault="00D552EF" w:rsidP="00AE5DEA">
            <w:pPr>
              <w:pStyle w:val="ECEcorps"/>
              <w:jc w:val="center"/>
            </w:pPr>
            <w:r w:rsidRPr="002F3122">
              <w:t>Coefficients respectifs</w:t>
            </w:r>
          </w:p>
        </w:tc>
        <w:tc>
          <w:tcPr>
            <w:tcW w:w="7797" w:type="dxa"/>
          </w:tcPr>
          <w:p w:rsidR="00D552EF" w:rsidRPr="005972D8" w:rsidRDefault="00AE5DEA" w:rsidP="00AE5DEA">
            <w:pPr>
              <w:pStyle w:val="ECEpuce1"/>
            </w:pPr>
            <w:r>
              <w:t>Analyser</w:t>
            </w:r>
            <w:r w:rsidR="00D552EF" w:rsidRPr="005972D8">
              <w:t xml:space="preserve"> (</w:t>
            </w:r>
            <w:r>
              <w:t>ANA</w:t>
            </w:r>
            <w:r w:rsidR="00D552EF" w:rsidRPr="005972D8">
              <w:t>)</w:t>
            </w:r>
            <w:r w:rsidR="00D552EF">
              <w:t> :</w:t>
            </w:r>
            <w:r w:rsidR="00D552EF" w:rsidRPr="005972D8">
              <w:t xml:space="preserve"> coefficient </w:t>
            </w:r>
            <w:r w:rsidR="00070824">
              <w:rPr>
                <w:b/>
              </w:rPr>
              <w:t>1</w:t>
            </w:r>
          </w:p>
          <w:p w:rsidR="00D552EF" w:rsidRPr="008915AD" w:rsidRDefault="00AE5DEA" w:rsidP="00AE5DEA">
            <w:pPr>
              <w:pStyle w:val="ECEpuce1"/>
              <w:rPr>
                <w:u w:val="single"/>
              </w:rPr>
            </w:pPr>
            <w:r>
              <w:t>Réaliser</w:t>
            </w:r>
            <w:r w:rsidR="00D552EF" w:rsidRPr="005972D8">
              <w:t xml:space="preserve"> (</w:t>
            </w:r>
            <w:r>
              <w:t>R</w:t>
            </w:r>
            <w:r w:rsidR="00A545AC">
              <w:t>EA</w:t>
            </w:r>
            <w:r w:rsidR="00D552EF" w:rsidRPr="005972D8">
              <w:t>)</w:t>
            </w:r>
            <w:r w:rsidR="00D552EF">
              <w:t> :</w:t>
            </w:r>
            <w:r w:rsidR="00D552EF" w:rsidRPr="005972D8">
              <w:t xml:space="preserve"> coefficient </w:t>
            </w:r>
            <w:r w:rsidR="00070824">
              <w:rPr>
                <w:b/>
              </w:rPr>
              <w:t>3</w:t>
            </w:r>
            <w:r w:rsidR="007F21F7">
              <w:rPr>
                <w:b/>
              </w:rPr>
              <w:t xml:space="preserve"> </w:t>
            </w:r>
          </w:p>
          <w:p w:rsidR="00D552EF" w:rsidRPr="005972D8" w:rsidRDefault="005B70E0" w:rsidP="00955C8C">
            <w:pPr>
              <w:pStyle w:val="ECEpuce1"/>
              <w:rPr>
                <w:strike/>
              </w:rPr>
            </w:pPr>
            <w:r>
              <w:t>Valider</w:t>
            </w:r>
            <w:r w:rsidR="00D552EF" w:rsidRPr="005972D8">
              <w:t xml:space="preserve"> (</w:t>
            </w:r>
            <w:r w:rsidR="00955C8C">
              <w:t>VAL</w:t>
            </w:r>
            <w:r w:rsidR="00D552EF" w:rsidRPr="005972D8">
              <w:t>)</w:t>
            </w:r>
            <w:r w:rsidR="00D552EF">
              <w:t> :</w:t>
            </w:r>
            <w:r w:rsidR="00D552EF" w:rsidRPr="005972D8">
              <w:t xml:space="preserve"> coefficient </w:t>
            </w:r>
            <w:r w:rsidR="00A545AC">
              <w:rPr>
                <w:b/>
              </w:rPr>
              <w:t>2</w:t>
            </w:r>
          </w:p>
        </w:tc>
      </w:tr>
      <w:tr w:rsidR="00D552EF" w:rsidRPr="00F17433" w:rsidTr="00AE5DEA">
        <w:trPr>
          <w:jc w:val="center"/>
        </w:trPr>
        <w:tc>
          <w:tcPr>
            <w:tcW w:w="2338" w:type="dxa"/>
            <w:vAlign w:val="center"/>
          </w:tcPr>
          <w:p w:rsidR="00D552EF" w:rsidRPr="002F3122" w:rsidRDefault="00D552EF" w:rsidP="00AE5DEA">
            <w:pPr>
              <w:pStyle w:val="ECEcorps"/>
              <w:jc w:val="center"/>
            </w:pPr>
            <w:r w:rsidRPr="002F3122">
              <w:t>Préparation du poste de travail</w:t>
            </w:r>
          </w:p>
        </w:tc>
        <w:tc>
          <w:tcPr>
            <w:tcW w:w="7797" w:type="dxa"/>
          </w:tcPr>
          <w:p w:rsidR="00D552EF" w:rsidRPr="0060508C" w:rsidRDefault="00D552EF" w:rsidP="00AE5DEA">
            <w:pPr>
              <w:pStyle w:val="ECEtitre"/>
              <w:rPr>
                <w:b w:val="0"/>
              </w:rPr>
            </w:pPr>
            <w:r w:rsidRPr="0060508C">
              <w:rPr>
                <w:b w:val="0"/>
              </w:rPr>
              <w:t>Avant le début des épreuves</w:t>
            </w:r>
          </w:p>
          <w:p w:rsidR="00D552EF" w:rsidRPr="0060508C" w:rsidRDefault="00877483" w:rsidP="00AE5DEA">
            <w:pPr>
              <w:pStyle w:val="ECEpuce1"/>
            </w:pPr>
            <w:r>
              <w:t>a</w:t>
            </w:r>
            <w:r w:rsidR="00AE5DEA">
              <w:t>llumer l’ordinateur et ouvrir le tableur-grapheur</w:t>
            </w:r>
            <w:r>
              <w:t> ;</w:t>
            </w:r>
          </w:p>
          <w:p w:rsidR="00D552EF" w:rsidRDefault="00877483" w:rsidP="00AE5DEA">
            <w:pPr>
              <w:pStyle w:val="ECEpuce1"/>
            </w:pPr>
            <w:r>
              <w:t>m</w:t>
            </w:r>
            <w:r w:rsidR="00AE5DEA">
              <w:t xml:space="preserve">ettre la balance et l’agitateur magnétique chauffant </w:t>
            </w:r>
            <w:r w:rsidR="00895C4A">
              <w:t>(thermostat 0) </w:t>
            </w:r>
            <w:r w:rsidR="00AE5DEA">
              <w:t>sous tension</w:t>
            </w:r>
            <w:r w:rsidR="00895C4A">
              <w:t> ;</w:t>
            </w:r>
          </w:p>
          <w:p w:rsidR="00895C4A" w:rsidRPr="0060508C" w:rsidRDefault="00640F78" w:rsidP="00AE5DEA">
            <w:pPr>
              <w:pStyle w:val="ECEpuce1"/>
            </w:pPr>
            <w:r>
              <w:t xml:space="preserve">réaliser la partie 1 du protocole </w:t>
            </w:r>
            <w:r w:rsidR="000877F6">
              <w:t>(document 3 de la fiche III) permettant la mise en place du dispositif expérimental.</w:t>
            </w:r>
          </w:p>
          <w:p w:rsidR="00D552EF" w:rsidRPr="0060508C" w:rsidRDefault="00D552EF" w:rsidP="00AE5DEA">
            <w:pPr>
              <w:pStyle w:val="ECEtitre"/>
              <w:rPr>
                <w:b w:val="0"/>
              </w:rPr>
            </w:pPr>
            <w:r w:rsidRPr="0060508C">
              <w:rPr>
                <w:b w:val="0"/>
              </w:rPr>
              <w:t>Entre les prestations de deux candidats</w:t>
            </w:r>
          </w:p>
          <w:p w:rsidR="00D552EF" w:rsidRPr="0060508C" w:rsidRDefault="00877483" w:rsidP="00AE5DEA">
            <w:pPr>
              <w:pStyle w:val="ECEpuce1"/>
            </w:pPr>
            <w:r>
              <w:t>r</w:t>
            </w:r>
            <w:r w:rsidR="00AE5DEA">
              <w:t>éinitialiser le tableur-</w:t>
            </w:r>
            <w:r>
              <w:t>grapheur ;</w:t>
            </w:r>
          </w:p>
          <w:p w:rsidR="00D552EF" w:rsidRDefault="00877483" w:rsidP="00AE5DEA">
            <w:pPr>
              <w:pStyle w:val="ECEpuce1"/>
            </w:pPr>
            <w:r>
              <w:t>c</w:t>
            </w:r>
            <w:r w:rsidR="00AE5DEA">
              <w:t xml:space="preserve">ompléter </w:t>
            </w:r>
            <w:r>
              <w:t>à 500 mL le flacon d’eau de mer ;</w:t>
            </w:r>
          </w:p>
          <w:p w:rsidR="004B7299" w:rsidRDefault="00877483" w:rsidP="00AE5DEA">
            <w:pPr>
              <w:pStyle w:val="ECEpuce1"/>
            </w:pPr>
            <w:r>
              <w:t>v</w:t>
            </w:r>
            <w:r w:rsidR="004B7299">
              <w:t xml:space="preserve">érifier que la </w:t>
            </w:r>
            <w:r w:rsidR="00895C4A">
              <w:t>plaque</w:t>
            </w:r>
            <w:r w:rsidR="00016B74">
              <w:t xml:space="preserve"> chauffante</w:t>
            </w:r>
            <w:r w:rsidR="00895C4A">
              <w:t xml:space="preserve"> est éteinte et refroidie ;</w:t>
            </w:r>
          </w:p>
          <w:p w:rsidR="00895C4A" w:rsidRPr="00F17433" w:rsidRDefault="00640F78" w:rsidP="00895C4A">
            <w:pPr>
              <w:pStyle w:val="ECEpuce1"/>
            </w:pPr>
            <w:r>
              <w:t>mettre en place un nouveau dispositif expérimental</w:t>
            </w:r>
            <w:r w:rsidR="00D76597">
              <w:t xml:space="preserve"> pour chaque candidat</w:t>
            </w:r>
            <w:r>
              <w:t>.</w:t>
            </w:r>
          </w:p>
        </w:tc>
      </w:tr>
      <w:tr w:rsidR="00D552EF" w:rsidRPr="006503CF" w:rsidTr="00AE5DEA">
        <w:trPr>
          <w:jc w:val="center"/>
        </w:trPr>
        <w:tc>
          <w:tcPr>
            <w:tcW w:w="2338" w:type="dxa"/>
            <w:vAlign w:val="center"/>
          </w:tcPr>
          <w:p w:rsidR="00D552EF" w:rsidRPr="006503CF" w:rsidRDefault="00D552EF" w:rsidP="00AE5DEA">
            <w:pPr>
              <w:pStyle w:val="ECEcorps"/>
              <w:jc w:val="center"/>
            </w:pPr>
            <w:r w:rsidRPr="006503CF">
              <w:t>Déroulement de l’épreuve.</w:t>
            </w:r>
          </w:p>
          <w:p w:rsidR="00D552EF" w:rsidRPr="006503CF" w:rsidRDefault="00D552EF" w:rsidP="00AE5DEA">
            <w:pPr>
              <w:pStyle w:val="ECEcorps"/>
              <w:jc w:val="center"/>
            </w:pPr>
            <w:r w:rsidRPr="006503CF">
              <w:t>Gestion des différents appels.</w:t>
            </w:r>
          </w:p>
          <w:p w:rsidR="00D552EF" w:rsidRPr="006503CF" w:rsidRDefault="00D552EF" w:rsidP="00AE5DEA">
            <w:pPr>
              <w:pStyle w:val="ECEcorps"/>
              <w:jc w:val="center"/>
            </w:pPr>
          </w:p>
        </w:tc>
        <w:tc>
          <w:tcPr>
            <w:tcW w:w="7797" w:type="dxa"/>
          </w:tcPr>
          <w:p w:rsidR="00D552EF" w:rsidRPr="0060508C" w:rsidRDefault="00D558BD" w:rsidP="00AE5DEA">
            <w:pPr>
              <w:pStyle w:val="ECEtitre"/>
              <w:rPr>
                <w:b w:val="0"/>
              </w:rPr>
            </w:pPr>
            <w:r>
              <w:rPr>
                <w:b w:val="0"/>
              </w:rPr>
              <w:t>Minutage</w:t>
            </w:r>
            <w:r w:rsidR="00D552EF" w:rsidRPr="0060508C">
              <w:rPr>
                <w:b w:val="0"/>
              </w:rPr>
              <w:t xml:space="preserve"> conseillé</w:t>
            </w:r>
          </w:p>
          <w:p w:rsidR="00D552EF" w:rsidRPr="006503CF" w:rsidRDefault="008B0CFF" w:rsidP="00AE5DEA">
            <w:pPr>
              <w:pStyle w:val="ECEpuce1"/>
              <w:rPr>
                <w:b/>
              </w:rPr>
            </w:pPr>
            <w:r>
              <w:t>d</w:t>
            </w:r>
            <w:r w:rsidR="00136DFF">
              <w:t xml:space="preserve">étermination de </w:t>
            </w:r>
            <w:r w:rsidR="00A545AC">
              <w:t>la masse volumique de l’eau de mer </w:t>
            </w:r>
            <w:r w:rsidR="00D558BD">
              <w:t>à température ambiante</w:t>
            </w:r>
            <w:r w:rsidR="00136DFF">
              <w:t xml:space="preserve"> </w:t>
            </w:r>
            <w:r w:rsidR="00D552EF" w:rsidRPr="006503CF">
              <w:t>(</w:t>
            </w:r>
            <w:r w:rsidR="00955C8C">
              <w:rPr>
                <w:b/>
              </w:rPr>
              <w:t>20</w:t>
            </w:r>
            <w:r w:rsidR="00420848">
              <w:rPr>
                <w:b/>
              </w:rPr>
              <w:t xml:space="preserve"> minutes</w:t>
            </w:r>
            <w:r w:rsidR="00D552EF">
              <w:t>)</w:t>
            </w:r>
            <w:r>
              <w:t> ;</w:t>
            </w:r>
          </w:p>
          <w:p w:rsidR="001336E9" w:rsidRPr="001336E9" w:rsidRDefault="008B0CFF" w:rsidP="00AE5DEA">
            <w:pPr>
              <w:pStyle w:val="ECEpuce1"/>
              <w:rPr>
                <w:b/>
              </w:rPr>
            </w:pPr>
            <w:r>
              <w:t>d</w:t>
            </w:r>
            <w:r w:rsidR="00420848">
              <w:t xml:space="preserve">étermination </w:t>
            </w:r>
            <w:r w:rsidR="00A6314F">
              <w:t xml:space="preserve">expérimentale </w:t>
            </w:r>
            <w:r w:rsidR="00420848">
              <w:t xml:space="preserve">du coefficient de dilatation thermique </w:t>
            </w:r>
            <w:r w:rsidR="00420848" w:rsidRPr="00420848">
              <w:rPr>
                <w:i/>
              </w:rPr>
              <w:t>α</w:t>
            </w:r>
          </w:p>
          <w:p w:rsidR="00D552EF" w:rsidRPr="006503CF" w:rsidRDefault="00D552EF" w:rsidP="001336E9">
            <w:pPr>
              <w:pStyle w:val="ECEpuce1"/>
              <w:numPr>
                <w:ilvl w:val="0"/>
                <w:numId w:val="0"/>
              </w:numPr>
              <w:ind w:left="1068"/>
              <w:rPr>
                <w:b/>
              </w:rPr>
            </w:pPr>
            <w:r w:rsidRPr="006503CF">
              <w:t>(</w:t>
            </w:r>
            <w:r w:rsidR="00955C8C">
              <w:rPr>
                <w:b/>
              </w:rPr>
              <w:t>2</w:t>
            </w:r>
            <w:r w:rsidR="00420848">
              <w:rPr>
                <w:b/>
              </w:rPr>
              <w:t>0</w:t>
            </w:r>
            <w:r w:rsidRPr="006503CF">
              <w:rPr>
                <w:b/>
              </w:rPr>
              <w:t xml:space="preserve"> min</w:t>
            </w:r>
            <w:r>
              <w:rPr>
                <w:b/>
              </w:rPr>
              <w:t>utes</w:t>
            </w:r>
            <w:r w:rsidRPr="006503CF">
              <w:t>)</w:t>
            </w:r>
            <w:r w:rsidR="008B0CFF">
              <w:t> ;</w:t>
            </w:r>
          </w:p>
          <w:p w:rsidR="00D552EF" w:rsidRPr="00D558BD" w:rsidRDefault="008B0CFF" w:rsidP="00AE5DEA">
            <w:pPr>
              <w:pStyle w:val="ECEpuce1"/>
              <w:rPr>
                <w:b/>
              </w:rPr>
            </w:pPr>
            <w:r>
              <w:t>e</w:t>
            </w:r>
            <w:r w:rsidR="00495C64">
              <w:t>stimation de l’i</w:t>
            </w:r>
            <w:r w:rsidR="00136DFF">
              <w:t>mpact</w:t>
            </w:r>
            <w:r w:rsidR="00A545AC">
              <w:t xml:space="preserve"> d</w:t>
            </w:r>
            <w:r w:rsidR="00496C53">
              <w:t>u phénomène de</w:t>
            </w:r>
            <w:r w:rsidR="00A545AC">
              <w:t xml:space="preserve"> dilatation </w:t>
            </w:r>
            <w:r w:rsidR="00495C64">
              <w:t xml:space="preserve">thermique </w:t>
            </w:r>
            <w:r w:rsidR="00A545AC">
              <w:t>sur l’élévation du niveau des océans</w:t>
            </w:r>
            <w:r w:rsidR="00D558BD">
              <w:t xml:space="preserve"> </w:t>
            </w:r>
            <w:r w:rsidR="00D552EF" w:rsidRPr="006503CF">
              <w:t>(</w:t>
            </w:r>
            <w:r w:rsidR="00955C8C">
              <w:rPr>
                <w:b/>
              </w:rPr>
              <w:t>20</w:t>
            </w:r>
            <w:r w:rsidR="00D552EF" w:rsidRPr="006503CF">
              <w:rPr>
                <w:b/>
              </w:rPr>
              <w:t xml:space="preserve"> min</w:t>
            </w:r>
            <w:r w:rsidR="00D552EF">
              <w:rPr>
                <w:b/>
              </w:rPr>
              <w:t>utes</w:t>
            </w:r>
            <w:r w:rsidR="00D552EF" w:rsidRPr="006503CF">
              <w:t>)</w:t>
            </w:r>
            <w:r w:rsidR="00D558BD">
              <w:t>.</w:t>
            </w:r>
          </w:p>
          <w:p w:rsidR="00D558BD" w:rsidRPr="006503CF" w:rsidRDefault="00D558BD" w:rsidP="00D558BD">
            <w:pPr>
              <w:pStyle w:val="ECEpuce1"/>
              <w:numPr>
                <w:ilvl w:val="0"/>
                <w:numId w:val="0"/>
              </w:numPr>
              <w:ind w:left="1068"/>
              <w:rPr>
                <w:b/>
              </w:rPr>
            </w:pPr>
          </w:p>
          <w:p w:rsidR="00D552EF" w:rsidRPr="0060508C" w:rsidRDefault="00D552EF" w:rsidP="00AE5DEA">
            <w:pPr>
              <w:pStyle w:val="ECEtitre"/>
              <w:rPr>
                <w:b w:val="0"/>
              </w:rPr>
            </w:pPr>
            <w:r w:rsidRPr="0060508C">
              <w:rPr>
                <w:b w:val="0"/>
              </w:rPr>
              <w:t>Il est prévu </w:t>
            </w:r>
            <w:r w:rsidR="00C35DD5">
              <w:t>4</w:t>
            </w:r>
            <w:r w:rsidRPr="0060508C">
              <w:t xml:space="preserve"> appels obligatoires</w:t>
            </w:r>
            <w:r w:rsidR="00D558BD">
              <w:t xml:space="preserve"> </w:t>
            </w:r>
            <w:r w:rsidRPr="0060508C">
              <w:rPr>
                <w:b w:val="0"/>
              </w:rPr>
              <w:t>de la part du candidat</w:t>
            </w:r>
            <w:r w:rsidRPr="00E46864">
              <w:rPr>
                <w:b w:val="0"/>
                <w:u w:val="none"/>
              </w:rPr>
              <w:t>.</w:t>
            </w:r>
          </w:p>
          <w:p w:rsidR="00D552EF" w:rsidRPr="006503CF" w:rsidRDefault="00D552EF" w:rsidP="00AE5DEA">
            <w:pPr>
              <w:pStyle w:val="ECEpuce1"/>
              <w:rPr>
                <w:b/>
              </w:rPr>
            </w:pPr>
            <w:r w:rsidRPr="006503CF">
              <w:t xml:space="preserve">Lors de </w:t>
            </w:r>
            <w:r w:rsidR="00B87A53">
              <w:rPr>
                <w:b/>
              </w:rPr>
              <w:t xml:space="preserve">l’appel </w:t>
            </w:r>
            <w:r w:rsidRPr="006503CF">
              <w:rPr>
                <w:b/>
              </w:rPr>
              <w:t>1</w:t>
            </w:r>
            <w:r w:rsidRPr="006503CF">
              <w:t xml:space="preserve">, </w:t>
            </w:r>
            <w:r>
              <w:t>l’évaluateur</w:t>
            </w:r>
            <w:r w:rsidRPr="006503CF">
              <w:t xml:space="preserve"> vérifie</w:t>
            </w:r>
            <w:r w:rsidR="00420848">
              <w:t xml:space="preserve"> le protocole permettant de déterminer la masse volumique de l’eau de mer</w:t>
            </w:r>
            <w:r w:rsidR="00877483">
              <w:t>.</w:t>
            </w:r>
          </w:p>
          <w:p w:rsidR="00D552EF" w:rsidRDefault="00D552EF" w:rsidP="00AE5DEA">
            <w:pPr>
              <w:pStyle w:val="ECEpuce1"/>
            </w:pPr>
            <w:r w:rsidRPr="006503CF">
              <w:t xml:space="preserve">Lors de </w:t>
            </w:r>
            <w:r w:rsidRPr="006503CF">
              <w:rPr>
                <w:b/>
              </w:rPr>
              <w:t>l’appel 2</w:t>
            </w:r>
            <w:r w:rsidRPr="006503CF">
              <w:t xml:space="preserve">, </w:t>
            </w:r>
            <w:r>
              <w:t>l’évaluateur</w:t>
            </w:r>
            <w:r w:rsidRPr="006503CF">
              <w:t xml:space="preserve"> vérifie </w:t>
            </w:r>
            <w:r w:rsidR="00420848">
              <w:t xml:space="preserve">le calcul </w:t>
            </w:r>
            <w:r w:rsidR="00A6314F">
              <w:t xml:space="preserve">et la valeur </w:t>
            </w:r>
            <w:r w:rsidR="00405DE7">
              <w:t xml:space="preserve">obtenue </w:t>
            </w:r>
            <w:r w:rsidR="00A6314F">
              <w:t>de la masse volumique de l’eau de mer.</w:t>
            </w:r>
          </w:p>
          <w:p w:rsidR="00ED4D3E" w:rsidRDefault="00D552EF" w:rsidP="00ED4D3E">
            <w:pPr>
              <w:pStyle w:val="ECEpuce1"/>
            </w:pPr>
            <w:r w:rsidRPr="006503CF">
              <w:t xml:space="preserve">Lors de </w:t>
            </w:r>
            <w:r w:rsidRPr="00E1516A">
              <w:rPr>
                <w:b/>
              </w:rPr>
              <w:t>l’appel </w:t>
            </w:r>
            <w:r w:rsidR="00420848" w:rsidRPr="00E1516A">
              <w:rPr>
                <w:b/>
              </w:rPr>
              <w:t>3</w:t>
            </w:r>
            <w:r w:rsidR="00B87A53">
              <w:t xml:space="preserve"> l’examinateur vérifie </w:t>
            </w:r>
            <w:r w:rsidR="00A6314F">
              <w:t>que le candidat a bien déterminé le volume</w:t>
            </w:r>
            <w:r w:rsidR="00A6314F" w:rsidRPr="00D558BD">
              <w:rPr>
                <w:i/>
              </w:rPr>
              <w:t xml:space="preserve"> V</w:t>
            </w:r>
            <w:r w:rsidR="00A6314F" w:rsidRPr="00D558BD">
              <w:rPr>
                <w:i/>
                <w:vertAlign w:val="subscript"/>
              </w:rPr>
              <w:t>0</w:t>
            </w:r>
            <w:r w:rsidR="00ED4D3E">
              <w:t>.</w:t>
            </w:r>
          </w:p>
          <w:p w:rsidR="00D552EF" w:rsidRPr="006503CF" w:rsidRDefault="00093E9C" w:rsidP="00A66F6D">
            <w:pPr>
              <w:pStyle w:val="ECEpuce1"/>
            </w:pPr>
            <w:r>
              <w:t xml:space="preserve">Lors de </w:t>
            </w:r>
            <w:r w:rsidRPr="00093E9C">
              <w:rPr>
                <w:b/>
              </w:rPr>
              <w:t>l’appel 4</w:t>
            </w:r>
            <w:r>
              <w:t xml:space="preserve">, </w:t>
            </w:r>
            <w:r w:rsidR="00D552EF">
              <w:t>l’évaluateur</w:t>
            </w:r>
            <w:r w:rsidR="00D552EF" w:rsidRPr="006503CF">
              <w:t xml:space="preserve"> vérifie </w:t>
            </w:r>
            <w:r>
              <w:t>que</w:t>
            </w:r>
            <w:r w:rsidR="00E1516A">
              <w:t xml:space="preserve"> le tableau de données expérimentales</w:t>
            </w:r>
            <w:r>
              <w:t xml:space="preserve"> est correctement rempli</w:t>
            </w:r>
            <w:r w:rsidR="00E1516A">
              <w:t>. Il s’assure également que le candidat trace la courbe </w:t>
            </w:r>
            <w:proofErr w:type="gramStart"/>
            <w:r w:rsidR="00E1516A">
              <w:t>: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Δ</m:t>
                  </m:r>
                  <m:r>
                    <w:rPr>
                      <w:rFonts w:ascii="Cambria Math"/>
                    </w:rPr>
                    <m:t>V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/>
                        </w:rPr>
                        <m:t>0</m:t>
                      </m:r>
                    </m:sub>
                  </m:sSub>
                </m:den>
              </m:f>
              <m:r>
                <w:rPr>
                  <w:rFonts w:ascii="Cambria Math"/>
                </w:rPr>
                <m:t>=f(</m:t>
              </m:r>
              <m:r>
                <w:rPr>
                  <w:rFonts w:ascii="Cambria Math" w:hAnsi="Cambria Math"/>
                </w:rPr>
                <m:t>Δθ</m:t>
              </m:r>
              <m:r>
                <w:rPr>
                  <w:rFonts w:ascii="Cambria Math"/>
                </w:rPr>
                <m:t>)</m:t>
              </m:r>
            </m:oMath>
            <w:r w:rsidR="00E1516A">
              <w:rPr>
                <w:sz w:val="24"/>
                <w:szCs w:val="24"/>
              </w:rPr>
              <w:t>,</w:t>
            </w:r>
            <w:proofErr w:type="gramEnd"/>
            <w:r w:rsidR="00C838FF">
              <w:rPr>
                <w:sz w:val="24"/>
                <w:szCs w:val="24"/>
              </w:rPr>
              <w:t xml:space="preserve"> </w:t>
            </w:r>
            <w:r w:rsidR="00E1516A" w:rsidRPr="00E1516A">
              <w:t>la modélise</w:t>
            </w:r>
            <w:r w:rsidR="00E1516A">
              <w:t xml:space="preserve"> et en déduise l</w:t>
            </w:r>
            <w:r w:rsidR="00A66F6D">
              <w:t xml:space="preserve">a valeur du </w:t>
            </w:r>
            <w:r w:rsidR="00E1516A">
              <w:t xml:space="preserve">coefficient de dilatation </w:t>
            </w:r>
            <w:r w:rsidR="00E1516A" w:rsidRPr="001604BE">
              <w:rPr>
                <w:i/>
              </w:rPr>
              <w:t>α</w:t>
            </w:r>
            <w:r w:rsidR="00E1516A">
              <w:t>.</w:t>
            </w:r>
          </w:p>
        </w:tc>
      </w:tr>
      <w:tr w:rsidR="00D552EF" w:rsidRPr="006503CF" w:rsidTr="00AE5DEA">
        <w:trPr>
          <w:jc w:val="center"/>
        </w:trPr>
        <w:tc>
          <w:tcPr>
            <w:tcW w:w="2338" w:type="dxa"/>
            <w:vAlign w:val="center"/>
          </w:tcPr>
          <w:p w:rsidR="00D552EF" w:rsidRPr="006503CF" w:rsidRDefault="00D552EF" w:rsidP="00AE5DEA">
            <w:pPr>
              <w:pStyle w:val="ECEcorps"/>
              <w:jc w:val="center"/>
            </w:pPr>
            <w:r w:rsidRPr="006503CF">
              <w:t>Remarques</w:t>
            </w:r>
          </w:p>
        </w:tc>
        <w:tc>
          <w:tcPr>
            <w:tcW w:w="7797" w:type="dxa"/>
          </w:tcPr>
          <w:p w:rsidR="00895C4A" w:rsidRDefault="00585943" w:rsidP="00AE5DEA">
            <w:pPr>
              <w:pStyle w:val="ECEcorps"/>
            </w:pPr>
            <w:r>
              <w:t>Les fiches II et III</w:t>
            </w:r>
            <w:r w:rsidR="00D552EF" w:rsidRPr="006503CF">
              <w:t xml:space="preserve"> sont à adapter en fonction du matériel utilisé par les candidats au cours de l’année.</w:t>
            </w:r>
          </w:p>
          <w:p w:rsidR="00B87A53" w:rsidRPr="00B87A53" w:rsidRDefault="00B87A53" w:rsidP="00B87A53">
            <w:pPr>
              <w:pStyle w:val="ECEcorps"/>
            </w:pPr>
            <w:r>
              <w:t xml:space="preserve">On prendra soin d’indiquer sur le document 3 </w:t>
            </w:r>
            <w:r w:rsidR="00495C64">
              <w:t xml:space="preserve">de la fiche III </w:t>
            </w:r>
            <w:r w:rsidRPr="00B87A53">
              <w:t xml:space="preserve">la masse d’eau </w:t>
            </w:r>
            <w:r w:rsidRPr="002220E1">
              <w:rPr>
                <w:i/>
              </w:rPr>
              <w:t>m</w:t>
            </w:r>
            <w:r w:rsidRPr="002220E1">
              <w:rPr>
                <w:i/>
                <w:vertAlign w:val="subscript"/>
              </w:rPr>
              <w:t>0</w:t>
            </w:r>
            <w:r w:rsidRPr="00B87A53">
              <w:t xml:space="preserve"> présente dans le dispositif expérimental ainsi que la valeur du thermostat de l’agitateur magnétique chauffant</w:t>
            </w:r>
            <w:r w:rsidR="00495C64">
              <w:t>.</w:t>
            </w:r>
          </w:p>
          <w:p w:rsidR="00895C4A" w:rsidRDefault="00B87A53" w:rsidP="00AE5DEA">
            <w:pPr>
              <w:pStyle w:val="ECEcorps"/>
            </w:pPr>
            <w:r>
              <w:t>À</w:t>
            </w:r>
            <w:r w:rsidR="004B7299">
              <w:t xml:space="preserve"> défaut d’une pipette graduée de 2,0 mL on pourra par exemple en choisir une de 5,0</w:t>
            </w:r>
            <w:r w:rsidR="00895C4A">
              <w:t> </w:t>
            </w:r>
            <w:r w:rsidR="004B7299">
              <w:t>mL. Les mesures sont alors moins précises mais acceptables.</w:t>
            </w:r>
          </w:p>
          <w:p w:rsidR="00D552EF" w:rsidRPr="001B5CD4" w:rsidRDefault="007A3C35" w:rsidP="00B87A53">
            <w:pPr>
              <w:pStyle w:val="ECEcorps"/>
            </w:pPr>
            <w:r w:rsidRPr="004B7299">
              <w:t>Attention</w:t>
            </w:r>
            <w:r w:rsidR="00B87A53">
              <w:t xml:space="preserve"> : </w:t>
            </w:r>
            <w:r w:rsidRPr="004B7299">
              <w:t>si le chauffage est trop important, le candidat n’aura pa</w:t>
            </w:r>
            <w:r w:rsidR="00B87A53">
              <w:t>s le temps de faire ses mesures.</w:t>
            </w:r>
          </w:p>
        </w:tc>
      </w:tr>
    </w:tbl>
    <w:p w:rsidR="00D30F5A" w:rsidRDefault="00D30F5A" w:rsidP="00D30F5A">
      <w:pPr>
        <w:pStyle w:val="ECEcorps"/>
      </w:pPr>
    </w:p>
    <w:p w:rsidR="00D76597" w:rsidRDefault="00D76597" w:rsidP="00D30F5A">
      <w:pPr>
        <w:pStyle w:val="ECEcorps"/>
      </w:pPr>
    </w:p>
    <w:p w:rsidR="00D76597" w:rsidRDefault="00D76597" w:rsidP="00D30F5A">
      <w:pPr>
        <w:pStyle w:val="ECEcorps"/>
      </w:pPr>
    </w:p>
    <w:p w:rsidR="00567E16" w:rsidRPr="00636B48" w:rsidRDefault="00D552EF" w:rsidP="00567E16">
      <w:pPr>
        <w:pStyle w:val="ECEfiche"/>
        <w:rPr>
          <w:b/>
        </w:rPr>
      </w:pPr>
      <w:bookmarkStart w:id="9" w:name="_Toc466984366"/>
      <w:bookmarkStart w:id="10" w:name="_Toc471822787"/>
      <w:bookmarkStart w:id="11" w:name="_Toc504661265"/>
      <w:r>
        <w:lastRenderedPageBreak/>
        <w:t>II</w:t>
      </w:r>
      <w:r w:rsidR="00567E16" w:rsidRPr="00636B48">
        <w:t xml:space="preserve">. LISTE DE MATÉRIEL DESTINÉE AUX </w:t>
      </w:r>
      <w:r w:rsidR="00567E16">
        <w:t>ÉVALUATEURS</w:t>
      </w:r>
      <w:r w:rsidR="00567E16" w:rsidRPr="00636B48">
        <w:t xml:space="preserve"> ET AU</w:t>
      </w:r>
      <w:r w:rsidR="00567E16">
        <w:t>X</w:t>
      </w:r>
      <w:r w:rsidR="00567E16" w:rsidRPr="00636B48">
        <w:t xml:space="preserve"> PERSONNEL</w:t>
      </w:r>
      <w:r w:rsidR="00567E16">
        <w:t>S</w:t>
      </w:r>
      <w:r w:rsidR="00567E16" w:rsidRPr="00636B48">
        <w:t xml:space="preserve"> DE LABORATOIRE</w:t>
      </w:r>
      <w:bookmarkEnd w:id="9"/>
      <w:bookmarkEnd w:id="10"/>
      <w:bookmarkEnd w:id="11"/>
    </w:p>
    <w:p w:rsidR="00567E16" w:rsidRDefault="00567E16" w:rsidP="00567E16">
      <w:pPr>
        <w:pStyle w:val="ECEcorps"/>
      </w:pPr>
    </w:p>
    <w:p w:rsidR="00567E16" w:rsidRPr="0072793B" w:rsidRDefault="00567E16" w:rsidP="00567E16">
      <w:pPr>
        <w:pStyle w:val="ECEbordure"/>
      </w:pPr>
      <w:r w:rsidRPr="0072793B">
        <w:t>L</w:t>
      </w:r>
      <w:r>
        <w:t xml:space="preserve">a version modifiable </w:t>
      </w:r>
      <w:r w:rsidRPr="0072793B">
        <w:t>de</w:t>
      </w:r>
      <w:r>
        <w:t xml:space="preserve"> l’ÉNONCÉ DESTINÉ AU CANDIDAT </w:t>
      </w:r>
      <w:r w:rsidRPr="0072793B">
        <w:t>jointe à la version .</w:t>
      </w:r>
      <w:proofErr w:type="spellStart"/>
      <w:r w:rsidRPr="0072793B">
        <w:t>pdf</w:t>
      </w:r>
      <w:proofErr w:type="spellEnd"/>
      <w:r w:rsidRPr="0072793B">
        <w:t xml:space="preserve"> vous </w:t>
      </w:r>
      <w:r w:rsidRPr="0005612D">
        <w:t>permettra</w:t>
      </w:r>
      <w:r w:rsidRPr="0072793B">
        <w:t xml:space="preserve"> d’adapter le sujet à votre matériel.</w:t>
      </w:r>
      <w:r w:rsidR="00D558BD">
        <w:t xml:space="preserve"> </w:t>
      </w:r>
      <w:r w:rsidRPr="00E21CFF">
        <w:t>Cette adaptation ne</w:t>
      </w:r>
      <w:r w:rsidRPr="0005612D">
        <w:t xml:space="preserve"> devra</w:t>
      </w:r>
      <w:r w:rsidR="00D558BD">
        <w:rPr>
          <w:b/>
        </w:rPr>
        <w:t xml:space="preserve"> </w:t>
      </w:r>
      <w:r w:rsidRPr="00E21CFF">
        <w:t>entraîner EN AUCUN CAS de modifications dans le déroulement de l’évaluation</w:t>
      </w:r>
    </w:p>
    <w:p w:rsidR="00567E16" w:rsidRPr="00D3148F" w:rsidRDefault="00567E16" w:rsidP="00567E16">
      <w:pPr>
        <w:pStyle w:val="ECEcorps"/>
      </w:pPr>
    </w:p>
    <w:p w:rsidR="00567E16" w:rsidRDefault="00567E16" w:rsidP="00567E16">
      <w:pPr>
        <w:pStyle w:val="ECEtitre"/>
        <w:rPr>
          <w:rFonts w:eastAsia="Arial Unicode MS"/>
        </w:rPr>
      </w:pPr>
      <w:r>
        <w:rPr>
          <w:rFonts w:eastAsia="Arial Unicode MS"/>
        </w:rPr>
        <w:t>Paillasse candidats</w:t>
      </w:r>
    </w:p>
    <w:p w:rsidR="000544C5" w:rsidRPr="000544C5" w:rsidRDefault="000544C5" w:rsidP="000544C5">
      <w:pPr>
        <w:pStyle w:val="ECEpuce1"/>
        <w:rPr>
          <w:u w:val="single"/>
        </w:rPr>
      </w:pPr>
      <w:r w:rsidRPr="000544C5">
        <w:rPr>
          <w:u w:val="single"/>
        </w:rPr>
        <w:t>une calculette type « collège » ou un ordinateur avec fonction « calculatrice »</w:t>
      </w:r>
    </w:p>
    <w:p w:rsidR="00B0084D" w:rsidRPr="009506E7" w:rsidRDefault="00567E16" w:rsidP="00B0084D">
      <w:pPr>
        <w:pStyle w:val="ECEpuce1"/>
      </w:pPr>
      <w:r>
        <w:t>un tableur-grapheur</w:t>
      </w:r>
      <w:r w:rsidR="00585943">
        <w:t> </w:t>
      </w:r>
    </w:p>
    <w:p w:rsidR="00567E16" w:rsidRDefault="00567E16" w:rsidP="00567E16">
      <w:pPr>
        <w:pStyle w:val="ECEpuce1"/>
      </w:pPr>
      <w:r>
        <w:t>un erlenmeyer de 250 mL</w:t>
      </w:r>
      <w:r w:rsidR="00D30F5A">
        <w:t xml:space="preserve"> ou de 100 mL</w:t>
      </w:r>
      <w:r w:rsidR="00585943">
        <w:t> </w:t>
      </w:r>
    </w:p>
    <w:p w:rsidR="00567E16" w:rsidRDefault="00567E16" w:rsidP="00567E16">
      <w:pPr>
        <w:pStyle w:val="ECEpuce1"/>
      </w:pPr>
      <w:r>
        <w:t>une fiole jaugée de 100,0 mL</w:t>
      </w:r>
      <w:r w:rsidR="00585943">
        <w:t> </w:t>
      </w:r>
    </w:p>
    <w:p w:rsidR="00567E16" w:rsidRDefault="00D30F5A" w:rsidP="00567E16">
      <w:pPr>
        <w:pStyle w:val="ECEpuce1"/>
      </w:pPr>
      <w:r>
        <w:t>un bécher</w:t>
      </w:r>
      <w:r w:rsidR="00567E16">
        <w:t xml:space="preserve"> de 100 mL</w:t>
      </w:r>
      <w:r w:rsidR="00016B74">
        <w:t> </w:t>
      </w:r>
    </w:p>
    <w:p w:rsidR="00D30F5A" w:rsidRDefault="00D30F5A" w:rsidP="00D30F5A">
      <w:pPr>
        <w:pStyle w:val="ECEpuce1"/>
      </w:pPr>
      <w:r>
        <w:t>une pipette compte-gouttes</w:t>
      </w:r>
      <w:r w:rsidR="00585943">
        <w:t> </w:t>
      </w:r>
    </w:p>
    <w:p w:rsidR="00567E16" w:rsidRDefault="00567E16" w:rsidP="00567E16">
      <w:pPr>
        <w:pStyle w:val="ECEpuce1"/>
      </w:pPr>
      <w:r>
        <w:t>un bouchon à deux trous à adapter sur l’erlenmeyer</w:t>
      </w:r>
      <w:r w:rsidR="00585943">
        <w:t> </w:t>
      </w:r>
    </w:p>
    <w:p w:rsidR="00B0084D" w:rsidRDefault="00567E16" w:rsidP="00567E16">
      <w:pPr>
        <w:pStyle w:val="ECEpuce1"/>
      </w:pPr>
      <w:r>
        <w:t>une pipette graduée de 2</w:t>
      </w:r>
      <w:r w:rsidR="007A3C35" w:rsidRPr="004B7299">
        <w:t>,0</w:t>
      </w:r>
      <w:r w:rsidR="00D558BD">
        <w:t xml:space="preserve"> </w:t>
      </w:r>
      <w:r>
        <w:t>mL</w:t>
      </w:r>
      <w:r w:rsidR="0002294F">
        <w:t xml:space="preserve"> (ou à défaut une pipette graduée de 5,0 mL</w:t>
      </w:r>
      <w:r w:rsidR="009D230E">
        <w:t>)</w:t>
      </w:r>
      <w:r w:rsidR="00D558BD">
        <w:t xml:space="preserve"> </w:t>
      </w:r>
      <w:r w:rsidR="00B0084D">
        <w:t>qui devra s’adapter</w:t>
      </w:r>
      <w:r w:rsidR="009D230E">
        <w:t xml:space="preserve"> dans l’un des trous du bouchon</w:t>
      </w:r>
      <w:r w:rsidR="00585943">
        <w:t> </w:t>
      </w:r>
    </w:p>
    <w:p w:rsidR="00B0084D" w:rsidRDefault="00567E16" w:rsidP="00B0084D">
      <w:pPr>
        <w:pStyle w:val="ECEpuce1"/>
      </w:pPr>
      <w:r>
        <w:t xml:space="preserve">un thermomètre </w:t>
      </w:r>
      <w:r w:rsidR="004B7299">
        <w:t xml:space="preserve">à alcool (ou </w:t>
      </w:r>
      <w:r>
        <w:t>numérique</w:t>
      </w:r>
      <w:r w:rsidR="004B7299">
        <w:t>)</w:t>
      </w:r>
      <w:r w:rsidR="00D558BD">
        <w:t xml:space="preserve"> </w:t>
      </w:r>
      <w:r w:rsidR="004B7299">
        <w:t>précis au dixième</w:t>
      </w:r>
      <w:r w:rsidR="00A66F6D">
        <w:t xml:space="preserve">, </w:t>
      </w:r>
      <w:r w:rsidR="004B7299">
        <w:t xml:space="preserve">suffisamment </w:t>
      </w:r>
      <w:r w:rsidR="00B0084D">
        <w:t xml:space="preserve">long </w:t>
      </w:r>
      <w:r w:rsidR="004B7299">
        <w:t>pour que la lecture ne se fasse pas dans l’</w:t>
      </w:r>
      <w:proofErr w:type="spellStart"/>
      <w:r w:rsidR="004B7299">
        <w:t>erlenmeyer</w:t>
      </w:r>
      <w:proofErr w:type="spellEnd"/>
      <w:r w:rsidR="00D558BD">
        <w:t xml:space="preserve">, </w:t>
      </w:r>
      <w:r w:rsidR="00A66F6D">
        <w:t xml:space="preserve">et s’adaptant </w:t>
      </w:r>
      <w:r w:rsidR="00D558BD">
        <w:t>dans l’un des</w:t>
      </w:r>
      <w:r w:rsidR="00A66F6D">
        <w:t xml:space="preserve"> deux</w:t>
      </w:r>
      <w:r w:rsidR="00D558BD">
        <w:t xml:space="preserve"> trous du bouchon</w:t>
      </w:r>
      <w:r w:rsidR="00585943">
        <w:t> </w:t>
      </w:r>
    </w:p>
    <w:p w:rsidR="00567E16" w:rsidRDefault="00567E16" w:rsidP="00567E16">
      <w:pPr>
        <w:pStyle w:val="ECEpuce1"/>
      </w:pPr>
      <w:r>
        <w:t xml:space="preserve">un agitateur magnétique chauffant </w:t>
      </w:r>
      <w:r w:rsidR="00B0084D">
        <w:t>et un</w:t>
      </w:r>
      <w:r w:rsidRPr="00E47548">
        <w:t xml:space="preserve"> </w:t>
      </w:r>
      <w:r w:rsidR="00E748C9">
        <w:t>barreau aimanté</w:t>
      </w:r>
      <w:r w:rsidR="00585943">
        <w:t> </w:t>
      </w:r>
    </w:p>
    <w:p w:rsidR="00567E16" w:rsidRDefault="00567E16" w:rsidP="00567E16">
      <w:pPr>
        <w:pStyle w:val="ECEpuce1"/>
      </w:pPr>
      <w:r>
        <w:t xml:space="preserve">une balance électronique </w:t>
      </w:r>
      <w:r w:rsidR="004B7299">
        <w:t xml:space="preserve">au dixième avec une amplitude </w:t>
      </w:r>
      <w:r w:rsidR="00A646CA">
        <w:t>suffisante pour supporter l’ensemble du dispositif rempli d’eau de mer</w:t>
      </w:r>
      <w:r w:rsidR="00585943">
        <w:t> </w:t>
      </w:r>
    </w:p>
    <w:p w:rsidR="00567E16" w:rsidRDefault="008D4700" w:rsidP="00567E16">
      <w:pPr>
        <w:pStyle w:val="ECEpuce1"/>
      </w:pPr>
      <w:r>
        <w:t xml:space="preserve">un récipient contenant </w:t>
      </w:r>
      <w:r w:rsidR="00567E16">
        <w:t xml:space="preserve">500 mL d’eau de mer (ou </w:t>
      </w:r>
      <w:r w:rsidR="00A66F6D">
        <w:t xml:space="preserve">une </w:t>
      </w:r>
      <w:r w:rsidR="00567E16">
        <w:t xml:space="preserve">solution aqueuse de chlorure de sodium à </w:t>
      </w:r>
      <w:r w:rsidR="00A66F6D">
        <w:br/>
      </w:r>
      <w:r w:rsidR="00567E16">
        <w:t xml:space="preserve">33 </w:t>
      </w:r>
      <w:proofErr w:type="spellStart"/>
      <w:r w:rsidR="00567E16">
        <w:t>g.L</w:t>
      </w:r>
      <w:proofErr w:type="spellEnd"/>
      <w:r w:rsidR="00567E16" w:rsidRPr="005568B0">
        <w:rPr>
          <w:vertAlign w:val="superscript"/>
        </w:rPr>
        <w:t>–1</w:t>
      </w:r>
      <w:r w:rsidR="00585943">
        <w:t>)</w:t>
      </w:r>
    </w:p>
    <w:p w:rsidR="00A646CA" w:rsidRDefault="00A646CA" w:rsidP="00567E16">
      <w:pPr>
        <w:pStyle w:val="ECEcorps"/>
        <w:rPr>
          <w:rFonts w:eastAsia="Arial Unicode MS"/>
        </w:rPr>
      </w:pPr>
    </w:p>
    <w:p w:rsidR="00567E16" w:rsidRDefault="00A646CA" w:rsidP="00567E16">
      <w:pPr>
        <w:pStyle w:val="ECEcorps"/>
        <w:rPr>
          <w:rFonts w:eastAsia="Arial Unicode MS"/>
        </w:rPr>
      </w:pPr>
      <w:r w:rsidRPr="00A646CA">
        <w:rPr>
          <w:rFonts w:eastAsia="Arial Unicode MS"/>
          <w:b/>
        </w:rPr>
        <w:t xml:space="preserve">Le thermomètre et la pipette graduée auront été introduits au préalable dans le bouchon à deux trous. </w:t>
      </w:r>
      <w:r w:rsidR="00A66F6D">
        <w:rPr>
          <w:rFonts w:eastAsia="Arial Unicode MS"/>
          <w:b/>
        </w:rPr>
        <w:t>Il convient de v</w:t>
      </w:r>
      <w:r w:rsidRPr="00A646CA">
        <w:rPr>
          <w:rFonts w:eastAsia="Arial Unicode MS"/>
          <w:b/>
        </w:rPr>
        <w:t>érifier l’étanchéité du dispositif au niveau des deux trous et du col de l’erlenmeyer.</w:t>
      </w:r>
    </w:p>
    <w:p w:rsidR="00A646CA" w:rsidRDefault="00713EB7" w:rsidP="00567E16">
      <w:pPr>
        <w:pStyle w:val="ECEcorps"/>
        <w:rPr>
          <w:rFonts w:eastAsia="Arial Unicode MS"/>
        </w:rPr>
      </w:pPr>
      <w:r w:rsidRPr="00713EB7">
        <w:rPr>
          <w:noProof/>
        </w:rPr>
        <w:pict>
          <v:group id="Group 7" o:spid="_x0000_s1026" style="position:absolute;left:0;text-align:left;margin-left:127.65pt;margin-top:11.55pt;width:266.45pt;height:206.45pt;z-index:-251642880;mso-position-horizontal-relative:margin" coordorigin="1778,2479" coordsize="7149,5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">
            <v:group id="Group 8" o:spid="_x0000_s1027" style="position:absolute;left:4778;top:2479;width:1605;height:5177" coordorigin="4778,2479" coordsize="1605,51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<v:shape id="Freeform 39" o:spid="_x0000_s1028" alt="5 %" style="position:absolute;left:4808;top:4831;width:1531;height:2154;visibility:visible;mso-wrap-style:square;v-text-anchor:top" coordsize="4200,55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umBMEA&#10;AADcAAAADwAAAGRycy9kb3ducmV2LnhtbERPTWuDQBC9B/Iflin0FtdakhTrJkhIa68xoefBnaqt&#10;OyvuNuq/7wYKuc3jfU62n0wnrjS41rKCpygGQVxZ3XKt4HJ+W72AcB5ZY2eZFMzkYL9bLjJMtR35&#10;RNfS1yKEsEtRQeN9n0rpqoYMusj2xIH7soNBH+BQSz3gGMJNJ5M43kiDLYeGBns6NFT9lL9GQT7O&#10;RZJvD9/vbuOdNsUxqT5jpR4fpvwVhKfJ38X/7g8d5q+f4fZMuE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9bpgTBAAAA3AAAAA8AAAAAAAAAAAAAAAAAmAIAAGRycy9kb3du&#10;cmV2LnhtbFBLBQYAAAAABAAEAPUAAACGAwAAAAA=&#10;" path="m1533,r93,39l1626,1182,9,5178,,5337r90,117l189,5532r120,42l441,5577r3420,l3996,5553r102,-57l4164,5391r36,-129l4176,5142,2541,1155r,-1098l2619,12e" fillcolor="#81f1f7" strokeweight="1.5pt">
                <v:fill r:id="rId8" o:title="" color2="#81f1f7" type="pattern"/>
                <v:path arrowok="t" o:connecttype="custom" o:connectlocs="85,0;90,2;90,74;0,323;0,333;5,340;11,345;17,348;24,348;214,348;222,346;227,343;231,336;233,328;232,321;141,72;141,3;145,1" o:connectangles="0,0,0,0,0,0,0,0,0,0,0,0,0,0,0,0,0,0"/>
              </v:shape>
              <v:roundrect id="AutoShape 4209" o:spid="_x0000_s1029" style="position:absolute;left:5399;top:6878;width:390;height:85;visibility:visible;mso-wrap-style:square;v-text-anchor:top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pw68IA&#10;AADcAAAADwAAAGRycy9kb3ducmV2LnhtbERPzWrCQBC+F3yHZQq9hLoxtFKiq4gQLBQPRh9gzI5J&#10;aHY27K4xffuuIHibj+93luvRdGIg51vLCmbTFARxZXXLtYLTsXj/AuEDssbOMin4Iw/r1eRlibm2&#10;Nz7QUIZaxBD2OSpoQuhzKX3VkEE/tT1x5C7WGQwRulpqh7cYbjqZpelcGmw5NjTY07ah6re8GgUD&#10;JT9U7zeJy4pzZpPdeV/MnFJvr+NmASLQGJ7ih/tbx/mfH3B/Jl4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OnDrwgAAANwAAAAPAAAAAAAAAAAAAAAAAJgCAABkcnMvZG93&#10;bnJldi54bWxQSwUGAAAAAAQABAD1AAAAhwMAAAAA&#10;">
                <v:fill color2="#292929" angle="90" focus="100%" type="gradient"/>
              </v:roundrect>
              <v:group id="Group 11" o:spid="_x0000_s1030" style="position:absolute;left:4778;top:7003;width:1605;height:653" coordorigin="4988,7785" coordsize="1605,6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<v:group id="Group 4211" o:spid="_x0000_s1031" style="position:absolute;left:4988;top:7785;width:1605;height:653" coordorigin="5340,5880" coordsize="2445,6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<v:roundrect id="AutoShape 4212" o:spid="_x0000_s1032" style="position:absolute;left:5340;top:6014;width:2445;height:51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S7oMMA&#10;AADcAAAADwAAAGRycy9kb3ducmV2LnhtbESPQWvCQBCF7wX/wzKCl6KbCoYSXUUqgtfaHnocsmMS&#10;zc7G3dVEf33nUOhthvfmvW9Wm8G16k4hNp4NvM0yUMSltw1XBr6/9tN3UDEhW2w9k4EHRdisRy8r&#10;LKzv+ZPux1QpCeFYoIE6pa7QOpY1OYwz3xGLdvLBYZI1VNoG7CXctXqeZbl22LA01NjRR03l5Xhz&#10;Bi6L1xR0n3H5pF2e/5x3Q3t9GjMZD9slqERD+jf/XR+s4C+EVp6RCf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tS7oMMAAADcAAAADwAAAAAAAAAAAAAAAACYAgAAZHJzL2Rv&#10;d25yZXYueG1sUEsFBgAAAAAEAAQA9QAAAIgDAAAAAA==&#10;" fillcolor="#c3c3c3" strokecolor="#333" strokeweight="2.25pt">
                    <v:fill focus="50%" type="gradient"/>
                  </v:roundrect>
                  <v:rect id="Rectangle 4213" o:spid="_x0000_s1033" style="position:absolute;left:5340;top:5880;width:2433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mH28EA&#10;AADcAAAADwAAAGRycy9kb3ducmV2LnhtbERPTWsCMRC9C/0PYQpeRLO1WOpqlCJK9agV9Dgk4+62&#10;m8myiWb77xtB6G0e73Pmy87W4katrxwreBllIIi1MxUXCo5fm+E7CB+QDdaOScEveVgunnpzzI2L&#10;vKfbIRQihbDPUUEZQpNL6XVJFv3INcSJu7jWYkiwLaRpMaZwW8txlr1JixWnhhIbWpWkfw5XqyCe&#10;uhDj4Gg+dfWq19/7HfrzTqn+c/cxAxGoC//ih3tr0vzJFO7PpAv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Zh9vBAAAA3AAAAA8AAAAAAAAAAAAAAAAAmAIAAGRycy9kb3du&#10;cmV2LnhtbFBLBQYAAAAABAAEAPUAAACGAwAAAAA=&#10;" fillcolor="gray" strokecolor="#333"/>
                  <v:line id="Line 4214" o:spid="_x0000_s1034" style="position:absolute;visibility:visible;mso-wrap-style:square" from="5435,5991" to="7717,5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z/csUAAADcAAAADwAAAGRycy9kb3ducmV2LnhtbESPQWvCQBCF74X+h2WEXopuLCISXcUq&#10;Uq30UPUHDNkxCWZnY3ar0V/vHAreZnhv3vtmMmtdpS7UhNKzgX4vAUWceVtybuCwX3VHoEJEtlh5&#10;JgM3CjCbvr5MMLX+yr902cVcSQiHFA0UMdap1iEryGHo+ZpYtKNvHEZZm1zbBq8S7ir9kSRD7bBk&#10;aSiwpkVB2Wn35wxsv9tq9IMDfdfvyedy8XXONls05q3TzsegIrXxaf6/XlvBHwq+PCMT6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sz/csUAAADcAAAADwAAAAAAAAAA&#10;AAAAAAChAgAAZHJzL2Rvd25yZXYueG1sUEsFBgAAAAAEAAQA+QAAAJMDAAAAAA==&#10;" strokecolor="#333" strokeweight="2.25pt"/>
                </v:group>
                <v:group id="Group 16" o:spid="_x0000_s1035" style="position:absolute;left:6023;top:8055;width:283;height:283;rotation:-2997022fd" coordorigin="8863,5884" coordsize="283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Z+8q1cEAAADcAAAADwAA&#10;AAAAAAAAAAAAAACqAgAAZHJzL2Rvd25yZXYueG1sUEsFBgAAAAAEAAQA+gAAAJgDAAAAAA==&#10;">
                  <v:oval id="Oval 17" o:spid="_x0000_s1036" style="position:absolute;left:8863;top:5884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9eNMYA&#10;AADcAAAADwAAAGRycy9kb3ducmV2LnhtbESPT2vCQBDF74V+h2WE3upGU6xEVymCUtp6aPTibciO&#10;STA7G3bX/Pn23UKhtxnee795s94OphEdOV9bVjCbJiCIC6trLhWcT/vnJQgfkDU2lknBSB62m8eH&#10;NWba9vxNXR5KESHsM1RQhdBmUvqiIoN+alviqF2tMxji6kqpHfYRbho5T5KFNFhzvFBhS7uKilt+&#10;N5HydT98vOYpy5fm+OkuJ5+Ou0Kpp8nwtgIRaAj/5r/0u471F3P4fSZO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9eNMYAAADcAAAADwAAAAAAAAAAAAAAAACYAgAAZHJz&#10;L2Rvd25yZXYueG1sUEsFBgAAAAAEAAQA9QAAAIsDAAAAAA==&#10;" fillcolor="red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18" o:spid="_x0000_s1037" type="#_x0000_t5" style="position:absolute;left:8949;top:5904;width:113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wq0cMA&#10;AADcAAAADwAAAGRycy9kb3ducmV2LnhtbERPTWvCQBC9F/oflil4Ed3YUgnRVaJFmms1B49jdkzS&#10;ZmdDdo2xv75bELzN433Ocj2YRvTUudqygtk0AkFcWF1zqSA/7CYxCOeRNTaWScGNHKxXz09LTLS9&#10;8hf1e1+KEMIuQQWV920ipSsqMuimtiUO3Nl2Bn2AXSl1h9cQbhr5GkVzabDm0FBhS9uKip/9xSj4&#10;5U2axZ873Xzk78dDZml8+h4rNXoZ0gUIT4N/iO/uTIf58zf4fyZc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wq0cMAAADcAAAADwAAAAAAAAAAAAAAAACYAgAAZHJzL2Rv&#10;d25yZXYueG1sUEsFBgAAAAAEAAQA9QAAAIgDAAAAAA==&#10;" fillcolor="red"/>
                </v:group>
                <v:group id="Group 19" o:spid="_x0000_s1038" style="position:absolute;left:5273;top:8052;width:283;height:283;rotation:674154fd" coordorigin="8863,5884" coordsize="283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ilK2TwwAAANwAAAAP&#10;AAAAAAAAAAAAAAAAAKoCAABkcnMvZG93bnJldi54bWxQSwUGAAAAAAQABAD6AAAAmgMAAAAA&#10;">
                  <v:oval id="Oval 20" o:spid="_x0000_s1039" style="position:absolute;left:8863;top:5884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bGQMUA&#10;AADcAAAADwAAAGRycy9kb3ducmV2LnhtbESPQWsCMRCF74L/IYzgTbPWamVrlCIoUvXg2ou3YTPd&#10;XdxMliTq+u+bguBthvfeN2/my9bU4kbOV5YVjIYJCOLc6ooLBT+n9WAGwgdkjbVlUvAgD8tFtzPH&#10;VNs7H+mWhUJECPsUFZQhNKmUPi/JoB/ahjhqv9YZDHF1hdQO7xFuavmWJFNpsOJ4ocSGViXll+xq&#10;ImV/3Xx/ZGOW7/Vh584nP36scqX6vfbrE0SgNrzMz/RWx/rTCfw/Eye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hsZAxQAAANwAAAAPAAAAAAAAAAAAAAAAAJgCAABkcnMv&#10;ZG93bnJldi54bWxQSwUGAAAAAAQABAD1AAAAigMAAAAA&#10;" fillcolor="red"/>
                  <v:shape id="AutoShape 21" o:spid="_x0000_s1040" type="#_x0000_t5" style="position:absolute;left:8949;top:5904;width:113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uJScMA&#10;AADcAAAADwAAAGRycy9kb3ducmV2LnhtbERPTWvCQBC9F/wPywi9iNlUaJDUVdQizbUmhx7H7DSJ&#10;ZmdDdjXRX98tFHqbx/uc1WY0rbhR7xrLCl6iGARxaXXDlYIiP8yXIJxH1thaJgV3crBZT55WmGo7&#10;8Cfdjr4SIYRdigpq77tUSlfWZNBFtiMO3LftDfoA+0rqHocQblq5iONEGmw4NNTY0b6m8nK8GgUP&#10;3m2z5cdBt+/F61eeWZqdzjOlnqfj9g2Ep9H/i//cmQ7zkwR+nwkX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uJScMAAADcAAAADwAAAAAAAAAAAAAAAACYAgAAZHJzL2Rv&#10;d25yZXYueG1sUEsFBgAAAAAEAAQA9QAAAIgDAAAAAA==&#10;" fillcolor="red"/>
                </v:group>
              </v:group>
              <v:shape id="AutoShape 4220" o:spid="_x0000_s1041" style="position:absolute;left:5413;top:4721;width:312;height:397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Cd7MQA&#10;AADcAAAADwAAAGRycy9kb3ducmV2LnhtbERPTWvCQBC9F/oflil4KXVjKLZEV5GWguClWlG8Ddlp&#10;Nm12NmRHk/77bqHgbR7vc+bLwTfqQl2sAxuYjDNQxGWwNVcG9h9vD8+goiBbbAKTgR+KsFzc3syx&#10;sKHnLV12UqkUwrFAA06kLbSOpSOPcRxa4sR9hs6jJNhV2nbYp3Df6DzLptpjzanBYUsvjsrv3dkb&#10;4PeTfXzNN/br5I75anKQbX8vxozuhtUMlNAgV/G/e23T/OkT/D2TLt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AnezEAAAA3AAAAA8AAAAAAAAAAAAAAAAAmAIAAGRycy9k&#10;b3ducmV2LnhtbFBLBQYAAAAABAAEAPUAAACJAwAAAAA=&#10;" adj="0,,0" path="m,l840,21600r19920,l21600,,,xe" fillcolor="gray" strokecolor="#333" strokeweight="1.5pt">
                <v:stroke joinstyle="miter"/>
                <v:formulas/>
                <v:path o:connecttype="custom" o:connectlocs="78,56;40,113;2,56;40,0" o:connectangles="0,0,0,0" textboxrect="2215,2231,19385,19369"/>
              </v:shape>
              <v:group id="Group 23" o:spid="_x0000_s1042" style="position:absolute;left:5475;top:2483;width:68;height:2778" coordorigin="849,2471" coordsize="158,38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<v:shape id="Freeform 1505" o:spid="_x0000_s1043" style="position:absolute;left:874;top:5909;width:115;height:27;visibility:visible;mso-wrap-style:square;v-text-anchor:top" coordsize="177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s3ZsEA&#10;AADcAAAADwAAAGRycy9kb3ducmV2LnhtbERPTWvCQBC9C/0PyxR6040eRFNXKYLQU6VpJdchOyYh&#10;u7Nhd43Jv+8WBG/zeJ+zO4zWiIF8aB0rWC4yEMSV0y3XCn5/TvMNiBCRNRrHpGCiAIf9y2yHuXZ3&#10;/qahiLVIIRxyVNDE2OdShqohi2HheuLEXZ23GBP0tdQe7yncGrnKsrW02HJqaLCnY0NVV9ysgmGa&#10;xtPNlP7r0pnuXBbnaVhdlXp7HT/eQUQa41P8cH/qNH+9hf9n0gV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LN2bBAAAA3AAAAA8AAAAAAAAAAAAAAAAAmAIAAGRycy9kb3du&#10;cmV2LnhtbFBLBQYAAAAABAAEAPUAAACGAwAAAAA=&#10;" path="m,l177,,156,42,12,42,,xe" fillcolor="#767676" stroked="f">
                  <v:fill angle="90" focus="50%" type="gradient"/>
                  <v:path arrowok="t" o:connecttype="custom" o:connectlocs="0,0;49,0;43,11;3,11;0,0" o:connectangles="0,0,0,0,0"/>
                </v:shape>
                <v:shape id="AutoShape 1504" o:spid="_x0000_s1044" type="#_x0000_t5" style="position:absolute;left:872;top:5920;width:116;height:344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FXyscA&#10;AADcAAAADwAAAGRycy9kb3ducmV2LnhtbESPQUsDMRCF74L/IUzBm81W0OratKhFUIRCa6Eex824&#10;WXcz2Sax3f575yB4m+G9ee+b2WLwnTpQTE1gA5NxAYq4Crbh2sD2/fnyFlTKyBa7wGTgRAkW8/Oz&#10;GZY2HHlNh02ulYRwKtGAy7kvtU6VI49pHHpi0b5C9JhljbW2EY8S7jt9VRQ32mPD0uCwpydHVbv5&#10;8QZ224/X5b5dt6e7z0f3lr7j7no1NeZiNDzcg8o05H/z3/WLFfyp4MszMoG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4BV8rHAAAA3AAAAA8AAAAAAAAAAAAAAAAAmAIAAGRy&#10;cy9kb3ducmV2LnhtbFBLBQYAAAAABAAEAPUAAACMAwAAAAA=&#10;" adj="10685" fillcolor="#767676">
                  <v:fill angle="90" focus="50%" type="gradient"/>
                </v:shape>
                <v:roundrect id="AutoShape 1502" o:spid="_x0000_s1045" style="position:absolute;left:851;top:2508;width:155;height:341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3YxcMA&#10;AADcAAAADwAAAGRycy9kb3ducmV2LnhtbERPS2sCMRC+F/ofwhS81awKdl2NIqKg9FRbfNymm3E3&#10;dDNZNlG3/94Igrf5+J4zmbW2EhdqvHGsoNdNQBDnThsuFPx8r95TED4ga6wck4J/8jCbvr5MMNPu&#10;yl902YZCxBD2GSooQ6gzKX1ekkXfdTVx5E6usRgibAqpG7zGcFvJfpIMpUXDsaHEmhYl5X/bs1Vw&#10;MqY6/Bbp/DwYfW7yRbrc746JUp23dj4GEagNT/HDvdZx/kcP7s/EC+T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3YxcMAAADcAAAADwAAAAAAAAAAAAAAAACYAgAAZHJzL2Rv&#10;d25yZXYueG1sUEsFBgAAAAAEAAQA9QAAAIgDAAAAAA==&#10;" fillcolor="#767676">
                  <v:fill angle="90" focus="50%" type="gradient"/>
                </v:roundrect>
                <v:group id="Group 1508" o:spid="_x0000_s1046" style="position:absolute;left:857;top:4416;width:143;height:1736" coordorigin="1493,2182" coordsize="143,17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oval id="Oval 1509" o:spid="_x0000_s1047" style="position:absolute;left:1493;top:2182;width:143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/5ncMA&#10;AADcAAAADwAAAGRycy9kb3ducmV2LnhtbERP22oCMRB9L/gPYQTfNKuCtlujaKlgoVLqpc/DZtxd&#10;3EyWJLpbv94UhL7N4VxntmhNJa7kfGlZwXCQgCDOrC45V3DYr/vPIHxA1lhZJgW/5GEx7zzNMNW2&#10;4W+67kIuYgj7FBUUIdSplD4ryKAf2Jo4cifrDIYIXS61wyaGm0qOkmQiDZYcGwqs6a2g7Ly7GAVf&#10;76vDTX8cnWk+p42l9UvY/GyV6nXb5SuIQG34Fz/cGx3nT8fw90y8QM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/5ncMAAADcAAAADwAAAAAAAAAAAAAAAACYAgAAZHJzL2Rv&#10;d25yZXYueG1sUEsFBgAAAAAEAAQA9QAAAIgDAAAAAA==&#10;" fillcolor="#81f1f7" strokeweight=".25pt">
                    <v:fill opacity="32896f"/>
                  </v:oval>
                  <v:shape id="Freeform 1510" o:spid="_x0000_s1048" style="position:absolute;left:1493;top:2189;width:142;height:1729;visibility:visible;mso-wrap-style:square;v-text-anchor:top" coordsize="142,1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PdVsMA&#10;AADcAAAADwAAAGRycy9kb3ducmV2LnhtbERPTWvCQBC9C/0PyxS8SLOpiLVpVglFwZOlacEeh+w0&#10;Cc3Ohuzqxn/vCgVv83ifk29G04kzDa61rOA5SUEQV1a3XCv4/to9rUA4j6yxs0wKLuRgs36Y5Jhp&#10;G/iTzqWvRQxhl6GCxvs+k9JVDRl0ie2JI/drB4M+wqGWesAQw00n52m6lAZbjg0N9vTeUPVXnoyC&#10;8mhnfFoVu5/Da8E2hO1HOG6Vmj6OxRsIT6O/i//dex3nvyzg9ky8QK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PdVsMAAADcAAAADwAAAAAAAAAAAAAAAACYAgAAZHJzL2Rv&#10;d25yZXYueG1sUEsFBgAAAAAEAAQA9QAAAIgDAAAAAA==&#10;" path="m66,1729r18,l117,1513r21,-33l142,22,97,7,22,,,30,3,1474r24,36l66,1729xe" fillcolor="#81f1f7" stroked="f">
                    <v:fill opacity="32896f"/>
                    <v:path arrowok="t" o:connecttype="custom" o:connectlocs="66,1729;84,1729;117,1513;138,1480;142,22;97,7;22,0;0,30;3,1474;27,1510;66,1729" o:connectangles="0,0,0,0,0,0,0,0,0,0,0"/>
                  </v:shape>
                </v:group>
                <v:rect id="Rectangle 1503" o:spid="_x0000_s1049" style="position:absolute;left:867;top:2471;width:125;height: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lw1cIA&#10;AADcAAAADwAAAGRycy9kb3ducmV2LnhtbERPS4vCMBC+L/gfwgje1sRX1WoUEQRh14O6sNehGdti&#10;M6lN1PrvNwsLe5uP7znLdWsr8aDGl441DPoKBHHmTMm5hq/z7n0Gwgdkg5Vj0vAiD+tV522JqXFP&#10;PtLjFHIRQ9inqKEIoU6l9FlBFn3f1cSRu7jGYoiwyaVp8BnDbSWHSiXSYsmxocCatgVl19PdasBk&#10;bG6Hy+jz/HFPcJ63ajf5Vlr3uu1mASJQG/7Ff+69ifOnE/h9Jl4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eXDVwgAAANwAAAAPAAAAAAAAAAAAAAAAAJgCAABkcnMvZG93&#10;bnJldi54bWxQSwUGAAAAAAQABAD1AAAAhwMAAAAA&#10;" stroked="f"/>
                <v:shape id="Freeform 1506" o:spid="_x0000_s1050" style="position:absolute;left:880;top:6156;width:87;height:182;visibility:visible;mso-wrap-style:square;v-text-anchor:top" coordsize="135,2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UOpMAA&#10;AADcAAAADwAAAGRycy9kb3ducmV2LnhtbERPTWvCQBC9C/0PyxS86aalpiW6SrEEvEYr9DhkxyQ0&#10;OxOyaxL/fbcgeJvH+5zNbnKtGqj3jbCBl2UCirgU23Bl4PuULz5A+YBssRUmAzfysNs+zTaYWRm5&#10;oOEYKhVD2GdooA6hy7T2ZU0O/VI64shdpHcYIuwrbXscY7hr9WuSpNphw7Ghxo72NZW/x6sz4A/n&#10;r3HI97YovMjbKv9Jr2cxZv48fa5BBZrCQ3x3H2yc/57C/zPxAr3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nUOpMAAAADcAAAADwAAAAAAAAAAAAAAAACYAgAAZHJzL2Rvd25y&#10;ZXYueG1sUEsFBgAAAAAEAAQA9QAAAIUDAAAAAA==&#10;" path="m,3l135,,81,282,,3xe" fillcolor="#81f1f7" stroked="f">
                  <v:path arrowok="t" o:connecttype="custom" o:connectlocs="0,1;36,0;22,76;0,1" o:connectangles="0,0,0,0"/>
                </v:shape>
                <v:oval id="Oval 1507" o:spid="_x0000_s1051" style="position:absolute;left:860;top:2474;width:143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544sMA&#10;AADcAAAADwAAAGRycy9kb3ducmV2LnhtbERPTWvCQBC9F/wPyxR6002lVE3dBBFbCp7UUjxOs2MS&#10;zc6G3dVEf323IPQ2j/c587w3jbiQ87VlBc+jBARxYXXNpYKv3ftwCsIHZI2NZVJwJQ95NniYY6pt&#10;xxu6bEMpYgj7FBVUIbSplL6oyKAf2ZY4cgfrDIYIXSm1wy6Gm0aOk+RVGqw5NlTY0rKi4rQ9GwVS&#10;n9Y/nfTe3dz38eV6/pit9mOlnh77xRuIQH34F9/dnzrOn0zg75l4gc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9544sMAAADcAAAADwAAAAAAAAAAAAAAAACYAgAAZHJzL2Rv&#10;d25yZXYueG1sUEsFBgAAAAAEAAQA9QAAAIgDAAAAAA==&#10;" fillcolor="#767676" strokeweight=".5pt">
                  <v:fill angle="90" focus="50%" type="gradient"/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3" o:spid="_x0000_s1052" type="#_x0000_t32" style="position:absolute;left:852;top:5643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zRVsUAAADcAAAADwAAAGRycy9kb3ducmV2LnhtbESPQUsDMRCF74L/IYzgzWYV0bI2LaVF&#10;0YKUVg8eh824SbuZLEm6Xf+9cxC8zfDevPfNbDGGTg2Uso9s4HZSgSJuovXcGvj8eL6ZgsoF2WIX&#10;mQz8UIbF/PJihrWNZ97RsC+tkhDONRpwpfS11rlxFDBPYk8s2ndMAYusqdU24VnCQ6fvqupBB/Qs&#10;DQ57WjlqjvtTMLA+bPzybbu5//KnQ3p5P46DQ2fM9dW4fAJVaCz/5r/rVyv4j0Irz8gEe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kzRVsUAAADcAAAADwAAAAAAAAAA&#10;AAAAAAChAgAAZHJzL2Rvd25yZXYueG1sUEsFBgAAAAAEAAQA+QAAAJMDAAAAAA==&#10;" strokeweight=".5pt"/>
                <v:shape id="AutoShape 34" o:spid="_x0000_s1053" type="#_x0000_t32" style="position:absolute;left:852;top:5325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B0zcMAAADcAAAADwAAAGRycy9kb3ducmV2LnhtbERPS0sDMRC+C/6HMEJvNqsUtdumpVgq&#10;WijSx6HHYTNu0m4mS5Ju139vBMHbfHzPmc5714iOQrSeFTwMCxDEldeWawWH/er+BURMyBobz6Tg&#10;myLMZ7c3Uyy1v/KWul2qRQ7hWKICk1JbShkrQw7j0LfEmfvywWHKMNRSB7zmcNfIx6J4kg4t5waD&#10;Lb0aqs67i1OwPK3t4uNzPTrayym8bc59Z9AoNbjrFxMQifr0L/5zv+s8/3kMv8/kC+Ts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0AdM3DAAAA3AAAAA8AAAAAAAAAAAAA&#10;AAAAoQIAAGRycy9kb3ducmV2LnhtbFBLBQYAAAAABAAEAPkAAACRAwAAAAA=&#10;" strokeweight=".5pt"/>
                <v:shape id="AutoShape 35" o:spid="_x0000_s1054" type="#_x0000_t32" style="position:absolute;left:852;top:5004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+td8UAAADcAAAADwAAAGRycy9kb3ducmV2LnhtbESPT0sDMRDF74LfIUzBm81WRMratBRF&#10;0YJI/xw8Dptxk3YzWZJ0u3575yB4m+G9ee83i9UYOjVQyj6ygdm0AkXcROu5NXDYv9zOQeWCbLGL&#10;TAZ+KMNqeX21wNrGC29p2JVWSQjnGg24Uvpa69w4CpinsScW7TumgEXW1Gqb8CLhodN3VfWgA3qW&#10;Boc9PTlqTrtzMPB83Pj1++fm/sufj+n14zQODp0xN5Nx/Qiq0Fj+zX/Xb1bw54Ivz8gEe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+td8UAAADcAAAADwAAAAAAAAAA&#10;AAAAAAChAgAAZHJzL2Rvd25yZXYueG1sUEsFBgAAAAAEAAQA+QAAAJMDAAAAAA==&#10;" strokeweight=".5pt"/>
                <v:shape id="AutoShape 36" o:spid="_x0000_s1055" type="#_x0000_t32" style="position:absolute;left:852;top:4683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MI7MIAAADcAAAADwAAAGRycy9kb3ducmV2LnhtbERPTWsCMRC9C/0PYQreNKtIka1RpEWx&#10;Qim1PXgcNuMmupksSVy3/74pFLzN433OYtW7RnQUovWsYDIuQBBXXluuFXx/bUZzEDEha2w8k4If&#10;irBaPgwWWGp/40/qDqkWOYRjiQpMSm0pZawMOYxj3xJn7uSDw5RhqKUOeMvhrpHToniSDi3nBoMt&#10;vRiqLoerU/B63tv128d+drTXc9i+X/rOoFFq+Nivn0Ek6tNd/O/e6Tx/PoG/Z/IF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qMI7MIAAADcAAAADwAAAAAAAAAAAAAA&#10;AAChAgAAZHJzL2Rvd25yZXYueG1sUEsFBgAAAAAEAAQA+QAAAJADAAAAAA==&#10;" strokeweight=".5pt"/>
                <v:shape id="AutoShape 37" o:spid="_x0000_s1056" type="#_x0000_t32" style="position:absolute;left:852;top:4362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GWm8IAAADcAAAADwAAAGRycy9kb3ducmV2LnhtbERPTWsCMRC9C/0PYQreNFuRIlujSMXS&#10;ClJqe/A4bMZNdDNZkrhu/30jFLzN433OfNm7RnQUovWs4GlcgCCuvLZcK/j53oxmIGJC1th4JgW/&#10;FGG5eBjMsdT+yl/U7VMtcgjHEhWYlNpSylgZchjHviXO3NEHhynDUEsd8JrDXSMnRfEsHVrODQZb&#10;ejVUnfcXp2B92trVx+d2erCXU3jbnfvOoFFq+NivXkAk6tNd/O9+13n+bAK3Z/IF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nGWm8IAAADcAAAADwAAAAAAAAAAAAAA&#10;AAChAgAAZHJzL2Rvd25yZXYueG1sUEsFBgAAAAAEAAQA+QAAAJADAAAAAA==&#10;" strokeweight=".5pt"/>
                <v:shape id="AutoShape 38" o:spid="_x0000_s1057" type="#_x0000_t32" style="position:absolute;left:852;top:4035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0zAMMAAADcAAAADwAAAGRycy9kb3ducmV2LnhtbERPTWsCMRC9F/ofwgi9aVZbiqxGkUpL&#10;KxSp9eBx2Iyb6GayJHHd/vumIPQ2j/c582XvGtFRiNazgvGoAEFceW25VrD/fh1OQcSErLHxTAp+&#10;KMJycX83x1L7K39Rt0u1yCEcS1RgUmpLKWNlyGEc+ZY4c0cfHKYMQy11wGsOd42cFMWzdGg5Nxhs&#10;6cVQdd5dnIL1aWNXH9vN08FeTuHt89x3Bo1SD4N+NQORqE//4pv7Xef500f4eyZf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k9MwDDAAAA3AAAAA8AAAAAAAAAAAAA&#10;AAAAoQIAAGRycy9kb3ducmV2LnhtbFBLBQYAAAAABAAEAPkAAACRAwAAAAA=&#10;" strokeweight=".5pt"/>
                <v:shape id="AutoShape 39" o:spid="_x0000_s1058" type="#_x0000_t32" style="position:absolute;left:852;top:3717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SrdMIAAADcAAAADwAAAGRycy9kb3ducmV2LnhtbERPTWsCMRC9F/ofwhS81WxFimyNIhXF&#10;CqWoPXgcNuMmupksSVy3/74pFLzN433OdN67RnQUovWs4GVYgCCuvLZcK/g+rJ4nIGJC1th4JgU/&#10;FGE+e3yYYqn9jXfU7VMtcgjHEhWYlNpSylgZchiHviXO3MkHhynDUEsd8JbDXSNHRfEqHVrODQZb&#10;ejdUXfZXp2B53trFx9d2fLTXc1h/XvrOoFFq8NQv3kAk6tNd/O/e6Dx/Moa/Z/IFcvY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tSrdMIAAADcAAAADwAAAAAAAAAAAAAA&#10;AAChAgAAZHJzL2Rvd25yZXYueG1sUEsFBgAAAAAEAAQA+QAAAJADAAAAAA==&#10;" strokeweight=".5pt"/>
                <v:shape id="AutoShape 40" o:spid="_x0000_s1059" type="#_x0000_t32" style="position:absolute;left:849;top:3393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gO78MAAADcAAAADwAAAGRycy9kb3ducmV2LnhtbERPTWsCMRC9F/ofwgi9aVZpi6xGkUpL&#10;KxSp9eBx2Iyb6GayJHHd/vumIPQ2j/c582XvGtFRiNazgvGoAEFceW25VrD/fh1OQcSErLHxTAp+&#10;KMJycX83x1L7K39Rt0u1yCEcS1RgUmpLKWNlyGEc+ZY4c0cfHKYMQy11wGsOd42cFMWzdGg5Nxhs&#10;6cVQdd5dnIL1aWNXH9vN48FeTuHt89x3Bo1SD4N+NQORqE//4pv7Xef50yf4eyZf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YDu/DAAAA3AAAAA8AAAAAAAAAAAAA&#10;AAAAoQIAAGRycy9kb3ducmV2LnhtbFBLBQYAAAAABAAEAPkAAACRAwAAAAA=&#10;" strokeweight=".5pt"/>
                <v:shape id="AutoShape 41" o:spid="_x0000_s1060" type="#_x0000_t32" style="position:absolute;left:852;top:3072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qQmMIAAADcAAAADwAAAGRycy9kb3ducmV2LnhtbERPTWsCMRC9F/wPYYTeatZSRFajiKWl&#10;FUqp9eBx2Iyb6GayJHFd/70pFLzN433OfNm7RnQUovWsYDwqQBBXXluuFex+356mIGJC1th4JgVX&#10;irBcDB7mWGp/4R/qtqkWOYRjiQpMSm0pZawMOYwj3xJn7uCDw5RhqKUOeMnhrpHPRTGRDi3nBoMt&#10;rQ1Vp+3ZKXg9buzq83vzsrfnY3j/OvWdQaPU47BfzUAk6tNd/O/+0Hn+dAJ/z+QL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UqQmMIAAADcAAAADwAAAAAAAAAAAAAA&#10;AAChAgAAZHJzL2Rvd25yZXYueG1sUEsFBgAAAAAEAAQA+QAAAJADAAAAAA==&#10;" strokeweight=".5pt"/>
                <v:shape id="AutoShape 42" o:spid="_x0000_s1061" type="#_x0000_t32" style="position:absolute;left:854;top:2748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Y1A8MAAADcAAAADwAAAGRycy9kb3ducmV2LnhtbERPTWsCMRC9F/ofwgi9aVYpraxGkUpL&#10;KxSp9eBx2Iyb6GayJHHd/vumIPQ2j/c582XvGtFRiNazgvGoAEFceW25VrD/fh1OQcSErLHxTAp+&#10;KMJycX83x1L7K39Rt0u1yCEcS1RgUmpLKWNlyGEc+ZY4c0cfHKYMQy11wGsOd42cFMWTdGg5Nxhs&#10;6cVQdd5dnIL1aWNXH9vN48FeTuHt89x3Bo1SD4N+NQORqE//4pv7Xef502f4eyZf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GNQPDAAAA3AAAAA8AAAAAAAAAAAAA&#10;AAAAoQIAAGRycy9kb3ducmV2LnhtbFBLBQYAAAAABAAEAPkAAACRAwAAAAA=&#10;" strokeweight=".5pt"/>
              </v:group>
              <v:group id="Group 3434" o:spid="_x0000_s1062" style="position:absolute;left:5595;top:2479;width:85;height:4139" coordorigin="1924,1035" coordsize="318,61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<v:group id="Group 3435" o:spid="_x0000_s1063" style="position:absolute;left:1924;top:1035;width:318;height:6184" coordorigin="1924,1035" coordsize="318,61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<v:group id="Group 3436" o:spid="_x0000_s1064" style="position:absolute;left:1924;top:1035;width:318;height:6184" coordorigin="1924,1035" coordsize="318,61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  <v:group id="Group 3437" o:spid="_x0000_s1065" style="position:absolute;left:1948;top:1035;width:240;height:6184" coordorigin="1535,1035" coordsize="240,61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    <v:roundrect id="AutoShape 3438" o:spid="_x0000_s1066" style="position:absolute;left:1535;top:6661;width:240;height:558;visibility:visible;mso-wrap-style:square;v-text-anchor:top" arcsize="23189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Pno8IA&#10;AADcAAAADwAAAGRycy9kb3ducmV2LnhtbERP22oCMRB9L/gPYQTfNKtCa7dGkVKxiHhrfR824+7i&#10;ZrJsohv/3hSEvs3hXGc6D6YSN2pcaVnBcJCAIM6sLjlX8Puz7E9AOI+ssbJMCu7kYD7rvEwx1bbl&#10;A92OPhcxhF2KCgrv61RKlxVk0A1sTRy5s20M+gibXOoG2xhuKjlKkldpsOTYUGBNnwVll+PVKNht&#10;Vm/Dcjv+Ou33p3HIfFhf2oNSvW5YfIDwFPy/+On+1nH++wj+no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c+ejwgAAANwAAAAPAAAAAAAAAAAAAAAAAJgCAABkcnMvZG93&#10;bnJldi54bWxQSwUGAAAAAAQABAD1AAAAhwMAAAAA&#10;" fillcolor="#c2c2c2">
                        <v:fill angle="90" focus="50%" type="gradient"/>
                      </v:roundrect>
                      <v:roundrect id="AutoShape 3439" o:spid="_x0000_s1067" style="position:absolute;left:1535;top:1035;width:240;height:5641;visibility:visible;mso-wrap-style:square;v-text-anchor:top" arcsize=".4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l4BcQA&#10;AADcAAAADwAAAGRycy9kb3ducmV2LnhtbESPQWvDMAyF74X9B6NBb62zDUaX1S1lrLBDGW23Q48i&#10;VuPQWA62mqT/fh4MdpN47316Wq5H36qeYmoCG3iYF6CIq2Abrg18f21nC1BJkC22gcnAjRKsV3eT&#10;JZY2DHyg/ii1yhBOJRpwIl2pdaoceUzz0BFn7RyiR8lrrLWNOGS4b/VjUTxrjw3nCw47enNUXY5X&#10;nynDycXzDU/UNbKTnob3/efemOn9uHkFJTTKv/kv/WFz/Zcn+H0mT6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ZeAXEAAAA3AAAAA8AAAAAAAAAAAAAAAAAmAIAAGRycy9k&#10;b3ducmV2LnhtbFBLBQYAAAAABAAEAPUAAACJAwAAAAA=&#10;" fillcolor="#c2c2c2">
                        <v:fill angle="90" focus="50%" type="gradient"/>
                      </v:roundrect>
                      <v:rect id="Rectangle 3440" o:spid="_x0000_s1068" style="position:absolute;left:1590;top:6600;width:131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kclMMA&#10;AADcAAAADwAAAGRycy9kb3ducmV2LnhtbERP22rCQBB9L/gPywh9Ed2kFdHUNZSCbdEnLx8wZqdJ&#10;SHY2zW7N9u+7gtC3OZzrrPNgWnGl3tWWFaSzBARxYXXNpYLzaTtdgnAeWWNrmRT8koN8M3pYY6bt&#10;wAe6Hn0pYgi7DBVU3neZlK6oyKCb2Y44cl+2N+gj7EupexxiuGnlU5IspMGaY0OFHb1VVDTHH6Ng&#10;0u5989006XAp34vdpAsf2+eg1OM4vL6A8BT8v/ju/tRx/moOt2fiB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kclMMAAADcAAAADwAAAAAAAAAAAAAAAACYAgAAZHJzL2Rv&#10;d25yZXYueG1sUEsFBgAAAAAEAAQA9QAAAIgDAAAAAA==&#10;" fillcolor="#dcdcdc" stroked="f">
                        <v:fill angle="90" focus="50%" type="gradient"/>
                      </v:rect>
                    </v:group>
                    <v:group id="Group 3441" o:spid="_x0000_s1069" style="position:absolute;left:2037;top:1059;width:71;height:5657" coordorigin="2037,1110" coordsize="71,56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    <v:rect id="Rectangle 3442" o:spid="_x0000_s1070" style="position:absolute;left:2037;top:1110;width:71;height:55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bgf8EA&#10;AADcAAAADwAAAGRycy9kb3ducmV2LnhtbERPTWvCQBC9C/0PyxR6040thhpdpaSUehE0FrwOu2MS&#10;zM6G7EbTf+8Kgrd5vM9ZrgfbiAt1vnasYDpJQBBrZ2ouFfwdfsafIHxANtg4JgX/5GG9ehktMTPu&#10;ynu6FKEUMYR9hgqqENpMSq8rsugnriWO3Ml1FkOEXSlNh9cYbhv5niSptFhzbKiwpbwifS56q+A3&#10;zfEj6F3e97LZosbDDI/fSr29Dl8LEIGG8BQ/3BsT589TuD8TL5Cr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W4H/BAAAA3AAAAA8AAAAAAAAAAAAAAAAAmAIAAGRycy9kb3du&#10;cmV2LnhtbFBLBQYAAAAABAAEAPUAAACGAwAAAAA=&#10;" strokeweight=".25pt"/>
                      <v:rect id="Rectangle 3443" o:spid="_x0000_s1071" style="position:absolute;left:2044;top:6648;width:57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utw8IA&#10;AADcAAAADwAAAGRycy9kb3ducmV2LnhtbERPTYvCMBC9L/gfwgjeNNlVq1ajiCAI6kFd2OvQjG3Z&#10;ZtJtonb//UYQ9jaP9zmLVWsrcafGl441vA8UCOLMmZJzDZ+XbX8Kwgdkg5Vj0vBLHlbLztsCU+Me&#10;fKL7OeQihrBPUUMRQp1K6bOCLPqBq4kjd3WNxRBhk0vT4COG20p+KJVIiyXHhgJr2hSUfZ9vVgMm&#10;I/NzvA4Pl/0twVnequ34S2nd67brOYhAbfgXv9w7E+fPJvB8Jl4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663DwgAAANwAAAAPAAAAAAAAAAAAAAAAAJgCAABkcnMvZG93&#10;bnJldi54bWxQSwUGAAAAAAQABAD1AAAAhwMAAAAA&#10;" stroked="f"/>
                    </v:group>
                    <v:group id="Group 3444" o:spid="_x0000_s1072" style="position:absolute;left:1997;top:1110;width:172;height:5070" coordorigin="1997,1110" coordsize="172,5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    <v:line id="Line 3445" o:spid="_x0000_s1073" style="position:absolute;visibility:visible;mso-wrap-style:square" from="1997,1110" to="2167,11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R5ScMAAADcAAAADwAAAGRycy9kb3ducmV2LnhtbERPTWsCMRC9F/wPYYTeatYqpa5GkVKh&#10;eCisetDbsBk3i5vJmqTr+u9NodDbPN7nLFa9bURHPtSOFYxHGQji0umaKwWH/eblHUSIyBobx6Tg&#10;TgFWy8HTAnPtblxQt4uVSCEcclRgYmxzKUNpyGIYuZY4cWfnLcYEfSW1x1sKt418zbI3abHm1GCw&#10;pQ9D5WX3YxX4UwzH4jrZdtPq8/p98WZP50Kp52G/noOI1Md/8Z/7S6f5sxn8PpMu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skeUnDAAAA3AAAAA8AAAAAAAAAAAAA&#10;AAAAoQIAAGRycy9kb3ducmV2LnhtbFBLBQYAAAAABAAEAPkAAACRAwAAAAA=&#10;" strokeweight=".25pt"/>
                      <v:line id="Line 3446" o:spid="_x0000_s1074" style="position:absolute;visibility:visible;mso-wrap-style:square" from="2082,1177" to="2167,1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EkL8MAAADcAAAADwAAAGRycy9kb3ducmV2LnhtbESPQWsCMRSE7wX/Q3hCbzVrLSKrUUQq&#10;SA+FVQ96e2yem8XNy5rEdfvvm0LB4zAz3zCLVW8b0ZEPtWMF41EGgrh0uuZKwfGwfZuBCBFZY+OY&#10;FPxQgNVy8LLAXLsHF9TtYyUShEOOCkyMbS5lKA1ZDCPXEifv4rzFmKSvpPb4SHDbyPcsm0qLNacF&#10;gy1tDJXX/d0q8OcYTsVt8tV9VJ+376s3B7oUSr0O+/UcRKQ+PsP/7Z1WkIjwdyYdAbn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kxJC/DAAAA3AAAAA8AAAAAAAAAAAAA&#10;AAAAoQIAAGRycy9kb3ducmV2LnhtbFBLBQYAAAAABAAEAPkAAACRAwAAAAA=&#10;" strokeweight=".25pt"/>
                      <v:line id="Line 3447" o:spid="_x0000_s1075" style="position:absolute;visibility:visible;mso-wrap-style:square" from="2082,1245" to="2167,1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2BtMUAAADc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bZGH7PpCMgl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n2BtMUAAADcAAAADwAAAAAAAAAA&#10;AAAAAAChAgAAZHJzL2Rvd25yZXYueG1sUEsFBgAAAAAEAAQA+QAAAJMDAAAAAA==&#10;" strokeweight=".25pt"/>
                      <v:line id="Line 3448" o:spid="_x0000_s1076" style="position:absolute;visibility:visible;mso-wrap-style:square" from="2082,1312" to="2167,1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8fw8UAAADc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RZDr9n0hGQy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q8fw8UAAADcAAAADwAAAAAAAAAA&#10;AAAAAAChAgAAZHJzL2Rvd25yZXYueG1sUEsFBgAAAAAEAAQA+QAAAJMDAAAAAA==&#10;" strokeweight=".25pt"/>
                      <v:line id="Line 3449" o:spid="_x0000_s1077" style="position:absolute;visibility:visible;mso-wrap-style:square" from="2082,1380" to="2167,1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O6WMQAAADcAAAADwAAAGRycy9kb3ducmV2LnhtbESPQWsCMRSE7wX/Q3gFbzVbLSKrUURa&#10;EA+FVQ/t7bF5bhY3L2sS1/Xfm0LB4zAz3zCLVW8b0ZEPtWMF76MMBHHpdM2VguPh620GIkRkjY1j&#10;UnCnAKvl4GWBuXY3Lqjbx0okCIccFZgY21zKUBqyGEauJU7eyXmLMUlfSe3xluC2keMsm0qLNacF&#10;gy1tDJXn/dUq8L8x/BSXya77qD4v32dvDnQqlBq+9us5iEh9fIb/21utYJxN4O9MOgJy+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47pYxAAAANwAAAAPAAAAAAAAAAAA&#10;AAAAAKECAABkcnMvZG93bnJldi54bWxQSwUGAAAAAAQABAD5AAAAkgMAAAAA&#10;" strokeweight=".25pt"/>
                      <v:line id="Line 3450" o:spid="_x0000_s1078" style="position:absolute;visibility:visible;mso-wrap-style:square" from="1997,1448" to="2167,1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oiLMQAAADcAAAADwAAAGRycy9kb3ducmV2LnhtbESPQWsCMRSE7wX/Q3hCbzWrFSmrUUQU&#10;Sg+F1R709tg8N4ublzVJ1+2/bwTB4zAz3zCLVW8b0ZEPtWMF41EGgrh0uuZKwc9h9/YBIkRkjY1j&#10;UvBHAVbLwcsCc+1uXFC3j5VIEA45KjAxtrmUoTRkMYxcS5y8s/MWY5K+ktrjLcFtIydZNpMWa04L&#10;BlvaGCov+1+rwJ9iOBbX969uWm2v3xdvDnQulHod9us5iEh9fIYf7U+tYJJN4X4mHQG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CiIsxAAAANwAAAAPAAAAAAAAAAAA&#10;AAAAAKECAABkcnMvZG93bnJldi54bWxQSwUGAAAAAAQABAD5AAAAkgMAAAAA&#10;" strokeweight=".25pt"/>
                      <v:line id="Line 3451" o:spid="_x0000_s1079" style="position:absolute;visibility:visible;mso-wrap-style:square" from="2082,1515" to="2167,1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aHt8UAAADcAAAADwAAAGRycy9kb3ducmV2LnhtbESPQWsCMRSE74X+h/AK3mq2aotsjVKK&#10;gngQVnuot8fmuVncvKxJXNd/b4RCj8PMfMPMFr1tREc+1I4VvA0zEMSl0zVXCn72q9cpiBCRNTaO&#10;ScGNAizmz08zzLW7ckHdLlYiQTjkqMDE2OZShtKQxTB0LXHyjs5bjEn6SmqP1wS3jRxl2Ye0WHNa&#10;MNjSt6HytLtYBf4Qw29xHm+6SbU8b0/e7OlYKDV46b8+QUTq43/4r73WCkbZOzzOpCMg5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UaHt8UAAADcAAAADwAAAAAAAAAA&#10;AAAAAAChAgAAZHJzL2Rvd25yZXYueG1sUEsFBgAAAAAEAAQA+QAAAJMDAAAAAA==&#10;" strokeweight=".25pt"/>
                      <v:line id="Line 3452" o:spid="_x0000_s1080" style="position:absolute;visibility:visible;mso-wrap-style:square" from="2082,1583" to="2167,1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QZwMUAAADcAAAADwAAAGRycy9kb3ducmV2LnhtbESPT2sCMRTE7wW/Q3iCt5r1D1JWo4i0&#10;ID0UVnvQ22Pz3CxuXtYkrttv3wiFHoeZ+Q2z2vS2ER35UDtWMBlnIIhLp2uuFHwfP17fQISIrLFx&#10;TAp+KMBmPXhZYa7dgwvqDrESCcIhRwUmxjaXMpSGLIaxa4mTd3HeYkzSV1J7fCS4beQ0yxbSYs1p&#10;wWBLO0Pl9XC3Cvw5hlNxm3128+r99nX15kiXQqnRsN8uQUTq43/4r73XCqbZAp5n0hGQ6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ZQZwMUAAADcAAAADwAAAAAAAAAA&#10;AAAAAAChAgAAZHJzL2Rvd25yZXYueG1sUEsFBgAAAAAEAAQA+QAAAJMDAAAAAA==&#10;" strokeweight=".25pt"/>
                      <v:line id="Line 3453" o:spid="_x0000_s1081" style="position:absolute;visibility:visible;mso-wrap-style:square" from="2082,1650" to="2167,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i8W8UAAADcAAAADwAAAGRycy9kb3ducmV2LnhtbESPQWsCMRSE74X+h/AK3mq2Kq1sjVKK&#10;gngQVnuot8fmuVncvKxJXNd/b4RCj8PMfMPMFr1tREc+1I4VvA0zEMSl0zVXCn72q9cpiBCRNTaO&#10;ScGNAizmz08zzLW7ckHdLlYiQTjkqMDE2OZShtKQxTB0LXHyjs5bjEn6SmqP1wS3jRxl2bu0WHNa&#10;MNjSt6HytLtYBf4Qw29xHm+6SbU8b0/e7OlYKDV46b8+QUTq43/4r73WCkbZBzzOpCMg5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ti8W8UAAADcAAAADwAAAAAAAAAA&#10;AAAAAAChAgAAZHJzL2Rvd25yZXYueG1sUEsFBgAAAAAEAAQA+QAAAJMDAAAAAA==&#10;" strokeweight=".25pt"/>
                      <v:line id="Line 3454" o:spid="_x0000_s1082" style="position:absolute;visibility:visible;mso-wrap-style:square" from="2082,1718" to="2167,1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0coKcEAAADcAAAADwAAAGRycy9kb3ducmV2LnhtbERPz2vCMBS+D/wfwhN2m6luyKhGEVEQ&#10;D4PqDnp7NM+m2LzUJNb63y+HgceP7/d82dtGdORD7VjBeJSBIC6drrlS8HvcfnyDCBFZY+OYFDwp&#10;wHIxeJtjrt2DC+oOsRIphEOOCkyMbS5lKA1ZDCPXEifu4rzFmKCvpPb4SOG2kZMsm0qLNacGgy2t&#10;DZXXw90q8OcYTsXtc999VZvbz9WbI10Kpd6H/WoGIlIfX+J/904rmGRpbTqTjoBc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RygpwQAAANwAAAAPAAAAAAAAAAAAAAAA&#10;AKECAABkcnMvZG93bnJldi54bWxQSwUGAAAAAAQABAD5AAAAjwMAAAAA&#10;" strokeweight=".25pt"/>
                      <v:line id="Line 3455" o:spid="_x0000_s1083" style="position:absolute;visibility:visible;mso-wrap-style:square" from="1997,1786" to="2167,1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uNssUAAADcAAAADwAAAGRycy9kb3ducmV2LnhtbESPQWsCMRSE74X+h/AK3mq2KqVujVKK&#10;gngQVnuot8fmuVncvKxJXNd/b4RCj8PMfMPMFr1tREc+1I4VvA0zEMSl0zVXCn72q9cPECEia2wc&#10;k4IbBVjMn59mmGt35YK6XaxEgnDIUYGJsc2lDKUhi2HoWuLkHZ23GJP0ldQerwluGznKsndpsea0&#10;YLClb0PlaXexCvwhht/iPN50k2p53p682dOxUGrw0n99gojUx//wX3utFYyyKTzOpCMg5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AuNssUAAADcAAAADwAAAAAAAAAA&#10;AAAAAAChAgAAZHJzL2Rvd25yZXYueG1sUEsFBgAAAAAEAAQA+QAAAJMDAAAAAA==&#10;" strokeweight=".25pt"/>
                      <v:line id="Line 3456" o:spid="_x0000_s1084" style="position:absolute;visibility:visible;mso-wrap-style:square" from="2082,1853" to="2167,1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iy8sIAAADcAAAADwAAAGRycy9kb3ducmV2LnhtbERPz2vCMBS+C/sfwhN201Q3hnRGkaEg&#10;Owi1Htzt0TybYvNSk1i7/94cBjt+fL+X68G2oicfGscKZtMMBHHldMO1glO5myxAhIissXVMCn4p&#10;wHr1Mlpirt2DC+qPsRYphEOOCkyMXS5lqAxZDFPXESfu4rzFmKCvpfb4SOG2lfMs+5AWG04NBjv6&#10;MlRdj3erwP/EcC5ub9/9e729Ha7elHQplHodD5tPEJGG+C/+c++1gvkszU9n0hG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Oiy8sIAAADcAAAADwAAAAAAAAAAAAAA&#10;AAChAgAAZHJzL2Rvd25yZXYueG1sUEsFBgAAAAAEAAQA+QAAAJADAAAAAA==&#10;" strokeweight=".25pt"/>
                      <v:line id="Line 3457" o:spid="_x0000_s1085" style="position:absolute;visibility:visible;mso-wrap-style:square" from="2082,1921" to="2167,1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6QXacUAAADcAAAADwAAAGRycy9kb3ducmV2LnhtbESPQWsCMRSE74L/ITyhN82uFimrUaRU&#10;kB4Kqz20t8fmuVncvKxJXLf/vikUPA4z8w2z3g62FT350DhWkM8yEMSV0w3XCj5P++kLiBCRNbaO&#10;ScEPBdhuxqM1FtrduaT+GGuRIBwKVGBi7AopQ2XIYpi5jjh5Z+ctxiR9LbXHe4LbVs6zbCktNpwW&#10;DHb0aqi6HG9Wgf+O4au8Lt775/rt+nHx5kTnUqmnybBbgYg0xEf4v33QCuZ5Dn9n0hGQm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6QXacUAAADcAAAADwAAAAAAAAAA&#10;AAAAAAChAgAAZHJzL2Rvd25yZXYueG1sUEsFBgAAAAAEAAQA+QAAAJMDAAAAAA==&#10;" strokeweight=".25pt"/>
                      <v:line id="Line 3458" o:spid="_x0000_s1086" style="position:absolute;visibility:visible;mso-wrap-style:square" from="2082,1988" to="2167,1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aJHsUAAADcAAAADwAAAGRycy9kb3ducmV2LnhtbESPQWsCMRSE74X+h/AKvdWsq5SyNUoR&#10;BelBWO1Bb4/Nc7O4eVmTuG7/fSMIPQ4z8w0zWwy2FT350DhWMB5lIIgrpxuuFfzs128fIEJE1tg6&#10;JgW/FGAxf36aYaHdjUvqd7EWCcKhQAUmxq6QMlSGLIaR64iTd3LeYkzS11J7vCW4bWWeZe/SYsNp&#10;wWBHS0PVeXe1CvwxhkN5mXz303p12Z692dOpVOr1Zfj6BBFpiP/hR3ujFeTjHO5n0hG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3aJHsUAAADcAAAADwAAAAAAAAAA&#10;AAAAAAChAgAAZHJzL2Rvd25yZXYueG1sUEsFBgAAAAAEAAQA+QAAAJMDAAAAAA==&#10;" strokeweight=".25pt"/>
                      <v:line id="Line 3459" o:spid="_x0000_s1087" style="position:absolute;visibility:visible;mso-wrap-style:square" from="2082,2056" to="2167,2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oshcQAAADcAAAADwAAAGRycy9kb3ducmV2LnhtbESPQWsCMRSE7wX/Q3hCbzWrliKrUURa&#10;kB4Kqx709tg8N4ublzWJ6/rvTaHQ4zAz3zCLVW8b0ZEPtWMF41EGgrh0uuZKwWH/9TYDESKyxsYx&#10;KXhQgNVy8LLAXLs7F9TtYiUShEOOCkyMbS5lKA1ZDCPXEifv7LzFmKSvpPZ4T3DbyEmWfUiLNacF&#10;gy1tDJWX3c0q8KcYjsV1+t29V5/Xn4s3ezoXSr0O+/UcRKQ+/of/2lutYDKewu+ZdATk8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OiyFxAAAANwAAAAPAAAAAAAAAAAA&#10;AAAAAKECAABkcnMvZG93bnJldi54bWxQSwUGAAAAAAQABAD5AAAAkgMAAAAA&#10;" strokeweight=".25pt"/>
                      <v:line id="Line 3460" o:spid="_x0000_s1088" style="position:absolute;visibility:visible;mso-wrap-style:square" from="1997,2124" to="2167,21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O08cQAAADcAAAADwAAAGRycy9kb3ducmV2LnhtbESPQWsCMRSE7wX/Q3iF3mpWKyJboxRR&#10;kB4Kqx7s7bF5bhY3L2sS1+2/bwTB4zAz3zDzZW8b0ZEPtWMFo2EGgrh0uuZKwWG/eZ+BCBFZY+OY&#10;FPxRgOVi8DLHXLsbF9TtYiUShEOOCkyMbS5lKA1ZDEPXEifv5LzFmKSvpPZ4S3DbyHGWTaXFmtOC&#10;wZZWhsrz7moV+N8YjsXl47ubVOvLz9mbPZ0Kpd5e+69PEJH6+Aw/2lutYDyawP1MOgJ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07TxxAAAANwAAAAPAAAAAAAAAAAA&#10;AAAAAKECAABkcnMvZG93bnJldi54bWxQSwUGAAAAAAQABAD5AAAAkgMAAAAA&#10;" strokeweight=".25pt"/>
                      <v:line id="Line 3461" o:spid="_x0000_s1089" style="position:absolute;visibility:visible;mso-wrap-style:square" from="2082,2191" to="2167,2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8RasUAAADcAAAADwAAAGRycy9kb3ducmV2LnhtbESPQWsCMRSE7wX/Q3iCt5pV21JWo4go&#10;SA+F1R7q7bF5bhY3L2sS1+2/bwoFj8PMfMMsVr1tREc+1I4VTMYZCOLS6ZorBV/H3fM7iBCRNTaO&#10;ScEPBVgtB08LzLW7c0HdIVYiQTjkqMDE2OZShtKQxTB2LXHyzs5bjEn6SmqP9wS3jZxm2Zu0WHNa&#10;MNjSxlB5OdysAn+K4bu4zj66l2p7/bx4c6RzodRo2K/nICL18RH+b++1gunkFf7OpCM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J8RasUAAADcAAAADwAAAAAAAAAA&#10;AAAAAAChAgAAZHJzL2Rvd25yZXYueG1sUEsFBgAAAAAEAAQA+QAAAJMDAAAAAA==&#10;" strokeweight=".25pt"/>
                      <v:line id="Line 3462" o:spid="_x0000_s1090" style="position:absolute;visibility:visible;mso-wrap-style:square" from="2082,2259" to="2167,2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2PHcQAAADcAAAADwAAAGRycy9kb3ducmV2LnhtbESPQWsCMRSE7wX/Q3gFbzWrFpGtUYq0&#10;IB4Kqx7s7bF5bhY3L2sS1/XfNwXB4zAz3zCLVW8b0ZEPtWMF41EGgrh0uuZKwWH//TYHESKyxsYx&#10;KbhTgNVy8LLAXLsbF9TtYiUShEOOCkyMbS5lKA1ZDCPXEifv5LzFmKSvpPZ4S3DbyEmWzaTFmtOC&#10;wZbWhsrz7moV+N8YjsVluu3eq6/Lz9mbPZ0KpYav/ecHiEh9fIYf7Y1WMBnP4P9MOgJ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TY8dxAAAANwAAAAPAAAAAAAAAAAA&#10;AAAAAKECAABkcnMvZG93bnJldi54bWxQSwUGAAAAAAQABAD5AAAAkgMAAAAA&#10;" strokeweight=".25pt"/>
                      <v:line id="Line 3463" o:spid="_x0000_s1091" style="position:absolute;visibility:visible;mso-wrap-style:square" from="2082,2326" to="2167,2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EqhsUAAADcAAAADwAAAGRycy9kb3ducmV2LnhtbESPQWsCMRSE7wX/Q3iCt5pVS1tWo4go&#10;SA+F1R7q7bF5bhY3L2sS1+2/bwoFj8PMfMMsVr1tREc+1I4VTMYZCOLS6ZorBV/H3fM7iBCRNTaO&#10;ScEPBVgtB08LzLW7c0HdIVYiQTjkqMDE2OZShtKQxTB2LXHyzs5bjEn6SmqP9wS3jZxm2au0WHNa&#10;MNjSxlB5OdysAn+K4bu4zj66l2p7/bx4c6RzodRo2K/nICL18RH+b++1gunkDf7OpCM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wEqhsUAAADcAAAADwAAAAAAAAAA&#10;AAAAAAChAgAAZHJzL2Rvd25yZXYueG1sUEsFBgAAAAAEAAQA+QAAAJMDAAAAAA==&#10;" strokeweight=".25pt"/>
                      <v:line id="Line 3464" o:spid="_x0000_s1092" style="position:absolute;visibility:visible;mso-wrap-style:square" from="2082,2394" to="2167,2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6+9MIAAADcAAAADwAAAGRycy9kb3ducmV2LnhtbERPz2vCMBS+C/sfwhN201Q3hnRGkaEg&#10;Owi1Htzt0TybYvNSk1i7/94cBjt+fL+X68G2oicfGscKZtMMBHHldMO1glO5myxAhIissXVMCn4p&#10;wHr1Mlpirt2DC+qPsRYphEOOCkyMXS5lqAxZDFPXESfu4rzFmKCvpfb4SOG2lfMs+5AWG04NBjv6&#10;MlRdj3erwP/EcC5ub9/9e729Ha7elHQplHodD5tPEJGG+C/+c++1gvksrU1n0hGQq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p6+9MIAAADcAAAADwAAAAAAAAAAAAAA&#10;AAChAgAAZHJzL2Rvd25yZXYueG1sUEsFBgAAAAAEAAQA+QAAAJADAAAAAA==&#10;" strokeweight=".25pt"/>
                      <v:line id="Line 3465" o:spid="_x0000_s1093" style="position:absolute;visibility:visible;mso-wrap-style:square" from="1997,2462" to="2167,2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Ibb8UAAADcAAAADwAAAGRycy9kb3ducmV2LnhtbESPQWsCMRSE7wX/Q3iCt5pVS2lXo4go&#10;SA+F1R7q7bF5bhY3L2sS1+2/bwoFj8PMfMMsVr1tREc+1I4VTMYZCOLS6ZorBV/H3fMbiBCRNTaO&#10;ScEPBVgtB08LzLW7c0HdIVYiQTjkqMDE2OZShtKQxTB2LXHyzs5bjEn6SmqP9wS3jZxm2au0WHNa&#10;MNjSxlB5OdysAn+K4bu4zj66l2p7/bx4c6RzodRo2K/nICL18RH+b++1gunkHf7OpCM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dIbb8UAAADcAAAADwAAAAAAAAAA&#10;AAAAAAChAgAAZHJzL2Rvd25yZXYueG1sUEsFBgAAAAAEAAQA+QAAAJMDAAAAAA==&#10;" strokeweight=".25pt"/>
                      <v:line id="Line 3466" o:spid="_x0000_s1094" style="position:absolute;visibility:visible;mso-wrap-style:square" from="2082,2529" to="2167,2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R4T8EAAADcAAAADwAAAGRycy9kb3ducmV2LnhtbERPz2vCMBS+D/wfwhN2m6mdyKhGEdlA&#10;dhhUd9Dbo3k2xealJrF2//1yEDx+fL+X68G2oicfGscKppMMBHHldMO1gt/D19sHiBCRNbaOScEf&#10;BVivRi9LLLS7c0n9PtYihXAoUIGJsSukDJUhi2HiOuLEnZ23GBP0tdQe7ynctjLPsrm02HBqMNjR&#10;1lB12d+sAn+K4Vhe37/7Wf15/bl4c6BzqdTreNgsQEQa4lP8cO+0gjxP89OZdAT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hHhPwQAAANwAAAAPAAAAAAAAAAAAAAAA&#10;AKECAABkcnMvZG93bnJldi54bWxQSwUGAAAAAAQABAD5AAAAjwMAAAAA&#10;" strokeweight=".25pt"/>
                      <v:line id="Line 3467" o:spid="_x0000_s1095" style="position:absolute;visibility:visible;mso-wrap-style:square" from="2082,2597" to="2167,2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jd1MUAAADcAAAADwAAAGRycy9kb3ducmV2LnhtbESPQWsCMRSE74X+h/AKvdWsq5SyNUoR&#10;BelBWO1Bb4/Nc7O4eVmTuG7/fSMIPQ4z8w0zWwy2FT350DhWMB5lIIgrpxuuFfzs128fIEJE1tg6&#10;JgW/FGAxf36aYaHdjUvqd7EWCcKhQAUmxq6QMlSGLIaR64iTd3LeYkzS11J7vCW4bWWeZe/SYsNp&#10;wWBHS0PVeXe1CvwxhkN5mXz303p12Z692dOpVOr1Zfj6BBFpiP/hR3ujFeT5GO5n0hG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cjd1MUAAADcAAAADwAAAAAAAAAA&#10;AAAAAAChAgAAZHJzL2Rvd25yZXYueG1sUEsFBgAAAAAEAAQA+QAAAJMDAAAAAA==&#10;" strokeweight=".25pt"/>
                      <v:line id="Line 3468" o:spid="_x0000_s1096" style="position:absolute;visibility:visible;mso-wrap-style:square" from="2082,2664" to="2167,2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pDo8UAAADc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R5Dr9n0hGQy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RpDo8UAAADcAAAADwAAAAAAAAAA&#10;AAAAAAChAgAAZHJzL2Rvd25yZXYueG1sUEsFBgAAAAAEAAQA+QAAAJMDAAAAAA==&#10;" strokeweight=".25pt"/>
                      <v:line id="Line 3469" o:spid="_x0000_s1097" style="position:absolute;visibility:visible;mso-wrap-style:square" from="2082,2732" to="2167,2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bmOMUAAADcAAAADwAAAGRycy9kb3ducmV2LnhtbESPQWsCMRSE7wX/Q3hCbzXrWkpZjSLS&#10;gvRQWO1Bb4/Nc7O4eVmTuK7/3hQKPQ4z8w2zWA22FT350DhWMJ1kIIgrpxuuFfzsP1/eQYSIrLF1&#10;TAruFGC1HD0tsNDuxiX1u1iLBOFQoAITY1dIGSpDFsPEdcTJOzlvMSbpa6k93hLctjLPsjdpseG0&#10;YLCjjaHqvLtaBf4Yw6G8zL761/rj8n32Zk+nUqnn8bCeg4g0xP/wX3urFeT5DH7PpCMgl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lbmOMUAAADcAAAADwAAAAAAAAAA&#10;AAAAAAChAgAAZHJzL2Rvd25yZXYueG1sUEsFBgAAAAAEAAQA+QAAAJMDAAAAAA==&#10;" strokeweight=".25pt"/>
                      <v:line id="Line 3470" o:spid="_x0000_s1098" style="position:absolute;visibility:visible;mso-wrap-style:square" from="1997,3139" to="2167,3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9+TMUAAADcAAAADwAAAGRycy9kb3ducmV2LnhtbESPQWsCMRSE70L/Q3hCb5p1K0VWo0hp&#10;QXoorHpob4/Nc7O4eVmTuG7/fSMIPQ4z8w2z2gy2FT350DhWMJtmIIgrpxuuFRwPH5MFiBCRNbaO&#10;ScEvBdisn0YrLLS7cUn9PtYiQTgUqMDE2BVShsqQxTB1HXHyTs5bjEn6WmqPtwS3rcyz7FVabDgt&#10;GOzozVB13l+tAv8Tw3d5efns5/X75evszYFOpVLP42G7BBFpiP/hR3unFeT5HO5n0hGQ6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9+TMUAAADcAAAADwAAAAAAAAAA&#10;AAAAAAChAgAAZHJzL2Rvd25yZXYueG1sUEsFBgAAAAAEAAQA+QAAAJMDAAAAAA==&#10;" strokeweight=".25pt"/>
                      <v:line id="Line 3471" o:spid="_x0000_s1099" style="position:absolute;visibility:visible;mso-wrap-style:square" from="2082,3206" to="2167,3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Pb18UAAADcAAAADwAAAGRycy9kb3ducmV2LnhtbESPQWsCMRSE70L/Q3iF3jTbtUrZGkWk&#10;QulBWO2hvT02z83i5mVN0nX77xtB8DjMzDfMYjXYVvTkQ+NYwfMkA0FcOd1wreDrsB2/gggRWWPr&#10;mBT8UYDV8mG0wEK7C5fU72MtEoRDgQpMjF0hZagMWQwT1xEn7+i8xZikr6X2eElw28o8y+bSYsNp&#10;wWBHG0PVaf9rFfifGL7L8/Szf6nfz7uTNwc6lko9PQ7rNxCRhngP39ofWkGez+B6Jh0Buf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vPb18UAAADcAAAADwAAAAAAAAAA&#10;AAAAAAChAgAAZHJzL2Rvd25yZXYueG1sUEsFBgAAAAAEAAQA+QAAAJMDAAAAAA==&#10;" strokeweight=".25pt"/>
                      <v:line id="Line 3472" o:spid="_x0000_s1100" style="position:absolute;visibility:visible;mso-wrap-style:square" from="2082,3274" to="2167,3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FFoMUAAADcAAAADwAAAGRycy9kb3ducmV2LnhtbESPQWsCMRSE7wX/Q3gFbzXbtUjZGqVI&#10;C+KhsNqD3h6b52Zx87ImcV3/fVMQPA4z8w0zXw62FT350DhW8DrJQBBXTjdcK/jdfb+8gwgRWWPr&#10;mBTcKMByMXqaY6HdlUvqt7EWCcKhQAUmxq6QMlSGLIaJ64iTd3TeYkzS11J7vCa4bWWeZTNpseG0&#10;YLCjlaHqtL1YBf4Qw748Tzf9W/11/jl5s6NjqdT4efj8ABFpiI/wvb3WCvJ8Bv9n0hG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iFFoMUAAADcAAAADwAAAAAAAAAA&#10;AAAAAAChAgAAZHJzL2Rvd25yZXYueG1sUEsFBgAAAAAEAAQA+QAAAJMDAAAAAA==&#10;" strokeweight=".25pt"/>
                      <v:line id="Line 3473" o:spid="_x0000_s1101" style="position:absolute;visibility:visible;mso-wrap-style:square" from="2082,3341" to="2167,3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3gO8UAAADcAAAADwAAAGRycy9kb3ducmV2LnhtbESPQWsCMRSE70L/Q3iF3jTbtWjZGkWk&#10;QulBWO2hvT02z83i5mVN0nX77xtB8DjMzDfMYjXYVvTkQ+NYwfMkA0FcOd1wreDrsB2/gggRWWPr&#10;mBT8UYDV8mG0wEK7C5fU72MtEoRDgQpMjF0hZagMWQwT1xEn7+i8xZikr6X2eElw28o8y2bSYsNp&#10;wWBHG0PVaf9rFfifGL7L8/Szf6nfz7uTNwc6lko9PQ7rNxCRhngP39ofWkGez+F6Jh0Buf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W3gO8UAAADcAAAADwAAAAAAAAAA&#10;AAAAAAChAgAAZHJzL2Rvd25yZXYueG1sUEsFBgAAAAAEAAQA+QAAAJMDAAAAAA==&#10;" strokeweight=".25pt"/>
                      <v:line id="Line 3474" o:spid="_x0000_s1102" style="position:absolute;visibility:visible;mso-wrap-style:square" from="2082,3409" to="2167,3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J0ScEAAADcAAAADwAAAGRycy9kb3ducmV2LnhtbERPz2vCMBS+D/wfwhN2m6mdyKhGEdlA&#10;dhhUd9Dbo3k2xealJrF2//1yEDx+fL+X68G2oicfGscKppMMBHHldMO1gt/D19sHiBCRNbaOScEf&#10;BVivRi9LLLS7c0n9PtYihXAoUIGJsSukDJUhi2HiOuLEnZ23GBP0tdQe7ynctjLPsrm02HBqMNjR&#10;1lB12d+sAn+K4Vhe37/7Wf15/bl4c6BzqdTreNgsQEQa4lP8cO+0gjxPa9OZdAT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8nRJwQAAANwAAAAPAAAAAAAAAAAAAAAA&#10;AKECAABkcnMvZG93bnJldi54bWxQSwUGAAAAAAQABAD5AAAAjwMAAAAA&#10;" strokeweight=".25pt"/>
                      <v:line id="Line 3475" o:spid="_x0000_s1103" style="position:absolute;visibility:visible;mso-wrap-style:square" from="1997,3815" to="2167,3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7R0sUAAADcAAAADwAAAGRycy9kb3ducmV2LnhtbESPQWsCMRSE70L/Q3iF3jTbtYjdGkWk&#10;QulBWO2hvT02z83i5mVN0nX77xtB8DjMzDfMYjXYVvTkQ+NYwfMkA0FcOd1wreDrsB3PQYSIrLF1&#10;TAr+KMBq+TBaYKHdhUvq97EWCcKhQAUmxq6QMlSGLIaJ64iTd3TeYkzS11J7vCS4bWWeZTNpseG0&#10;YLCjjaHqtP+1CvxPDN/lefrZv9Tv593JmwMdS6WeHof1G4hIQ7yHb+0PrSDPX+F6Jh0Buf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77R0sUAAADcAAAADwAAAAAAAAAA&#10;AAAAAAChAgAAZHJzL2Rvd25yZXYueG1sUEsFBgAAAAAEAAQA+QAAAJMDAAAAAA==&#10;" strokeweight=".25pt"/>
                      <v:line id="Line 3476" o:spid="_x0000_s1104" style="position:absolute;visibility:visible;mso-wrap-style:square" from="2082,3882" to="2167,3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13uksIAAADcAAAADwAAAGRycy9kb3ducmV2LnhtbERPy4rCMBTdC/MP4Q7MTlMfiHSMIqIw&#10;zGKg6sLZXZprU2xuahJr5+8nC8Hl4byX6942oiMfascKxqMMBHHpdM2VgtNxP1yACBFZY+OYFPxR&#10;gPXqbbDEXLsHF9QdYiVSCIccFZgY21zKUBqyGEauJU7cxXmLMUFfSe3xkcJtIydZNpcWa04NBlva&#10;Giqvh7tV4H9jOBe36Xc3q3a3n6s3R7oUSn2895tPEJH6+BI/3V9awWSa5qcz6QjI1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13uksIAAADcAAAADwAAAAAAAAAAAAAA&#10;AAChAgAAZHJzL2Rvd25yZXYueG1sUEsFBgAAAAAEAAQA+QAAAJADAAAAAA==&#10;" strokeweight=".25pt"/>
                      <v:line id="Line 3477" o:spid="_x0000_s1105" style="position:absolute;visibility:visible;mso-wrap-style:square" from="2082,3950" to="2167,3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FLCcQAAADcAAAADwAAAGRycy9kb3ducmV2LnhtbESPQWsCMRSE7wX/Q3hCbzWrliKrUURa&#10;kB4Kqx709tg8N4ublzWJ6/rvTaHQ4zAz3zCLVW8b0ZEPtWMF41EGgrh0uuZKwWH/9TYDESKyxsYx&#10;KXhQgNVy8LLAXLs7F9TtYiUShEOOCkyMbS5lKA1ZDCPXEifv7LzFmKSvpPZ4T3DbyEmWfUiLNacF&#10;gy1tDJWX3c0q8KcYjsV1+t29V5/Xn4s3ezoXSr0O+/UcRKQ+/of/2lutYDIdw++ZdATk8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EUsJxAAAANwAAAAPAAAAAAAAAAAA&#10;AAAAAKECAABkcnMvZG93bnJldi54bWxQSwUGAAAAAAQABAD5AAAAkgMAAAAA&#10;" strokeweight=".25pt"/>
                      <v:line id="Line 3478" o:spid="_x0000_s1106" style="position:absolute;visibility:visible;mso-wrap-style:square" from="2082,4017" to="2167,4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PVfsUAAADcAAAADwAAAGRycy9kb3ducmV2LnhtbESPQWsCMRSE7wX/Q3hCbzXrWkpZjSLS&#10;gvRQWO1Bb4/Nc7O4eVmTuK7/3hQKPQ4z8w2zWA22FT350DhWMJ1kIIgrpxuuFfzsP1/eQYSIrLF1&#10;TAruFGC1HD0tsNDuxiX1u1iLBOFQoAITY1dIGSpDFsPEdcTJOzlvMSbpa6k93hLctjLPsjdpseG0&#10;YLCjjaHqvLtaBf4Yw6G8zL761/rj8n32Zk+nUqnn8bCeg4g0xP/wX3urFeSzHH7PpCMgl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MPVfsUAAADcAAAADwAAAAAAAAAA&#10;AAAAAAChAgAAZHJzL2Rvd25yZXYueG1sUEsFBgAAAAAEAAQA+QAAAJMDAAAAAA==&#10;" strokeweight=".25pt"/>
                      <v:line id="Line 3479" o:spid="_x0000_s1107" style="position:absolute;visibility:visible;mso-wrap-style:square" from="2082,4085" to="2167,4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9w5cUAAADcAAAADwAAAGRycy9kb3ducmV2LnhtbESPQWsCMRSE7wX/Q3hCbzWrW0pZjSLS&#10;gvRQWO1Bb4/Nc7O4eVmTuK7/3hQKPQ4z8w2zWA22FT350DhWMJ1kIIgrpxuuFfzsP1/eQYSIrLF1&#10;TAruFGC1HD0tsNDuxiX1u1iLBOFQoAITY1dIGSpDFsPEdcTJOzlvMSbpa6k93hLctnKWZW/SYsNp&#10;wWBHG0PVeXe1CvwxhkN5yb/61/rj8n32Zk+nUqnn8bCeg4g0xP/wX3urFczyHH7PpCMgl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49w5cUAAADcAAAADwAAAAAAAAAA&#10;AAAAAAChAgAAZHJzL2Rvd25yZXYueG1sUEsFBgAAAAAEAAQA+QAAAJMDAAAAAA==&#10;" strokeweight=".25pt"/>
                      <v:line id="Line 3480" o:spid="_x0000_s1108" style="position:absolute;visibility:visible;mso-wrap-style:square" from="1997,4153" to="2167,4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bokcUAAADcAAAADwAAAGRycy9kb3ducmV2LnhtbESPT2sCMRTE7wW/Q3hCbzXrH6SsRhGx&#10;UHoorHqot8fmuVncvKxJum6/fSMIHoeZ+Q2zXPe2ER35UDtWMB5lIIhLp2uuFBwPH2/vIEJE1tg4&#10;JgV/FGC9GrwsMdfuxgV1+1iJBOGQowITY5tLGUpDFsPItcTJOztvMSbpK6k93hLcNnKSZXNpsea0&#10;YLClraHysv+1Cvwphp/iOv3qZtXu+n3x5kDnQqnXYb9ZgIjUx2f40f7UCibTGdzPpCM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GbokcUAAADcAAAADwAAAAAAAAAA&#10;AAAAAAChAgAAZHJzL2Rvd25yZXYueG1sUEsFBgAAAAAEAAQA+QAAAJMDAAAAAA==&#10;" strokeweight=".25pt"/>
                      <v:line id="Line 3481" o:spid="_x0000_s1109" style="position:absolute;visibility:visible;mso-wrap-style:square" from="2082,4220" to="2167,4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pNCsUAAADcAAAADwAAAGRycy9kb3ducmV2LnhtbESPQWsCMRSE7wX/Q3hCbzWrtiKrUaS0&#10;UDwUVj3o7bF5bhY3L2uSruu/bwoFj8PMfMMs171tREc+1I4VjEcZCOLS6ZorBYf958scRIjIGhvH&#10;pOBOAdarwdMSc+1uXFC3i5VIEA45KjAxtrmUoTRkMYxcS5y8s/MWY5K+ktrjLcFtIydZNpMWa04L&#10;Blt6N1Redj9WgT/FcCyu0233Wn1cvy/e7OlcKPU87DcLEJH6+Aj/t7+0gsn0Df7Op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ypNCsUAAADcAAAADwAAAAAAAAAA&#10;AAAAAAChAgAAZHJzL2Rvd25yZXYueG1sUEsFBgAAAAAEAAQA+QAAAJMDAAAAAA==&#10;" strokeweight=".25pt"/>
                      <v:line id="Line 3482" o:spid="_x0000_s1110" style="position:absolute;visibility:visible;mso-wrap-style:square" from="2082,4288" to="2167,4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jTfcQAAADcAAAADwAAAGRycy9kb3ducmV2LnhtbESPQWsCMRSE7wX/Q3iCt5qtisjWKEUU&#10;pIfCqgd7e2yem8XNy5rEdfvvG6HQ4zAz3zDLdW8b0ZEPtWMFb+MMBHHpdM2VgtNx97oAESKyxsYx&#10;KfihAOvV4GWJuXYPLqg7xEokCIccFZgY21zKUBqyGMauJU7exXmLMUlfSe3xkeC2kZMsm0uLNacF&#10;gy1tDJXXw90q8N8xnIvb9LObVdvb19WbI10KpUbD/uMdRKQ+/of/2nutYDKdw/NMOgJ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+NN9xAAAANwAAAAPAAAAAAAAAAAA&#10;AAAAAKECAABkcnMvZG93bnJldi54bWxQSwUGAAAAAAQABAD5AAAAkgMAAAAA&#10;" strokeweight=".25pt"/>
                      <v:line id="Line 3483" o:spid="_x0000_s1111" style="position:absolute;visibility:visible;mso-wrap-style:square" from="2082,4355" to="2167,4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R25sUAAADcAAAADwAAAGRycy9kb3ducmV2LnhtbESPQWsCMRSE7wX/Q3hCbzWrliqrUaS0&#10;UDwUVj3o7bF5bhY3L2uSruu/bwoFj8PMfMMs171tREc+1I4VjEcZCOLS6ZorBYf958scRIjIGhvH&#10;pOBOAdarwdMSc+1uXFC3i5VIEA45KjAxtrmUoTRkMYxcS5y8s/MWY5K+ktrjLcFtIydZ9iYt1pwW&#10;DLb0bqi87H6sAn+K4Vhcp9vutfq4fl+82dO5UOp52G8WICL18RH+b39pBZPpDP7Op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LR25sUAAADcAAAADwAAAAAAAAAA&#10;AAAAAAChAgAAZHJzL2Rvd25yZXYueG1sUEsFBgAAAAAEAAQA+QAAAJMDAAAAAA==&#10;" strokeweight=".25pt"/>
                      <v:line id="Line 3484" o:spid="_x0000_s1112" style="position:absolute;visibility:visible;mso-wrap-style:square" from="2082,4423" to="2167,4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vilMIAAADcAAAADwAAAGRycy9kb3ducmV2LnhtbERPy4rCMBTdC/MP4Q7MTlMfiHSMIqIw&#10;zGKg6sLZXZprU2xuahJr5+8nC8Hl4byX6942oiMfascKxqMMBHHpdM2VgtNxP1yACBFZY+OYFPxR&#10;gPXqbbDEXLsHF9QdYiVSCIccFZgY21zKUBqyGEauJU7cxXmLMUFfSe3xkcJtIydZNpcWa04NBlva&#10;Giqvh7tV4H9jOBe36Xc3q3a3n6s3R7oUSn2895tPEJH6+BI/3V9awWSa1qYz6QjI1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SvilMIAAADcAAAADwAAAAAAAAAAAAAA&#10;AAChAgAAZHJzL2Rvd25yZXYueG1sUEsFBgAAAAAEAAQA+QAAAJADAAAAAA==&#10;" strokeweight=".25pt"/>
                      <v:line id="Line 3485" o:spid="_x0000_s1113" style="position:absolute;visibility:visible;mso-wrap-style:square" from="1997,4830" to="2167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dHD8UAAADcAAAADwAAAGRycy9kb3ducmV2LnhtbESPQWsCMRSE7wX/Q3hCbzWrlqKrUaS0&#10;UDwUVj3o7bF5bhY3L2uSruu/bwoFj8PMfMMs171tREc+1I4VjEcZCOLS6ZorBYf958sMRIjIGhvH&#10;pOBOAdarwdMSc+1uXFC3i5VIEA45KjAxtrmUoTRkMYxcS5y8s/MWY5K+ktrjLcFtIydZ9iYt1pwW&#10;DLb0bqi87H6sAn+K4Vhcp9vutfq4fl+82dO5UOp52G8WICL18RH+b39pBZPpHP7Op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mdHD8UAAADcAAAADwAAAAAAAAAA&#10;AAAAAAChAgAAZHJzL2Rvd25yZXYueG1sUEsFBgAAAAAEAAQA+QAAAJMDAAAAAA==&#10;" strokeweight=".25pt"/>
                      <v:line id="Line 3486" o:spid="_x0000_s1114" style="position:absolute;visibility:visible;mso-wrap-style:square" from="2082,4897" to="2167,4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ud78IAAADcAAAADwAAAGRycy9kb3ducmV2LnhtbERPy4rCMBTdD/gP4QqzG1MfDFKNIqIg&#10;sxioutDdpbk2xeamJrF2/n6yGJjl4byX6942oiMfascKxqMMBHHpdM2VgvNp/zEHESKyxsYxKfih&#10;AOvV4G2JuXYvLqg7xkqkEA45KjAxtrmUoTRkMYxcS5y4m/MWY4K+ktrjK4XbRk6y7FNarDk1GGxp&#10;a6i8H59Wgb/GcCke069uVu0e33dvTnQrlHof9psFiEh9/Bf/uQ9awWSW5qcz6Qj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1ud78IAAADcAAAADwAAAAAAAAAAAAAA&#10;AAChAgAAZHJzL2Rvd25yZXYueG1sUEsFBgAAAAAEAAQA+QAAAJADAAAAAA==&#10;" strokeweight=".25pt"/>
                      <v:line id="Line 3487" o:spid="_x0000_s1115" style="position:absolute;visibility:visible;mso-wrap-style:square" from="2082,4965" to="2167,4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c4dMQAAADcAAAADwAAAGRycy9kb3ducmV2LnhtbESPQWsCMRSE7wX/Q3iF3mpWKyJboxRR&#10;kB4Kqx7s7bF5bhY3L2sS1+2/bwTB4zAz3zDzZW8b0ZEPtWMFo2EGgrh0uuZKwWG/eZ+BCBFZY+OY&#10;FPxRgOVi8DLHXLsbF9TtYiUShEOOCkyMbS5lKA1ZDEPXEifv5LzFmKSvpPZ4S3DbyHGWTaXFmtOC&#10;wZZWhsrz7moV+N8YjsXl47ubVOvLz9mbPZ0Kpd5e+69PEJH6+Aw/2lutYDwZwf1MOgJ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Fzh0xAAAANwAAAAPAAAAAAAAAAAA&#10;AAAAAKECAABkcnMvZG93bnJldi54bWxQSwUGAAAAAAQABAD5AAAAkgMAAAAA&#10;" strokeweight=".25pt"/>
                      <v:line id="Line 3488" o:spid="_x0000_s1116" style="position:absolute;visibility:visible;mso-wrap-style:square" from="2082,5032" to="2167,5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WmA8UAAADcAAAADwAAAGRycy9kb3ducmV2LnhtbESPQWsCMRSE70L/Q3hCb5p1K0VWo0hp&#10;QXoorHpob4/Nc7O4eVmTuG7/fSMIPQ4z8w2z2gy2FT350DhWMJtmIIgrpxuuFRwPH5MFiBCRNbaO&#10;ScEvBdisn0YrLLS7cUn9PtYiQTgUqMDE2BVShsqQxTB1HXHyTs5bjEn6WmqPtwS3rcyz7FVabDgt&#10;GOzozVB13l+tAv8Tw3d5efns5/X75evszYFOpVLP42G7BBFpiP/hR3unFeTzHO5n0hGQ6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MWmA8UAAADcAAAADwAAAAAAAAAA&#10;AAAAAAChAgAAZHJzL2Rvd25yZXYueG1sUEsFBgAAAAAEAAQA+QAAAJMDAAAAAA==&#10;" strokeweight=".25pt"/>
                      <v:line id="Line 3489" o:spid="_x0000_s1117" style="position:absolute;visibility:visible;mso-wrap-style:square" from="2082,5100" to="2167,5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kDmMUAAADcAAAADwAAAGRycy9kb3ducmV2LnhtbESPT2sCMRTE7wW/Q3hCbzXrH6SsRhGx&#10;UHoorHqot8fmuVncvKxJum6/fSMIHoeZ+Q2zXPe2ER35UDtWMB5lIIhLp2uuFBwPH2/vIEJE1tg4&#10;JgV/FGC9GrwsMdfuxgV1+1iJBOGQowITY5tLGUpDFsPItcTJOztvMSbpK6k93hLcNnKSZXNpsea0&#10;YLClraHysv+1Cvwphp/iOv3qZtXu+n3x5kDnQqnXYb9ZgIjUx2f40f7UCiazKdzPpCM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4kDmMUAAADcAAAADwAAAAAAAAAA&#10;AAAAAAChAgAAZHJzL2Rvd25yZXYueG1sUEsFBgAAAAAEAAQA+QAAAJMDAAAAAA==&#10;" strokeweight=".25pt"/>
                      <v:line id="Line 3490" o:spid="_x0000_s1118" style="position:absolute;visibility:visible;mso-wrap-style:square" from="1997,2800" to="2167,2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Cb7MUAAADcAAAADwAAAGRycy9kb3ducmV2LnhtbESPQWsCMRSE7wX/Q3hCbzWrXUpZjSLS&#10;gngorPagt8fmuVncvKxJXNd/3xQKPQ4z8w2zWA22FT350DhWMJ1kIIgrpxuuFXwfPl/eQYSIrLF1&#10;TAoeFGC1HD0tsNDuziX1+1iLBOFQoAITY1dIGSpDFsPEdcTJOztvMSbpa6k93hPctnKWZW/SYsNp&#10;wWBHG0PVZX+zCvwphmN5fd31ef1x/bp4c6BzqdTzeFjPQUQa4n/4r73VCmZ5Dr9n0hGQy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GCb7MUAAADcAAAADwAAAAAAAAAA&#10;AAAAAAChAgAAZHJzL2Rvd25yZXYueG1sUEsFBgAAAAAEAAQA+QAAAJMDAAAAAA==&#10;" strokeweight=".25pt"/>
                      <v:line id="Line 3491" o:spid="_x0000_s1119" style="position:absolute;visibility:visible;mso-wrap-style:square" from="2082,2867" to="2167,2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w+d8UAAADcAAAADwAAAGRycy9kb3ducmV2LnhtbESPQWsCMRSE7wX/Q3iF3mq21opsjSKi&#10;UHoQVj3Y22Pz3CxuXtYkrtt/3wgFj8PMfMPMFr1tREc+1I4VvA0zEMSl0zVXCg77zesURIjIGhvH&#10;pOCXAizmg6cZ5trduKBuFyuRIBxyVGBibHMpQ2nIYhi6ljh5J+ctxiR9JbXHW4LbRo6ybCIt1pwW&#10;DLa0MlSed1erwP/EcCwu79/duFpftmdv9nQqlHp57pefICL18RH+b39pBaPxB9zPpCMg5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yw+d8UAAADcAAAADwAAAAAAAAAA&#10;AAAAAAChAgAAZHJzL2Rvd25yZXYueG1sUEsFBgAAAAAEAAQA+QAAAJMDAAAAAA==&#10;" strokeweight=".25pt"/>
                      <v:line id="Line 3492" o:spid="_x0000_s1120" style="position:absolute;visibility:visible;mso-wrap-style:square" from="2082,2935" to="2167,2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/6gAMQAAADcAAAADwAAAGRycy9kb3ducmV2LnhtbESPQWsCMRSE70L/Q3gFb5qtFZGtUYpY&#10;KB6EVQ/29tg8N4ublzVJ1+2/bwTB4zAz3zCLVW8b0ZEPtWMFb+MMBHHpdM2VguPhazQHESKyxsYx&#10;KfijAKvly2CBuXY3Lqjbx0okCIccFZgY21zKUBqyGMauJU7e2XmLMUlfSe3xluC2kZMsm0mLNacF&#10;gy2tDZWX/a9V4H9iOBXX9203rTbX3cWbA50LpYav/ecHiEh9fIYf7W+tYDKdwf1MOgJ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/qAAxAAAANwAAAAPAAAAAAAAAAAA&#10;AAAAAKECAABkcnMvZG93bnJldi54bWxQSwUGAAAAAAQABAD5AAAAkgMAAAAA&#10;" strokeweight=".25pt"/>
                      <v:line id="Line 3493" o:spid="_x0000_s1121" style="position:absolute;visibility:visible;mso-wrap-style:square" from="2082,3002" to="2167,3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IFm8UAAADcAAAADwAAAGRycy9kb3ducmV2LnhtbESPQWsCMRSE7wX/Q3iF3mq2VqpsjSKi&#10;UHoQVj3Y22Pz3CxuXtYkrtt/3wgFj8PMfMPMFr1tREc+1I4VvA0zEMSl0zVXCg77zesURIjIGhvH&#10;pOCXAizmg6cZ5trduKBuFyuRIBxyVGBibHMpQ2nIYhi6ljh5J+ctxiR9JbXHW4LbRo6y7ENarDkt&#10;GGxpZag8765Wgf+J4Vhc3r+7cbW+bM/e7OlUKPXy3C8/QUTq4yP83/7SCkbjCdzPpCMg5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LIFm8UAAADcAAAADwAAAAAAAAAA&#10;AAAAAAChAgAAZHJzL2Rvd25yZXYueG1sUEsFBgAAAAAEAAQA+QAAAJMDAAAAAA==&#10;" strokeweight=".25pt"/>
                      <v:line id="Line 3494" o:spid="_x0000_s1122" style="position:absolute;visibility:visible;mso-wrap-style:square" from="2082,3070" to="2167,3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2R6cIAAADcAAAADwAAAGRycy9kb3ducmV2LnhtbERPy4rCMBTdD/gP4QqzG1MfDFKNIqIg&#10;sxioutDdpbk2xeamJrF2/n6yGJjl4byX6942oiMfascKxqMMBHHpdM2VgvNp/zEHESKyxsYxKfih&#10;AOvV4G2JuXYvLqg7xkqkEA45KjAxtrmUoTRkMYxcS5y4m/MWY4K+ktrjK4XbRk6y7FNarDk1GGxp&#10;a6i8H59Wgb/GcCke069uVu0e33dvTnQrlHof9psFiEh9/Bf/uQ9awWSW1qYz6Qj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S2R6cIAAADcAAAADwAAAAAAAAAAAAAA&#10;AAChAgAAZHJzL2Rvd25yZXYueG1sUEsFBgAAAAAEAAQA+QAAAJADAAAAAA==&#10;" strokeweight=".25pt"/>
                      <v:line id="Line 3495" o:spid="_x0000_s1123" style="position:absolute;visibility:visible;mso-wrap-style:square" from="1997,3477" to="2167,3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E0csUAAADcAAAADwAAAGRycy9kb3ducmV2LnhtbESPQWsCMRSE7wX/Q3iF3mq2VopujSKi&#10;UHoQVj3Y22Pz3CxuXtYkrtt/3wgFj8PMfMPMFr1tREc+1I4VvA0zEMSl0zVXCg77zesERIjIGhvH&#10;pOCXAizmg6cZ5trduKBuFyuRIBxyVGBibHMpQ2nIYhi6ljh5J+ctxiR9JbXHW4LbRo6y7ENarDkt&#10;GGxpZag8765Wgf+J4Vhc3r+7cbW+bM/e7OlUKPXy3C8/QUTq4yP83/7SCkbjKdzPpCMg5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mE0csUAAADcAAAADwAAAAAAAAAA&#10;AAAAAAChAgAAZHJzL2Rvd25yZXYueG1sUEsFBgAAAAAEAAQA+QAAAJMDAAAAAA==&#10;" strokeweight=".25pt"/>
                      <v:line id="Line 3496" o:spid="_x0000_s1124" style="position:absolute;visibility:visible;mso-wrap-style:square" from="2082,3544" to="2167,3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ILMsIAAADcAAAADwAAAGRycy9kb3ducmV2LnhtbERPz2vCMBS+D/wfwhN2m6m6iVSjiCiM&#10;HQZVD3p7NM+m2LzUJNbuv18Ogx0/vt/LdW8b0ZEPtWMF41EGgrh0uuZKwem4f5uDCBFZY+OYFPxQ&#10;gPVq8LLEXLsnF9QdYiVSCIccFZgY21zKUBqyGEauJU7c1XmLMUFfSe3xmcJtIydZNpMWa04NBlva&#10;Gipvh4dV4C8xnIv79Kt7r3b375s3R7oWSr0O+80CRKQ+/ov/3J9aweQjzU9n0hG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oILMsIAAADcAAAADwAAAAAAAAAAAAAA&#10;AAChAgAAZHJzL2Rvd25yZXYueG1sUEsFBgAAAAAEAAQA+QAAAJADAAAAAA==&#10;" strokeweight=".25pt"/>
                      <v:line id="Line 3497" o:spid="_x0000_s1125" style="position:absolute;visibility:visible;mso-wrap-style:square" from="2082,3612" to="2167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6uqcUAAADcAAAADwAAAGRycy9kb3ducmV2LnhtbESPQWsCMRSE7wX/Q3iCt5pV21JWo4go&#10;SA+F1R7q7bF5bhY3L2sS1+2/bwoFj8PMfMMsVr1tREc+1I4VTMYZCOLS6ZorBV/H3fM7iBCRNTaO&#10;ScEPBVgtB08LzLW7c0HdIVYiQTjkqMDE2OZShtKQxTB2LXHyzs5bjEn6SmqP9wS3jZxm2Zu0WHNa&#10;MNjSxlB5OdysAn+K4bu4zj66l2p7/bx4c6RzodRo2K/nICL18RH+b++1gunrBP7OpCM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c6uqcUAAADcAAAADwAAAAAAAAAA&#10;AAAAAAChAgAAZHJzL2Rvd25yZXYueG1sUEsFBgAAAAAEAAQA+QAAAJMDAAAAAA==&#10;" strokeweight=".25pt"/>
                      <v:line id="Line 3498" o:spid="_x0000_s1126" style="position:absolute;visibility:visible;mso-wrap-style:square" from="2082,3679" to="2167,36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ww3sUAAADcAAAADwAAAGRycy9kb3ducmV2LnhtbESPQWsCMRSE70L/Q3iF3jTbtUrZGkWk&#10;QulBWO2hvT02z83i5mVN0nX77xtB8DjMzDfMYjXYVvTkQ+NYwfMkA0FcOd1wreDrsB2/gggRWWPr&#10;mBT8UYDV8mG0wEK7C5fU72MtEoRDgQpMjF0hZagMWQwT1xEn7+i8xZikr6X2eElw28o8y+bSYsNp&#10;wWBHG0PVaf9rFfifGL7L8/Szf6nfz7uTNwc6lko9PQ7rNxCRhngP39ofWkE+y+F6Jh0Buf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Rww3sUAAADcAAAADwAAAAAAAAAA&#10;AAAAAAChAgAAZHJzL2Rvd25yZXYueG1sUEsFBgAAAAAEAAQA+QAAAJMDAAAAAA==&#10;" strokeweight=".25pt"/>
                      <v:line id="Line 3499" o:spid="_x0000_s1127" style="position:absolute;visibility:visible;mso-wrap-style:square" from="2082,3747" to="2167,3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CVRcUAAADcAAAADwAAAGRycy9kb3ducmV2LnhtbESPQWsCMRSE7wX/Q3hCbzWrtiKrUaS0&#10;UDwUVj3o7bF5bhY3L2uSruu/bwoFj8PMfMMs171tREc+1I4VjEcZCOLS6ZorBYf958scRIjIGhvH&#10;pOBOAdarwdMSc+1uXFC3i5VIEA45KjAxtrmUoTRkMYxcS5y8s/MWY5K+ktrjLcFtIydZNpMWa04L&#10;Blt6N1Redj9WgT/FcCyu0233Wn1cvy/e7OlcKPU87DcLEJH6+Aj/t7+0gsnbFP7Op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lCVRcUAAADcAAAADwAAAAAAAAAA&#10;AAAAAAChAgAAZHJzL2Rvd25yZXYueG1sUEsFBgAAAAAEAAQA+QAAAJMDAAAAAA==&#10;" strokeweight=".25pt"/>
                      <v:line id="Line 3500" o:spid="_x0000_s1128" style="position:absolute;visibility:visible;mso-wrap-style:square" from="1997,4491" to="2167,4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kNMcUAAADcAAAADwAAAGRycy9kb3ducmV2LnhtbESPQWsCMRSE7wX/Q3iF3mq21opsjSKi&#10;UHoQVj3Y22Pz3CxuXtYkrtt/3wgFj8PMfMPMFr1tREc+1I4VvA0zEMSl0zVXCg77zesURIjIGhvH&#10;pOCXAizmg6cZ5trduKBuFyuRIBxyVGBibHMpQ2nIYhi6ljh5J+ctxiR9JbXHW4LbRo6ybCIt1pwW&#10;DLa0MlSed1erwP/EcCwu79/duFpftmdv9nQqlHp57pefICL18RH+b39pBaOPMdzPpCMg5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bkNMcUAAADcAAAADwAAAAAAAAAA&#10;AAAAAAChAgAAZHJzL2Rvd25yZXYueG1sUEsFBgAAAAAEAAQA+QAAAJMDAAAAAA==&#10;" strokeweight=".25pt"/>
                      <v:line id="Line 3501" o:spid="_x0000_s1129" style="position:absolute;visibility:visible;mso-wrap-style:square" from="2082,4558" to="2167,4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WoqsUAAADcAAAADwAAAGRycy9kb3ducmV2LnhtbESPQWsCMRSE7wX/Q3iCt5pVq5TVKFJa&#10;KD0Iqx7q7bF5bhY3L2uSrtt/bwoFj8PMfMOsNr1tREc+1I4VTMYZCOLS6ZorBcfDx/MriBCRNTaO&#10;ScEvBdisB08rzLW7cUHdPlYiQTjkqMDE2OZShtKQxTB2LXHyzs5bjEn6SmqPtwS3jZxm2UJarDkt&#10;GGzpzVB52f9YBf4Uw3dxnX11L9X7dXfx5kDnQqnRsN8uQUTq4yP83/7UCqbzOfydS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WoqsUAAADcAAAADwAAAAAAAAAA&#10;AAAAAAChAgAAZHJzL2Rvd25yZXYueG1sUEsFBgAAAAAEAAQA+QAAAJMDAAAAAA==&#10;" strokeweight=".25pt"/>
                      <v:line id="Line 3502" o:spid="_x0000_s1130" style="position:absolute;visibility:visible;mso-wrap-style:square" from="2082,4626" to="2167,4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ic23cUAAADcAAAADwAAAGRycy9kb3ducmV2LnhtbESPQWsCMRSE7wX/Q3hCbzVbtVK2RhGp&#10;UDwUVj3Y22Pz3CxuXtYkXdd/bwoFj8PMfMPMl71tREc+1I4VvI4yEMSl0zVXCg77zcs7iBCRNTaO&#10;ScGNAiwXg6c55tpduaBuFyuRIBxyVGBibHMpQ2nIYhi5ljh5J+ctxiR9JbXHa4LbRo6zbCYt1pwW&#10;DLa0NlSed79Wgf+J4VhcJttuWn1evs/e7OlUKPU87FcfICL18RH+b39pBeO3GfydSUd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ic23cUAAADcAAAADwAAAAAAAAAA&#10;AAAAAAChAgAAZHJzL2Rvd25yZXYueG1sUEsFBgAAAAAEAAQA+QAAAJMDAAAAAA==&#10;" strokeweight=".25pt"/>
                      <v:line id="Line 3503" o:spid="_x0000_s1131" style="position:absolute;visibility:visible;mso-wrap-style:square" from="2082,4693" to="2167,4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uTRsUAAADcAAAADwAAAGRycy9kb3ducmV2LnhtbESPQWsCMRSE7wX/Q3iCt5rVtrasRhGp&#10;ID0UVj20t8fmuVncvKxJXLf/vikUPA4z8w2zWPW2ER35UDtWMBlnIIhLp2uuFBwP28c3ECEia2wc&#10;k4IfCrBaDh4WmGt344K6faxEgnDIUYGJsc2lDKUhi2HsWuLknZy3GJP0ldQebwluGznNspm0WHNa&#10;MNjSxlB53l+tAv8dw1dxefronqv3y+fZmwOdCqVGw349BxGpj/fwf3unFUxfXuHvTDo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uTRsUAAADcAAAADwAAAAAAAAAA&#10;AAAAAAChAgAAZHJzL2Rvd25yZXYueG1sUEsFBgAAAAAEAAQA+QAAAJMDAAAAAA==&#10;" strokeweight=".25pt"/>
                      <v:line id="Line 3504" o:spid="_x0000_s1132" style="position:absolute;visibility:visible;mso-wrap-style:square" from="2082,4761" to="2167,4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QHNMIAAADcAAAADwAAAGRycy9kb3ducmV2LnhtbERPz2vCMBS+D/wfwhN2m6m6iVSjiCiM&#10;HQZVD3p7NM+m2LzUJNbuv18Ogx0/vt/LdW8b0ZEPtWMF41EGgrh0uuZKwem4f5uDCBFZY+OYFPxQ&#10;gPVq8LLEXLsnF9QdYiVSCIccFZgY21zKUBqyGEauJU7c1XmLMUFfSe3xmcJtIydZNpMWa04NBlva&#10;Gipvh4dV4C8xnIv79Kt7r3b375s3R7oWSr0O+80CRKQ+/ov/3J9aweQjrU1n0hG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PQHNMIAAADcAAAADwAAAAAAAAAAAAAA&#10;AAChAgAAZHJzL2Rvd25yZXYueG1sUEsFBgAAAAAEAAQA+QAAAJADAAAAAA==&#10;" strokeweight=".25pt"/>
                      <v:line id="Line 3505" o:spid="_x0000_s1133" style="position:absolute;visibility:visible;mso-wrap-style:square" from="1999,6180" to="2169,6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iir8UAAADcAAAADwAAAGRycy9kb3ducmV2LnhtbESPQWsCMRSE7wX/Q3iCt5rVttKuRhGp&#10;ID0UVj20t8fmuVncvKxJXLf/vikUPA4z8w2zWPW2ER35UDtWMBlnIIhLp2uuFBwP28dXECEia2wc&#10;k4IfCrBaDh4WmGt344K6faxEgnDIUYGJsc2lDKUhi2HsWuLknZy3GJP0ldQebwluGznNspm0WHNa&#10;MNjSxlB53l+tAv8dw1dxefronqv3y+fZmwOdCqVGw349BxGpj/fwf3unFUxf3uDvTDo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7iir8UAAADcAAAADwAAAAAAAAAA&#10;AAAAAAChAgAAZHJzL2Rvd25yZXYueG1sUEsFBgAAAAAEAAQA+QAAAJMDAAAAAA==&#10;" strokeweight=".25pt"/>
                      <v:line id="Line 3506" o:spid="_x0000_s1134" style="position:absolute;visibility:visible;mso-wrap-style:square" from="1997,5167" to="2167,51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7Bj8EAAADcAAAADwAAAGRycy9kb3ducmV2LnhtbERPz2vCMBS+D/wfwhN2m6k6RKpRRBRk&#10;h0HVg94ezbMpNi81ibX775fDYMeP7/dy3dtGdORD7VjBeJSBIC6drrlScD7tP+YgQkTW2DgmBT8U&#10;YL0avC0x1+7FBXXHWIkUwiFHBSbGNpcylIYshpFriRN3c95iTNBXUnt8pXDbyEmWzaTFmlODwZa2&#10;hsr78WkV+GsMl+Ix/eo+q93j++7NiW6FUu/DfrMAEamP/+I/90ErmMzS/HQmHQG5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7sGPwQAAANwAAAAPAAAAAAAAAAAAAAAA&#10;AKECAABkcnMvZG93bnJldi54bWxQSwUGAAAAAAQABAD5AAAAjwMAAAAA&#10;" strokeweight=".25pt"/>
                      <v:line id="Line 3507" o:spid="_x0000_s1135" style="position:absolute;visibility:visible;mso-wrap-style:square" from="2082,5234" to="2167,5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JkFMQAAADcAAAADwAAAGRycy9kb3ducmV2LnhtbESPQWsCMRSE7wX/Q3gFbzWrFpGtUYq0&#10;IB4Kqx7s7bF5bhY3L2sS1/XfNwXB4zAz3zCLVW8b0ZEPtWMF41EGgrh0uuZKwWH//TYHESKyxsYx&#10;KbhTgNVy8LLAXLsbF9TtYiUShEOOCkyMbS5lKA1ZDCPXEifv5LzFmKSvpPZ4S3DbyEmWzaTFmtOC&#10;wZbWhsrz7moV+N8YjsVluu3eq6/Lz9mbPZ0KpYav/ecHiEh9fIYf7Y1WMJmN4f9MOgJ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omQUxAAAANwAAAAPAAAAAAAAAAAA&#10;AAAAAKECAABkcnMvZG93bnJldi54bWxQSwUGAAAAAAQABAD5AAAAkgMAAAAA&#10;" strokeweight=".25pt"/>
                      <v:line id="Line 3508" o:spid="_x0000_s1136" style="position:absolute;visibility:visible;mso-wrap-style:square" from="2082,5302" to="2167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D6Y8UAAADcAAAADwAAAGRycy9kb3ducmV2LnhtbESPQWsCMRSE7wX/Q3gFbzXbtUjZGqVI&#10;C+KhsNqD3h6b52Zx87ImcV3/fVMQPA4z8w0zXw62FT350DhW8DrJQBBXTjdcK/jdfb+8gwgRWWPr&#10;mBTcKMByMXqaY6HdlUvqt7EWCcKhQAUmxq6QMlSGLIaJ64iTd3TeYkzS11J7vCa4bWWeZTNpseG0&#10;YLCjlaHqtL1YBf4Qw748Tzf9W/11/jl5s6NjqdT4efj8ABFpiI/wvb3WCvJZDv9n0hG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3D6Y8UAAADcAAAADwAAAAAAAAAA&#10;AAAAAAChAgAAZHJzL2Rvd25yZXYueG1sUEsFBgAAAAAEAAQA+QAAAJMDAAAAAA==&#10;" strokeweight=".25pt"/>
                      <v:line id="Line 3509" o:spid="_x0000_s1137" style="position:absolute;visibility:visible;mso-wrap-style:square" from="2082,5369" to="2167,53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xf+MQAAADcAAAADwAAAGRycy9kb3ducmV2LnhtbESPQWsCMRSE7wX/Q3iCt5qtisjWKEUU&#10;pIfCqgd7e2yem8XNy5rEdfvvG6HQ4zAz3zDLdW8b0ZEPtWMFb+MMBHHpdM2VgtNx97oAESKyxsYx&#10;KfihAOvV4GWJuXYPLqg7xEokCIccFZgY21zKUBqyGMauJU7exXmLMUlfSe3xkeC2kZMsm0uLNacF&#10;gy1tDJXXw90q8N8xnIvb9LObVdvb19WbI10KpUbD/uMdRKQ+/of/2nutYDKfwvNMOgJ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PF/4xAAAANwAAAAPAAAAAAAAAAAA&#10;AAAAAKECAABkcnMvZG93bnJldi54bWxQSwUGAAAAAAQABAD5AAAAkgMAAAAA&#10;" strokeweight=".25pt"/>
                      <v:line id="Line 3510" o:spid="_x0000_s1138" style="position:absolute;visibility:visible;mso-wrap-style:square" from="2082,5437" to="2167,5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9XHjMQAAADcAAAADwAAAGRycy9kb3ducmV2LnhtbESPQWsCMRSE70L/Q3gFb5qtFZGtUYpY&#10;KB6EVQ/29tg8N4ublzVJ1+2/bwTB4zAz3zCLVW8b0ZEPtWMFb+MMBHHpdM2VguPhazQHESKyxsYx&#10;KfijAKvly2CBuXY3Lqjbx0okCIccFZgY21zKUBqyGMauJU7e2XmLMUlfSe3xluC2kZMsm0mLNacF&#10;gy2tDZWX/a9V4H9iOBXX9203rTbX3cWbA50LpYav/ecHiEh9fIYf7W+tYDKbwv1MOgJ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1ceMxAAAANwAAAAPAAAAAAAAAAAA&#10;AAAAAKECAABkcnMvZG93bnJldi54bWxQSwUGAAAAAAQABAD5AAAAkgMAAAAA&#10;" strokeweight=".25pt"/>
                      <v:line id="Line 3511" o:spid="_x0000_s1139" style="position:absolute;visibility:visible;mso-wrap-style:square" from="1997,5844" to="2167,5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liF8UAAADcAAAADwAAAGRycy9kb3ducmV2LnhtbESPQWsCMRSE7wX/Q3hCbzVbtVK2RhGp&#10;UDwUVj3Y22Pz3CxuXtYkXdd/bwoFj8PMfMPMl71tREc+1I4VvI4yEMSl0zVXCg77zcs7iBCRNTaO&#10;ScGNAiwXg6c55tpduaBuFyuRIBxyVGBibHMpQ2nIYhi5ljh5J+ctxiR9JbXHa4LbRo6zbCYt1pwW&#10;DLa0NlSed79Wgf+J4VhcJttuWn1evs/e7OlUKPU87FcfICL18RH+b39pBePZG/ydSUd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JliF8UAAADcAAAADwAAAAAAAAAA&#10;AAAAAAChAgAAZHJzL2Rvd25yZXYueG1sUEsFBgAAAAAEAAQA+QAAAJMDAAAAAA==&#10;" strokeweight=".25pt"/>
                      <v:line id="Line 3512" o:spid="_x0000_s1140" style="position:absolute;visibility:visible;mso-wrap-style:square" from="2082,5911" to="2167,5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v8YMUAAADcAAAADwAAAGRycy9kb3ducmV2LnhtbESPQWvCQBSE74X+h+UJvdWNtgSJriKl&#10;BfFQiPHQ3h7ZZzaYfRt31xj/fbdQ6HGYmW+Y1Wa0nRjIh9axgtk0A0FcO91yo+BYfTwvQISIrLFz&#10;TAruFGCzfnxYYaHdjUsaDrERCcKhQAUmxr6QMtSGLIap64mTd3LeYkzSN1J7vCW47eQ8y3JpseW0&#10;YLCnN0P1+XC1Cvx3DF/l5WU/vDbvl8+zNxWdSqWeJuN2CSLSGP/Df+2dVjDPc/g9k46AX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Ev8YMUAAADcAAAADwAAAAAAAAAA&#10;AAAAAAChAgAAZHJzL2Rvd25yZXYueG1sUEsFBgAAAAAEAAQA+QAAAJMDAAAAAA==&#10;" strokeweight=".25pt"/>
                      <v:line id="Line 3513" o:spid="_x0000_s1141" style="position:absolute;visibility:visible;mso-wrap-style:square" from="2082,5979" to="2167,5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dZ+8UAAADcAAAADwAAAGRycy9kb3ducmV2LnhtbESPQWsCMRSE7wX/Q3iCt5pVi5bVKFJa&#10;KD0Iqx7q7bF5bhY3L2uSrtt/bwoFj8PMfMOsNr1tREc+1I4VTMYZCOLS6ZorBcfDx/MriBCRNTaO&#10;ScEvBdisB08rzLW7cUHdPlYiQTjkqMDE2OZShtKQxTB2LXHyzs5bjEn6SmqPtwS3jZxm2VxarDkt&#10;GGzpzVB52f9YBf4Uw3dxnX11L9X7dXfx5kDnQqnRsN8uQUTq4yP83/7UCqbzBfydS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wdZ+8UAAADcAAAADwAAAAAAAAAA&#10;AAAAAAChAgAAZHJzL2Rvd25yZXYueG1sUEsFBgAAAAAEAAQA+QAAAJMDAAAAAA==&#10;" strokeweight=".25pt"/>
                      <v:line id="Line 3514" o:spid="_x0000_s1142" style="position:absolute;visibility:visible;mso-wrap-style:square" from="2082,6046" to="2167,60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jNicEAAADcAAAADwAAAGRycy9kb3ducmV2LnhtbERPz2vCMBS+D/wfwhN2m6k6RKpRRBRk&#10;h0HVg94ezbMpNi81ibX775fDYMeP7/dy3dtGdORD7VjBeJSBIC6drrlScD7tP+YgQkTW2DgmBT8U&#10;YL0avC0x1+7FBXXHWIkUwiFHBSbGNpcylIYshpFriRN3c95iTNBXUnt8pXDbyEmWzaTFmlODwZa2&#10;hsr78WkV+GsMl+Ix/eo+q93j++7NiW6FUu/DfrMAEamP/+I/90ErmMzS2nQmHQG5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mM2JwQAAANwAAAAPAAAAAAAAAAAAAAAA&#10;AKECAABkcnMvZG93bnJldi54bWxQSwUGAAAAAAQABAD5AAAAjwMAAAAA&#10;" strokeweight=".25pt"/>
                      <v:line id="Line 3515" o:spid="_x0000_s1143" style="position:absolute;visibility:visible;mso-wrap-style:square" from="2082,6114" to="2167,6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RoEsUAAADcAAAADwAAAGRycy9kb3ducmV2LnhtbESPQWsCMRSE7wX/Q3iCt5pVi9jVKFJa&#10;KD0Iqx7q7bF5bhY3L2uSrtt/bwoFj8PMfMOsNr1tREc+1I4VTMYZCOLS6ZorBcfDx/MCRIjIGhvH&#10;pOCXAmzWg6cV5trduKBuHyuRIBxyVGBibHMpQ2nIYhi7ljh5Z+ctxiR9JbXHW4LbRk6zbC4t1pwW&#10;DLb0Zqi87H+sAn+K4bu4zr66l+r9urt4c6BzodRo2G+XICL18RH+b39qBdP5K/ydS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dRoEsUAAADcAAAADwAAAAAAAAAA&#10;AAAAAAChAgAAZHJzL2Rvd25yZXYueG1sUEsFBgAAAAAEAAQA+QAAAJMDAAAAAA==&#10;" strokeweight=".25pt"/>
                      <v:line id="Line 3516" o:spid="_x0000_s1144" style="position:absolute;visibility:visible;mso-wrap-style:square" from="1997,5505" to="2167,5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dXUsIAAADcAAAADwAAAGRycy9kb3ducmV2LnhtbERPz2vCMBS+D/wfwhN2m6k6plSjiCiM&#10;HQZVD3p7NM+m2LzUJNbuv18Ogx0/vt/LdW8b0ZEPtWMF41EGgrh0uuZKwem4f5uDCBFZY+OYFPxQ&#10;gPVq8LLEXLsnF9QdYiVSCIccFZgY21zKUBqyGEauJU7c1XmLMUFfSe3xmcJtIydZ9iEt1pwaDLa0&#10;NVTeDg+rwF9iOBf36Vf3Xu3u3zdvjnQtlHod9psFiEh9/Bf/uT+1gskszU9n0hG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TdXUsIAAADcAAAADwAAAAAAAAAAAAAA&#10;AAChAgAAZHJzL2Rvd25yZXYueG1sUEsFBgAAAAAEAAQA+QAAAJADAAAAAA==&#10;" strokeweight=".25pt"/>
                      <v:line id="Line 3517" o:spid="_x0000_s1145" style="position:absolute;visibility:visible;mso-wrap-style:square" from="2082,5572" to="2167,5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vyycUAAADcAAAADwAAAGRycy9kb3ducmV2LnhtbESPQWsCMRSE7wX/Q3iCt5pVS1tWo4go&#10;SA+F1R7q7bF5bhY3L2sS1+2/bwoFj8PMfMMsVr1tREc+1I4VTMYZCOLS6ZorBV/H3fM7iBCRNTaO&#10;ScEPBVgtB08LzLW7c0HdIVYiQTjkqMDE2OZShtKQxTB2LXHyzs5bjEn6SmqP9wS3jZxm2au0WHNa&#10;MNjSxlB5OdysAn+K4bu4zj66l2p7/bx4c6RzodRo2K/nICL18RH+b++1gunbBP7OpCM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nvyycUAAADcAAAADwAAAAAAAAAA&#10;AAAAAAChAgAAZHJzL2Rvd25yZXYueG1sUEsFBgAAAAAEAAQA+QAAAJMDAAAAAA==&#10;" strokeweight=".25pt"/>
                      <v:line id="Line 3518" o:spid="_x0000_s1146" style="position:absolute;visibility:visible;mso-wrap-style:square" from="2082,5640" to="2167,5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lsvsUAAADcAAAADwAAAGRycy9kb3ducmV2LnhtbESPQWsCMRSE70L/Q3iF3jTbtWjZGkWk&#10;QulBWO2hvT02z83i5mVN0nX77xtB8DjMzDfMYjXYVvTkQ+NYwfMkA0FcOd1wreDrsB2/gggRWWPr&#10;mBT8UYDV8mG0wEK7C5fU72MtEoRDgQpMjF0hZagMWQwT1xEn7+i8xZikr6X2eElw28o8y2bSYsNp&#10;wWBHG0PVaf9rFfifGL7L8/Szf6nfz7uTNwc6lko9PQ7rNxCRhngP39ofWkE+z+F6Jh0Buf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qlsvsUAAADcAAAADwAAAAAAAAAA&#10;AAAAAAChAgAAZHJzL2Rvd25yZXYueG1sUEsFBgAAAAAEAAQA+QAAAJMDAAAAAA==&#10;" strokeweight=".25pt"/>
                      <v:line id="Line 3519" o:spid="_x0000_s1147" style="position:absolute;visibility:visible;mso-wrap-style:square" from="2082,5707" to="2167,57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XJJcUAAADcAAAADwAAAGRycy9kb3ducmV2LnhtbESPQWsCMRSE7wX/Q3hCbzWrliqrUaS0&#10;UDwUVj3o7bF5bhY3L2uSruu/bwoFj8PMfMMs171tREc+1I4VjEcZCOLS6ZorBYf958scRIjIGhvH&#10;pOBOAdarwdMSc+1uXFC3i5VIEA45KjAxtrmUoTRkMYxcS5y8s/MWY5K+ktrjLcFtIydZ9iYt1pwW&#10;DLb0bqi87H6sAn+K4Vhcp9vutfq4fl+82dO5UOp52G8WICL18RH+b39pBZPZFP7Op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eXJJcUAAADcAAAADwAAAAAAAAAA&#10;AAAAAAChAgAAZHJzL2Rvd25yZXYueG1sUEsFBgAAAAAEAAQA+QAAAJMDAAAAAA==&#10;" strokeweight=".25pt"/>
                      <v:line id="Line 3520" o:spid="_x0000_s1148" style="position:absolute;visibility:visible;mso-wrap-style:square" from="2082,5775" to="2167,5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xRUcUAAADcAAAADwAAAGRycy9kb3ducmV2LnhtbESPQWsCMRSE7wX/Q3iF3mq2VqpsjSKi&#10;UHoQVj3Y22Pz3CxuXtYkrtt/3wgFj8PMfMPMFr1tREc+1I4VvA0zEMSl0zVXCg77zesURIjIGhvH&#10;pOCXAizmg6cZ5trduKBuFyuRIBxyVGBibHMpQ2nIYhi6ljh5J+ctxiR9JbXHW4LbRo6y7ENarDkt&#10;GGxpZag8765Wgf+J4Vhc3r+7cbW+bM/e7OlUKPXy3C8/QUTq4yP83/7SCkaTMdzPpCMg5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xRUcUAAADcAAAADwAAAAAAAAAA&#10;AAAAAAChAgAAZHJzL2Rvd25yZXYueG1sUEsFBgAAAAAEAAQA+QAAAJMDAAAAAA==&#10;" strokeweight=".25pt"/>
                    </v:group>
                    <v:group id="Group 3521" o:spid="_x0000_s1149" style="position:absolute;left:1924;top:1286;width:318;height:4896" coordorigin="1924,1286" coordsize="318,48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Arx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iQK8XFAAAA3AAA&#10;AA8AAAAAAAAAAAAAAAAAqgIAAGRycy9kb3ducmV2LnhtbFBLBQYAAAAABAAEAPoAAACcAwAAAAA=&#10;">
                      <v:rect id="Rectangle 3522" o:spid="_x0000_s1150" style="position:absolute;left:1925;top:4665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3DpMYA&#10;AADcAAAADwAAAGRycy9kb3ducmV2LnhtbESPzWrDMBCE74G8g9hCb7HcHPLjRgkhbYiPrV1we1us&#10;rW1qrYylxG6evioEchxm5htmsxtNKy7Uu8aygqcoBkFcWt1wpeAjP85WIJxH1thaJgW/5GC3nU42&#10;mGg78DtdMl+JAGGXoILa+y6R0pU1GXSR7YiD9217gz7IvpK6xyHATSvncbyQBhsOCzV2dKip/MnO&#10;RsFp1e0/U3sdqvb161S8FeuXfO2VenwY988gPI3+Hr61U61gvlzA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L3DpMYAAADcAAAADwAAAAAAAAAAAAAAAACYAgAAZHJz&#10;L2Rvd25yZXYueG1sUEsFBgAAAAAEAAQA9QAAAIsDAAAAAA==&#10;" filled="f" stroked="f">
                        <v:textbox inset="0,0,0,0">
                          <w:txbxContent/>
                        </v:textbox>
                      </v:rect>
                      <v:rect id="Rectangle 3523" o:spid="_x0000_s1151" style="position:absolute;left:1925;top:5003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FmP8UA&#10;AADcAAAADwAAAGRycy9kb3ducmV2LnhtbESPS4vCQBCE74L/YWjBm0704CM6iqiLHtcHqLcm0ybB&#10;TE/IzJror98RFvZYVNVX1HzZmEI8qXK5ZQWDfgSCOLE651TB+fTVm4BwHlljYZkUvMjBctFuzTHW&#10;tuYDPY8+FQHCLkYFmfdlLKVLMjLo+rYkDt7dVgZ9kFUqdYV1gJtCDqNoJA3mHBYyLGmdUfI4/hgF&#10;u0m5uu7tu06L7W13+b5MN6epV6rbaVYzEJ4a/x/+a++1guF4DJ8z4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8WY/xQAAANwAAAAPAAAAAAAAAAAAAAAAAJgCAABkcnMv&#10;ZG93bnJldi54bWxQSwUGAAAAAAQABAD1AAAAigMAAAAA&#10;" filled="f" stroked="f">
                        <v:textbox inset="0,0,0,0">
                          <w:txbxContent/>
                        </v:textbox>
                      </v:rect>
                      <v:rect id="Rectangle 3524" o:spid="_x0000_s1152" style="position:absolute;left:1925;top:4327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7yTcMA&#10;AADcAAAADwAAAGRycy9kb3ducmV2LnhtbERPu27CMBTdK/EP1kXqVhwyUBIwCPEQjC2pBGxX8SWJ&#10;iK+j2CRpv74eKnU8Ou/lejC16Kh1lWUF00kEgji3uuJCwVd2eJuDcB5ZY22ZFHyTg/Vq9LLEVNue&#10;P6k7+0KEEHYpKii9b1IpXV6SQTexDXHg7rY16ANsC6lb7EO4qWUcRTNpsOLQUGJD25Lyx/lpFBzn&#10;zeZ6sj99Ue9vx8vHJdlliVfqdTxsFiA8Df5f/Oc+aQXxe1gbzo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7yTcMAAADcAAAADwAAAAAAAAAAAAAAAACYAgAAZHJzL2Rv&#10;d25yZXYueG1sUEsFBgAAAAAEAAQA9QAAAIgDAAAAAA==&#10;" filled="f" stroked="f">
                        <v:textbox inset="0,0,0,0">
                          <w:txbxContent/>
                        </v:textbox>
                      </v:rect>
                      <v:rect id="Rectangle 3525" o:spid="_x0000_s1153" style="position:absolute;left:1925;top:5341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JX1sYA&#10;AADcAAAADwAAAGRycy9kb3ducmV2LnhtbESPQWvCQBSE7wX/w/KE3uqmOVgTXUW0khzbKNjeHtln&#10;Epp9G7Jbk/bXdwuCx2FmvmFWm9G04kq9aywreJ5FIIhLqxuuFJyOh6cFCOeRNbaWScEPOdisJw8r&#10;TLUd+J2uha9EgLBLUUHtfZdK6cqaDLqZ7YiDd7G9QR9kX0nd4xDgppVxFM2lwYbDQo0d7Woqv4pv&#10;oyBbdNuP3P4OVfv6mZ3fzsn+mHilHqfjdgnC0+jv4Vs71wrilwT+z4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SJX1sYAAADcAAAADwAAAAAAAAAAAAAAAACYAgAAZHJz&#10;L2Rvd25yZXYueG1sUEsFBgAAAAAEAAQA9QAAAIsDAAAAAA==&#10;" filled="f" stroked="f">
                        <v:textbox inset="0,0,0,0">
                          <w:txbxContent/>
                        </v:textbox>
                      </v:rect>
                      <v:rect id="Rectangle 3526" o:spid="_x0000_s1154" style="position:absolute;left:1925;top:5679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2ObMAA&#10;AADcAAAADwAAAGRycy9kb3ducmV2LnhtbERPy4rCMBTdD/gP4QruxlQXUqtRRGfQpS9Qd5fm2hab&#10;m9JEW/16sxBcHs57Om9NKR5Uu8KygkE/AkGcWl1wpuB4+P+NQTiPrLG0TAqe5GA+6/xMMdG24R09&#10;9j4TIYRdggpy76tESpfmZND1bUUcuKutDfoA60zqGpsQbko5jKKRNFhwaMixomVO6W1/NwrWcbU4&#10;b+yrycq/y/q0PY1Xh7FXqtdtFxMQnlr/FX/cG61gGIf54Uw4AnL2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c2ObMAAAADcAAAADwAAAAAAAAAAAAAAAACYAgAAZHJzL2Rvd25y&#10;ZXYueG1sUEsFBgAAAAAEAAQA9QAAAIUDAAAAAA==&#10;" filled="f" stroked="f">
                        <v:textbox inset="0,0,0,0">
                          <w:txbxContent/>
                        </v:textbox>
                      </v:rect>
                      <v:rect id="Rectangle 3527" o:spid="_x0000_s1155" style="position:absolute;left:1925;top:6017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Er98QA&#10;AADcAAAADwAAAGRycy9kb3ducmV2LnhtbESPT4vCMBTE7wt+h/AEb2uqB6nVKKK76HH9A+rt0Tzb&#10;YvNSmmjrfnojCB6HmfkNM523phR3ql1hWcGgH4EgTq0uOFNw2P9+xyCcR9ZYWiYFD3Iwn3W+ppho&#10;2/CW7jufiQBhl6CC3PsqkdKlORl0fVsRB+9ia4M+yDqTusYmwE0ph1E0kgYLDgs5VrTMKb3ubkbB&#10;Oq4Wp439b7Ly57w+/h3Hq/3YK9XrtosJCE+t/4Tf7Y1WMIwH8DoTj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BK/fEAAAA3AAAAA8AAAAAAAAAAAAAAAAAmAIAAGRycy9k&#10;b3ducmV2LnhtbFBLBQYAAAAABAAEAPUAAACJAwAAAAA=&#10;" filled="f" stroked="f">
                        <v:textbox inset="0,0,0,0">
                          <w:txbxContent/>
                        </v:textbox>
                      </v:rect>
                      <v:rect id="Rectangle 3528" o:spid="_x0000_s1156" style="position:absolute;left:1925;top:2299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O1gMQA&#10;AADcAAAADwAAAGRycy9kb3ducmV2LnhtbESPT4vCMBTE78J+h/AWvGm6PSy1axRxFT36D1xvj+bZ&#10;FpuX0mRt9dMbQfA4zMxvmPG0M5W4UuNKywq+hhEI4szqknMFh/1ykIBwHlljZZkU3MjBdPLRG2Oq&#10;bctbuu58LgKEXYoKCu/rVEqXFWTQDW1NHLyzbQz6IJtc6gbbADeVjKPoWxosOSwUWNO8oOyy+zcK&#10;Vkk9+1vbe5tXi9PquDmOfvcjr1T/s5v9gPDU+Xf41V5rBXESw/NMOAJy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TtYDEAAAA3AAAAA8AAAAAAAAAAAAAAAAAmAIAAGRycy9k&#10;b3ducmV2LnhtbFBLBQYAAAAABAAEAPUAAACJAwAAAAA=&#10;" filled="f" stroked="f">
                        <v:textbox inset="0,0,0,0">
                          <w:txbxContent/>
                        </v:textbox>
                      </v:rect>
                      <v:rect id="Rectangle 3529" o:spid="_x0000_s1157" style="position:absolute;left:1925;top:2637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8QG8YA&#10;AADcAAAADwAAAGRycy9kb3ducmV2LnhtbESPQWvCQBSE7wX/w/KE3uqmEUqMrhK0Eo+tCra3R/aZ&#10;hGbfhuw2SfvruwXB4zAz3zCrzWga0VPnassKnmcRCOLC6ppLBefT/ikB4TyyxsYyKfghB5v15GGF&#10;qbYDv1N/9KUIEHYpKqi8b1MpXVGRQTezLXHwrrYz6IPsSqk7HALcNDKOohdpsOawUGFL24qKr+O3&#10;UZAnbfZxsL9D2bx+5pe3y2J3WnilHqdjtgThafT38K190AriZ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8QG8YAAADcAAAADwAAAAAAAAAAAAAAAACYAgAAZHJz&#10;L2Rvd25yZXYueG1sUEsFBgAAAAAEAAQA9QAAAIsDAAAAAA==&#10;" filled="f" stroked="f">
                        <v:textbox inset="0,0,0,0">
                          <w:txbxContent/>
                        </v:textbox>
                      </v:rect>
                      <v:rect id="Rectangle 3530" o:spid="_x0000_s1158" style="position:absolute;left:1925;top:2975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aIb8YA&#10;AADcAAAADwAAAGRycy9kb3ducmV2LnhtbESPQWvCQBSE7wX/w/KE3uqmQUqMrhK0Eo+tCra3R/aZ&#10;hGbfhuw2SfvruwXB4zAz3zCrzWga0VPnassKnmcRCOLC6ppLBefT/ikB4TyyxsYyKfghB5v15GGF&#10;qbYDv1N/9KUIEHYpKqi8b1MpXVGRQTezLXHwrrYz6IPsSqk7HALcNDKOohdpsOawUGFL24qKr+O3&#10;UZAnbfZxsL9D2bx+5pe3y2J3WnilHqdjtgThafT38K190AriZ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aIb8YAAADcAAAADwAAAAAAAAAAAAAAAACYAgAAZHJz&#10;L2Rvd25yZXYueG1sUEsFBgAAAAAEAAQA9QAAAIsDAAAAAA==&#10;" filled="f" stroked="f">
                        <v:textbox inset="0,0,0,0">
                          <w:txbxContent/>
                        </v:textbox>
                      </v:rect>
                      <v:rect id="Rectangle 3531" o:spid="_x0000_s1159" style="position:absolute;left:1925;top:3313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ot9MYA&#10;AADcAAAADwAAAGRycy9kb3ducmV2LnhtbESPQWvCQBSE7wX/w/KE3uqmAUuMrhK0Eo+tCra3R/aZ&#10;hGbfhuw2SfvruwXB4zAz3zCrzWga0VPnassKnmcRCOLC6ppLBefT/ikB4TyyxsYyKfghB5v15GGF&#10;qbYDv1N/9KUIEHYpKqi8b1MpXVGRQTezLXHwrrYz6IPsSqk7HALcNDKOohdpsOawUGFL24qKr+O3&#10;UZAnbfZxsL9D2bx+5pe3y2J3WnilHqdjtgThafT38K190AriZ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ot9MYAAADcAAAADwAAAAAAAAAAAAAAAACYAgAAZHJz&#10;L2Rvd25yZXYueG1sUEsFBgAAAAAEAAQA9QAAAIsDAAAAAA==&#10;" filled="f" stroked="f">
                        <v:textbox inset="0,0,0,0">
                          <w:txbxContent/>
                        </v:textbox>
                      </v:rect>
                      <v:rect id="Rectangle 3532" o:spid="_x0000_s1160" style="position:absolute;left:1925;top:3651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izg8UA&#10;AADcAAAADwAAAGRycy9kb3ducmV2LnhtbESPQWvCQBSE74L/YXlCb7qph5CkriLVYo6tEbS3R/aZ&#10;BLNvQ3Zr0v76bqHgcZiZb5jVZjStuFPvGssKnhcRCOLS6oYrBafibZ6AcB5ZY2uZFHyTg816Ollh&#10;pu3AH3Q/+koECLsMFdTed5mUrqzJoFvYjjh4V9sb9EH2ldQ9DgFuWrmMolgabDgs1NjRa03l7fhl&#10;FBySbnvJ7c9QtfvPw/n9nO6K1Cv1NBu3LyA8jf4R/m/nWsEyieHvTDg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LODxQAAANwAAAAPAAAAAAAAAAAAAAAAAJgCAABkcnMv&#10;ZG93bnJldi54bWxQSwUGAAAAAAQABAD1AAAAigMAAAAA&#10;" filled="f" stroked="f">
                        <v:textbox inset="0,0,0,0">
                          <w:txbxContent/>
                        </v:textbox>
                      </v:rect>
                      <v:rect id="Rectangle 3533" o:spid="_x0000_s1161" style="position:absolute;left:1925;top:3989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QWGMYA&#10;AADcAAAADwAAAGRycy9kb3ducmV2LnhtbESPQWvCQBSE7wX/w/KE3uqmOdgYXSVoJR5bFWxvj+wz&#10;Cc2+DdltkvbXdwuCx2FmvmFWm9E0oqfO1ZYVPM8iEMSF1TWXCs6n/VMCwnlkjY1lUvBDDjbrycMK&#10;U20Hfqf+6EsRIOxSVFB536ZSuqIig25mW+LgXW1n0AfZlVJ3OAS4aWQcRXNpsOawUGFL24qKr+O3&#10;UZAnbfZxsL9D2bx+5pe3y2J3WnilHqdjtgThafT38K190Ari5AX+z4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iQWGMYAAADcAAAADwAAAAAAAAAAAAAAAACYAgAAZHJz&#10;L2Rvd25yZXYueG1sUEsFBgAAAAAEAAQA9QAAAIsDAAAAAA==&#10;" filled="f" stroked="f">
                        <v:textbox inset="0,0,0,0">
                          <w:txbxContent/>
                        </v:textbox>
                      </v:rect>
                      <v:rect id="Rectangle 3534" o:spid="_x0000_s1162" style="position:absolute;left:1924;top:1286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uCasAA&#10;AADcAAAADwAAAGRycy9kb3ducmV2LnhtbERPy4rCMBTdD/gP4QruxlQXUqtRRGfQpS9Qd5fm2hab&#10;m9JEW/16sxBcHs57Om9NKR5Uu8KygkE/AkGcWl1wpuB4+P+NQTiPrLG0TAqe5GA+6/xMMdG24R09&#10;9j4TIYRdggpy76tESpfmZND1bUUcuKutDfoA60zqGpsQbko5jKKRNFhwaMixomVO6W1/NwrWcbU4&#10;b+yrycq/y/q0PY1Xh7FXqtdtFxMQnlr/FX/cG61gGIe14Uw4AnL2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7uCasAAAADcAAAADwAAAAAAAAAAAAAAAACYAgAAZHJzL2Rvd25y&#10;ZXYueG1sUEsFBgAAAAAEAAQA9QAAAIUDAAAAAA==&#10;" filled="f" stroked="f">
                        <v:textbox inset="0,0,0,0">
                          <w:txbxContent/>
                        </v:textbox>
                      </v:rect>
                      <v:rect id="Rectangle 3535" o:spid="_x0000_s1163" style="position:absolute;left:1925;top:1623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cn8cQA&#10;AADcAAAADwAAAGRycy9kb3ducmV2LnhtbESPQYvCMBSE7wv+h/AEb2uqB2mrUUR30eOuCurt0Tzb&#10;YvNSmmjr/vqNIHgcZuYbZrboTCXu1LjSsoLRMAJBnFldcq7gsP/+jEE4j6yxskwKHuRgMe99zDDV&#10;tuVfuu98LgKEXYoKCu/rVEqXFWTQDW1NHLyLbQz6IJtc6gbbADeVHEfRRBosOSwUWNOqoOy6uxkF&#10;m7henrb2r82rr/Pm+HNM1vvEKzXod8spCE+df4df7a1WMI4TeJ4JR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3J/HEAAAA3AAAAA8AAAAAAAAAAAAAAAAAmAIAAGRycy9k&#10;b3ducmV2LnhtbFBLBQYAAAAABAAEAPUAAACJAwAAAAA=&#10;" filled="f" stroked="f">
                        <v:textbox inset="0,0,0,0">
                          <w:txbxContent/>
                        </v:textbox>
                      </v:rect>
                      <v:rect id="Rectangle 3536" o:spid="_x0000_s1164" style="position:absolute;left:1925;top:1961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QYscEA&#10;AADcAAAADwAAAGRycy9kb3ducmV2LnhtbERPTYvCMBC9L/gfwgje1lQPYqtpEd1Fj7sqqLehGdti&#10;MylNtHV//eYgeHy872XWm1o8qHWVZQWTcQSCOLe64kLB8fD9OQfhPLLG2jIpeJKDLB18LDHRtuNf&#10;eux9IUIIuwQVlN43iZQuL8mgG9uGOHBX2xr0AbaF1C12IdzUchpFM2mw4tBQYkPrkvLb/m4UbOfN&#10;6ryzf11Rf122p59TvDnEXqnRsF8tQHjq/Vv8cu+0gmkc5ocz4QjI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UGLHBAAAA3AAAAA8AAAAAAAAAAAAAAAAAmAIAAGRycy9kb3du&#10;cmV2LnhtbFBLBQYAAAAABAAEAPUAAACGAwAAAAA=&#10;" filled="f" stroked="f">
                        <v:textbox inset="0,0,0,0">
                          <w:txbxContent/>
                        </v:textbox>
                      </v:rect>
                    </v:group>
                  </v:group>
                  <v:rect id="Rectangle 3537" o:spid="_x0000_s1165" style="position:absolute;left:1925;top:6479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i9KsUA&#10;AADcAAAADwAAAGRycy9kb3ducmV2LnhtbESPQWvCQBSE74X+h+UJ3pqNHoqJWUVsizlaLVhvj+wz&#10;CWbfhuw2if76bqHgcZiZb5hsPZpG9NS52rKCWRSDIC6srrlU8HX8eFmAcB5ZY2OZFNzIwXr1/JRh&#10;qu3An9QffCkChF2KCirv21RKV1Rk0EW2JQ7exXYGfZBdKXWHQ4CbRs7j+FUarDksVNjStqLievgx&#10;CnaLdvOd2/tQNu/n3Wl/St6OiVdqOhk3SxCeRv8I/7dzrWCezOD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WL0qxQAAANwAAAAPAAAAAAAAAAAAAAAAAJgCAABkcnMv&#10;ZG93bnJldi54bWxQSwUGAAAAAAQABAD1AAAAigMAAAAA&#10;" filled="f" stroked="f">
                    <v:textbox inset="0,0,0,0">
                      <w:txbxContent/>
                    </v:textbox>
                  </v:rect>
                </v:group>
                <v:rect id="Rectangle 3538" o:spid="_x0000_s1166" style="position:absolute;left:2037;top:4173;width:71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ULFcUA&#10;AADcAAAADwAAAGRycy9kb3ducmV2LnhtbESP3YrCMBSE74V9h3AW9kY0tbKi1SjLgiKCgn/o5aE5&#10;tmWbk9JErW9vFgQvh5n5hpnMGlOKG9WusKyg141AEKdWF5wpOOznnSEI55E1lpZJwYMczKYfrQkm&#10;2t55S7edz0SAsEtQQe59lUjp0pwMuq6tiIN3sbVBH2SdSV3jPcBNKeMoGkiDBYeFHCv6zSn9212N&#10;ggX1Tqf+N26a82q0Wrft/ErZUamvz+ZnDMJT49/hV3upFcSjGP7PhCMgp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hQsVxQAAANwAAAAPAAAAAAAAAAAAAAAAAJgCAABkcnMv&#10;ZG93bnJldi54bWxQSwUGAAAAAAQABAD1AAAAigMAAAAA&#10;" fillcolor="red" stroked="f">
                  <v:fill opacity="32896f"/>
                </v:rect>
                <v:roundrect id="AutoShape 3539" o:spid="_x0000_s1167" style="position:absolute;left:1956;top:6666;width:225;height:552;visibility:visible;mso-wrap-style:square;v-text-anchor:top" arcsize="19779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P61cQA&#10;AADcAAAADwAAAGRycy9kb3ducmV2LnhtbESPT2sCMRTE74LfIbyCN82qUNytUUSoCD1VxT+3x+Z1&#10;s3TzsiSpu377plDwOMzMb5jlureNuJMPtWMF00kGgrh0uuZKwen4Pl6ACBFZY+OYFDwowHo1HCyx&#10;0K7jT7ofYiUShEOBCkyMbSFlKA1ZDBPXEifvy3mLMUlfSe2xS3DbyFmWvUqLNacFgy1tDZXfhx+r&#10;wO9Ou8fNX/Ljue7ih5nuaZNflRq99Js3EJH6+Az/t/dawSyfw9+Zd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j+tXEAAAA3AAAAA8AAAAAAAAAAAAAAAAAmAIAAGRycy9k&#10;b3ducmV2LnhtbFBLBQYAAAAABAAEAPUAAACJAwAAAAA=&#10;" fillcolor="red" stroked="f">
                  <v:fill opacity="32896f"/>
                </v:roundrect>
              </v:group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9" o:spid="_x0000_s1168" type="#_x0000_t202" style="position:absolute;left:6184;top:2705;width:2743;height:10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qjF8QA&#10;AADcAAAADwAAAGRycy9kb3ducmV2LnhtbESPQWvCQBSE74L/YXmCN90oIhpdRYpCQSiN8dDja/aZ&#10;LGbfptmtxn/fLQgeh5n5hllvO1uLG7XeOFYwGScgiAunDZcKzvlhtADhA7LG2jEpeJCH7abfW2Oq&#10;3Z0zup1CKSKEfYoKqhCaVEpfVGTRj11DHL2Lay2GKNtS6hbvEW5rOU2SubRoOC5U2NBbRcX19GsV&#10;7L4425ufj+/P7JKZPF8mfJxflRoOut0KRKAuvMLP9rtWMF3O4P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KoxfEAAAA3AAAAA8AAAAAAAAAAAAAAAAAmAIAAGRycy9k&#10;b3ducmV2LnhtbFBLBQYAAAAABAAEAPUAAACJAwAAAAA=&#10;" filled="f" stroked="f">
              <v:textbox inset="0,0,0,0">
                <w:txbxContent/>
              </v:textbox>
            </v:shape>
            <v:shape id="Text Box 150" o:spid="_x0000_s1169" type="#_x0000_t202" style="position:absolute;left:2494;top:3213;width:2203;height: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YGjMQA&#10;AADcAAAADwAAAGRycy9kb3ducmV2LnhtbESPQWvCQBSE74L/YXmCN90oKBpdRYpCQSiN8dDja/aZ&#10;LGbfptmtxn/fLQgeh5n5hllvO1uLG7XeOFYwGScgiAunDZcKzvlhtADhA7LG2jEpeJCH7abfW2Oq&#10;3Z0zup1CKSKEfYoKqhCaVEpfVGTRj11DHL2Lay2GKNtS6hbvEW5rOU2SubRoOC5U2NBbRcX19GsV&#10;7L4425ufj+/P7JKZPF8mfJxflRoOut0KRKAuvMLP9rtWMF3O4P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GBozEAAAA3AAAAA8AAAAAAAAAAAAAAAAAmAIAAGRycy9k&#10;b3ducmV2LnhtbFBLBQYAAAAABAAEAPUAAACJAwAAAAA=&#10;" filled="f" stroked="f">
              <v:textbox inset="0,0,0,0">
                <w:txbxContent/>
              </v:textbox>
            </v:shape>
            <v:shape id="Text Box 151" o:spid="_x0000_s1170" type="#_x0000_t202" style="position:absolute;left:6692;top:6463;width:1673;height: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SY+8UA&#10;AADcAAAADwAAAGRycy9kb3ducmV2LnhtbESPQWvCQBSE70L/w/KE3sxGD6FGV5FSQSgUYzx4fM0+&#10;k8Xs25hdNf33bqHQ4zAz3zDL9WBbcafeG8cKpkkKgrhy2nCt4FhuJ28gfEDW2DomBT/kYb16GS0x&#10;1+7BBd0PoRYRwj5HBU0IXS6lrxqy6BPXEUfv7HqLIcq+lrrHR4TbVs7SNJMWDceFBjt6b6i6HG5W&#10;webExYe5fn3vi3NhynKe8md2Uep1PGwWIAIN4T/8195pBbN5Br9n4hG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VJj7xQAAANwAAAAPAAAAAAAAAAAAAAAAAJgCAABkcnMv&#10;ZG93bnJldi54bWxQSwUGAAAAAAQABAD1AAAAigMAAAAA&#10;" filled="f" stroked="f">
              <v:textbox inset="0,0,0,0">
                <w:txbxContent/>
              </v:textbox>
            </v:shape>
            <v:shape id="Text Box 152" o:spid="_x0000_s1171" type="#_x0000_t202" style="position:absolute;left:1778;top:6802;width:2926;height: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g9YMUA&#10;AADcAAAADwAAAGRycy9kb3ducmV2LnhtbESPQWvCQBSE7wX/w/KE3upGD9ZEVxFpQShIY3rw+Mw+&#10;k8Xs25hdNf77bkHocZiZb5jFqreNuFHnjWMF41ECgrh02nCl4Kf4fJuB8AFZY+OYFDzIw2o5eFlg&#10;pt2dc7rtQyUihH2GCuoQ2kxKX9Zk0Y9cSxy9k+sshii7SuoO7xFuGzlJkqm0aDgu1NjSpqbyvL9a&#10;BesD5x/msjt+56fcFEWa8Nf0rNTrsF/PQQTqw3/42d5qBZP0Hf7Ox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D1gxQAAANwAAAAPAAAAAAAAAAAAAAAAAJgCAABkcnMv&#10;ZG93bnJldi54bWxQSwUGAAAAAAQABAD1AAAAigMAAAAA&#10;" filled="f" stroked="f">
              <v:textbox inset="0,0,0,0">
                <w:txbxContent/>
              </v:textbox>
            </v:shape>
            <v:shape id="AutoShape 153" o:spid="_x0000_s1172" type="#_x0000_t32" style="position:absolute;left:4665;top:3453;width:62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F6PsIAAADcAAAADwAAAGRycy9kb3ducmV2LnhtbERPy2oCMRTdC/2HcIVuRDMKLToaZVoQ&#10;asGFr/11cp0EJzfTSdTp3zeLgsvDeS9WnavFndpgPSsYjzIQxKXXlisFx8N6OAURIrLG2jMp+KUA&#10;q+VLb4G59g/e0X0fK5FCOOSowMTY5FKG0pDDMPINceIuvnUYE2wrqVt8pHBXy0mWvUuHllODwYY+&#10;DZXX/c0p2G7GH8XZ2M337sdu39ZFfasGJ6Ve+10xBxGpi0/xv/tLK5jM0t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F6PsIAAADcAAAADwAAAAAAAAAAAAAA&#10;AAChAgAAZHJzL2Rvd25yZXYueG1sUEsFBgAAAAAEAAQA+QAAAJADAAAAAA==&#10;"/>
            <v:shape id="AutoShape 154" o:spid="_x0000_s1173" type="#_x0000_t32" style="position:absolute;left:5713;top:2964;width:4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3fpcUAAADcAAAADwAAAGRycy9kb3ducmV2LnhtbESPT2sCMRTE7wW/Q3hCL0WzChVdjbIt&#10;CLXgwX/35+Z1E7p52W6ibr99UxA8DjPzG2ax6lwtrtQG61nBaJiBIC69tlwpOB7WgymIEJE11p5J&#10;wS8FWC17TwvMtb/xjq77WIkE4ZCjAhNjk0sZSkMOw9A3xMn78q3DmGRbSd3iLcFdLcdZNpEOLacF&#10;gw29Gyq/9xenYLsZvRVnYzefux+7fV0X9aV6OSn13O+KOYhIXXyE7+0PrWA8m8H/mXQ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H3fpcUAAADcAAAADwAAAAAAAAAA&#10;AAAAAAChAgAAZHJzL2Rvd25yZXYueG1sUEsFBgAAAAAEAAQA+QAAAJMDAAAAAA==&#10;"/>
            <v:shape id="AutoShape 155" o:spid="_x0000_s1174" type="#_x0000_t32" style="position:absolute;left:4104;top:7212;width:62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zsIsIAAADc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hmaX46k46AX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6zsIsIAAADcAAAADwAAAAAAAAAAAAAA&#10;AAChAgAAZHJzL2Rvd25yZXYueG1sUEsFBgAAAAAEAAQA+QAAAJADAAAAAA==&#10;"/>
            <v:shape id="AutoShape 156" o:spid="_x0000_s1175" type="#_x0000_t32" style="position:absolute;left:5832;top:6626;width:814;height:26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HJ0sQAAADcAAAADwAAAGRycy9kb3ducmV2LnhtbESPQYvCMBSE7wv+h/CEvSyaVmGRahQR&#10;BPGwsNqDx0fybIvNS01i7f77zYKwx2FmvmFWm8G2oicfGscK8mkGglg703CloDzvJwsQISIbbB2T&#10;gh8KsFmP3lZYGPfkb+pPsRIJwqFABXWMXSFl0DVZDFPXESfv6rzFmKSvpPH4THDbylmWfUqLDaeF&#10;Gjva1aRvp4dV0BzLr7L/uEevF8f84vNwvrRaqffxsF2CiDTE//CrfTAK5lkOf2fSEZ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AcnSxAAAANwAAAAPAAAAAAAAAAAA&#10;AAAAAKECAABkcnMvZG93bnJldi54bWxQSwUGAAAAAAQABAD5AAAAkgMAAAAA&#10;"/>
            <w10:wrap type="square" anchorx="margin"/>
          </v:group>
        </w:pict>
      </w:r>
    </w:p>
    <w:p w:rsidR="00B0005D" w:rsidRDefault="00B0005D" w:rsidP="00567E16">
      <w:pPr>
        <w:pStyle w:val="ECEcorps"/>
        <w:rPr>
          <w:rFonts w:eastAsia="Arial Unicode MS"/>
        </w:rPr>
      </w:pPr>
    </w:p>
    <w:p w:rsidR="00B0005D" w:rsidRDefault="00B0005D" w:rsidP="00567E16">
      <w:pPr>
        <w:pStyle w:val="ECEcorps"/>
        <w:rPr>
          <w:rFonts w:eastAsia="Arial Unicode MS"/>
        </w:rPr>
      </w:pPr>
    </w:p>
    <w:p w:rsidR="00B0005D" w:rsidRDefault="00B0005D" w:rsidP="00567E16">
      <w:pPr>
        <w:pStyle w:val="ECEcorps"/>
        <w:rPr>
          <w:rFonts w:eastAsia="Arial Unicode MS"/>
        </w:rPr>
      </w:pPr>
    </w:p>
    <w:p w:rsidR="00B0005D" w:rsidRDefault="00B0005D" w:rsidP="00567E16">
      <w:pPr>
        <w:pStyle w:val="ECEcorps"/>
        <w:rPr>
          <w:rFonts w:eastAsia="Arial Unicode MS"/>
        </w:rPr>
      </w:pPr>
    </w:p>
    <w:p w:rsidR="00B0005D" w:rsidRDefault="00B0005D" w:rsidP="00567E16">
      <w:pPr>
        <w:pStyle w:val="ECEcorps"/>
        <w:rPr>
          <w:rFonts w:eastAsia="Arial Unicode MS"/>
        </w:rPr>
      </w:pPr>
    </w:p>
    <w:p w:rsidR="00B0005D" w:rsidRDefault="00B0005D" w:rsidP="00567E16">
      <w:pPr>
        <w:pStyle w:val="ECEcorps"/>
        <w:rPr>
          <w:rFonts w:eastAsia="Arial Unicode MS"/>
        </w:rPr>
      </w:pPr>
    </w:p>
    <w:p w:rsidR="00B0005D" w:rsidRDefault="00B0005D" w:rsidP="00567E16">
      <w:pPr>
        <w:pStyle w:val="ECEcorps"/>
        <w:rPr>
          <w:rFonts w:eastAsia="Arial Unicode MS"/>
        </w:rPr>
      </w:pPr>
    </w:p>
    <w:p w:rsidR="00B0005D" w:rsidRDefault="00B0005D" w:rsidP="00567E16">
      <w:pPr>
        <w:pStyle w:val="ECEcorps"/>
        <w:rPr>
          <w:rFonts w:eastAsia="Arial Unicode MS"/>
        </w:rPr>
      </w:pPr>
    </w:p>
    <w:p w:rsidR="00B0005D" w:rsidRDefault="00B0005D" w:rsidP="00567E16">
      <w:pPr>
        <w:pStyle w:val="ECEcorps"/>
        <w:rPr>
          <w:rFonts w:eastAsia="Arial Unicode MS"/>
        </w:rPr>
      </w:pPr>
    </w:p>
    <w:p w:rsidR="00B0005D" w:rsidRDefault="00B0005D" w:rsidP="00567E16">
      <w:pPr>
        <w:pStyle w:val="ECEcorps"/>
        <w:rPr>
          <w:rFonts w:eastAsia="Arial Unicode MS"/>
        </w:rPr>
      </w:pPr>
    </w:p>
    <w:p w:rsidR="00B0005D" w:rsidRDefault="00B0005D" w:rsidP="00567E16">
      <w:pPr>
        <w:pStyle w:val="ECEcorps"/>
        <w:rPr>
          <w:rFonts w:eastAsia="Arial Unicode MS"/>
        </w:rPr>
      </w:pPr>
    </w:p>
    <w:p w:rsidR="00B0005D" w:rsidRDefault="00B0005D" w:rsidP="00567E16">
      <w:pPr>
        <w:pStyle w:val="ECEcorps"/>
        <w:rPr>
          <w:rFonts w:eastAsia="Arial Unicode MS"/>
        </w:rPr>
      </w:pPr>
    </w:p>
    <w:p w:rsidR="00B0005D" w:rsidRDefault="00B0005D" w:rsidP="00567E16">
      <w:pPr>
        <w:pStyle w:val="ECEcorps"/>
        <w:rPr>
          <w:rFonts w:eastAsia="Arial Unicode MS"/>
        </w:rPr>
      </w:pPr>
    </w:p>
    <w:p w:rsidR="00B0005D" w:rsidRDefault="00B0005D" w:rsidP="00567E16">
      <w:pPr>
        <w:pStyle w:val="ECEcorps"/>
        <w:rPr>
          <w:rFonts w:eastAsia="Arial Unicode MS"/>
        </w:rPr>
      </w:pPr>
    </w:p>
    <w:p w:rsidR="00B0005D" w:rsidRDefault="00B0005D" w:rsidP="00567E16">
      <w:pPr>
        <w:pStyle w:val="ECEcorps"/>
        <w:rPr>
          <w:rFonts w:eastAsia="Arial Unicode MS"/>
        </w:rPr>
      </w:pPr>
    </w:p>
    <w:p w:rsidR="00A646CA" w:rsidRPr="00A646CA" w:rsidRDefault="00A646CA" w:rsidP="00567E16">
      <w:pPr>
        <w:pStyle w:val="ECEcorps"/>
        <w:rPr>
          <w:rFonts w:eastAsia="Arial Unicode MS"/>
        </w:rPr>
      </w:pPr>
    </w:p>
    <w:p w:rsidR="00D30F5A" w:rsidRPr="007F1AEE" w:rsidRDefault="00D30F5A" w:rsidP="00567E16">
      <w:pPr>
        <w:pStyle w:val="ECEcorps"/>
        <w:rPr>
          <w:rFonts w:eastAsia="Arial Unicode MS"/>
        </w:rPr>
      </w:pPr>
    </w:p>
    <w:p w:rsidR="00567E16" w:rsidRPr="006F3019" w:rsidRDefault="00567E16" w:rsidP="00567E16">
      <w:pPr>
        <w:pStyle w:val="ECEtitre"/>
        <w:rPr>
          <w:rFonts w:eastAsia="Arial Unicode MS"/>
        </w:rPr>
      </w:pPr>
      <w:r>
        <w:rPr>
          <w:rFonts w:eastAsia="Arial Unicode MS"/>
        </w:rPr>
        <w:t>Paillasse professeur</w:t>
      </w:r>
    </w:p>
    <w:p w:rsidR="00567E16" w:rsidRPr="0013127E" w:rsidRDefault="0013127E" w:rsidP="0013127E">
      <w:pPr>
        <w:pStyle w:val="ECEpuce1"/>
      </w:pPr>
      <w:r w:rsidRPr="0013127E">
        <w:t>u</w:t>
      </w:r>
      <w:r w:rsidR="007A3C35" w:rsidRPr="0013127E">
        <w:t>n montage de secours</w:t>
      </w:r>
      <w:r w:rsidR="00585943">
        <w:t> </w:t>
      </w:r>
    </w:p>
    <w:p w:rsidR="0013127E" w:rsidRPr="0013127E" w:rsidRDefault="0013127E" w:rsidP="0013127E">
      <w:pPr>
        <w:pStyle w:val="ECEpuce1"/>
      </w:pPr>
      <w:r w:rsidRPr="0013127E">
        <w:t>de l’eau de mer</w:t>
      </w:r>
      <w:r w:rsidR="00585943">
        <w:t> </w:t>
      </w:r>
    </w:p>
    <w:p w:rsidR="0013127E" w:rsidRPr="0013127E" w:rsidRDefault="0013127E" w:rsidP="0013127E">
      <w:pPr>
        <w:pStyle w:val="ECEpuce1"/>
        <w:ind w:left="1070"/>
      </w:pPr>
      <w:r w:rsidRPr="0013127E">
        <w:t xml:space="preserve">une clé USB contenant les résultats obtenus expérimentalement </w:t>
      </w:r>
      <w:r>
        <w:t>ainsi que</w:t>
      </w:r>
      <w:r w:rsidRPr="0013127E">
        <w:t xml:space="preserve"> la courbe</w:t>
      </w:r>
      <w:r>
        <w:t xml:space="preserve"> (sans la modélisation)</w:t>
      </w:r>
    </w:p>
    <w:p w:rsidR="00567E16" w:rsidRPr="007F1AEE" w:rsidRDefault="00567E16" w:rsidP="00567E16">
      <w:pPr>
        <w:pStyle w:val="ECEcorps"/>
      </w:pPr>
    </w:p>
    <w:p w:rsidR="00567E16" w:rsidRDefault="00443734" w:rsidP="00567E16">
      <w:pPr>
        <w:pStyle w:val="ECEtitre"/>
        <w:rPr>
          <w:rFonts w:eastAsia="Arial Unicode MS"/>
        </w:rPr>
      </w:pPr>
      <w:r>
        <w:rPr>
          <w:rFonts w:eastAsia="Arial Unicode MS"/>
        </w:rPr>
        <w:t>Document</w:t>
      </w:r>
      <w:r w:rsidR="00567E16">
        <w:rPr>
          <w:rFonts w:eastAsia="Arial Unicode MS"/>
        </w:rPr>
        <w:t xml:space="preserve"> mis à disposition des candidats</w:t>
      </w:r>
    </w:p>
    <w:p w:rsidR="00567E16" w:rsidRPr="0060508C" w:rsidRDefault="00443734" w:rsidP="00567E16">
      <w:pPr>
        <w:pStyle w:val="ECEpuce1"/>
      </w:pPr>
      <w:r>
        <w:t>u</w:t>
      </w:r>
      <w:r w:rsidR="00567E16">
        <w:t>ne notice d’utilisation simplifiée du tableur-grapheur</w:t>
      </w:r>
    </w:p>
    <w:p w:rsidR="00567E16" w:rsidRPr="0060508C" w:rsidRDefault="00567E16" w:rsidP="00567E16">
      <w:pPr>
        <w:pStyle w:val="ECEpuce1"/>
        <w:numPr>
          <w:ilvl w:val="0"/>
          <w:numId w:val="0"/>
        </w:numPr>
        <w:ind w:left="1068"/>
      </w:pPr>
    </w:p>
    <w:p w:rsidR="00C35DD5" w:rsidRDefault="00C35DD5">
      <w:pPr>
        <w:spacing w:line="240" w:lineRule="auto"/>
        <w:jc w:val="left"/>
      </w:pPr>
      <w:r>
        <w:br w:type="page"/>
      </w:r>
    </w:p>
    <w:p w:rsidR="00585943" w:rsidRPr="00244F93" w:rsidRDefault="00585943" w:rsidP="00585943">
      <w:pPr>
        <w:pStyle w:val="ECEfiche"/>
        <w:rPr>
          <w:b/>
        </w:rPr>
      </w:pPr>
      <w:bookmarkStart w:id="12" w:name="_Toc466984408"/>
      <w:bookmarkStart w:id="13" w:name="_Toc473023254"/>
      <w:bookmarkStart w:id="14" w:name="_Toc504661266"/>
      <w:r w:rsidRPr="00244F93">
        <w:lastRenderedPageBreak/>
        <w:t xml:space="preserve">III. </w:t>
      </w:r>
      <w:r w:rsidRPr="00E26870">
        <w:t>ÉNONCÉ DESTINÉ AU CANDIDAT</w:t>
      </w:r>
      <w:bookmarkEnd w:id="12"/>
      <w:bookmarkEnd w:id="13"/>
      <w:bookmarkEnd w:id="14"/>
    </w:p>
    <w:p w:rsidR="00585943" w:rsidRDefault="00585943" w:rsidP="00585943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4933"/>
        <w:gridCol w:w="4933"/>
      </w:tblGrid>
      <w:tr w:rsidR="00585943" w:rsidTr="00E55FCF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85943" w:rsidRDefault="00585943" w:rsidP="00E55FCF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:rsidR="00585943" w:rsidRDefault="00585943" w:rsidP="00E55FCF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85943" w:rsidRDefault="00585943" w:rsidP="00E55FCF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585943" w:rsidTr="00E55FCF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85943" w:rsidRDefault="00585943" w:rsidP="00E55FCF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:rsidR="00585943" w:rsidRDefault="00585943" w:rsidP="00E55FCF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85943" w:rsidRDefault="00585943" w:rsidP="00E55FCF">
            <w:pPr>
              <w:pStyle w:val="ECEcorps"/>
            </w:pPr>
            <w:r>
              <w:t>n°</w:t>
            </w:r>
            <w:r w:rsidRPr="002D2F9B">
              <w:t xml:space="preserve"> d’inscription</w:t>
            </w:r>
            <w:r>
              <w:t xml:space="preserve"> : </w:t>
            </w:r>
          </w:p>
        </w:tc>
      </w:tr>
    </w:tbl>
    <w:p w:rsidR="00585943" w:rsidRDefault="00585943" w:rsidP="00585943">
      <w:pPr>
        <w:pStyle w:val="ECEcorps"/>
      </w:pPr>
    </w:p>
    <w:p w:rsidR="00585943" w:rsidRDefault="00585943" w:rsidP="00585943">
      <w:pPr>
        <w:pStyle w:val="ECEbordure"/>
      </w:pPr>
      <w:r>
        <w:t xml:space="preserve">Ce sujet </w:t>
      </w:r>
      <w:r w:rsidRPr="00966915">
        <w:t xml:space="preserve">comporte </w:t>
      </w:r>
      <w:r w:rsidR="00FE6C7E">
        <w:rPr>
          <w:b/>
        </w:rPr>
        <w:t>cinq</w:t>
      </w:r>
      <w:r>
        <w:rPr>
          <w:b/>
        </w:rPr>
        <w:t xml:space="preserve"> </w:t>
      </w:r>
      <w:r w:rsidRPr="00966915">
        <w:t>feuilles</w:t>
      </w:r>
      <w:r w:rsidRPr="00C17957">
        <w:t xml:space="preserve"> individuelles sur lesquelles le candidat doit consigner ses réponses.</w:t>
      </w:r>
    </w:p>
    <w:p w:rsidR="00585943" w:rsidRDefault="00585943" w:rsidP="00585943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:rsidR="00585943" w:rsidRDefault="00585943" w:rsidP="00585943">
      <w:pPr>
        <w:pStyle w:val="ECEbordure"/>
      </w:pPr>
    </w:p>
    <w:p w:rsidR="00585943" w:rsidRDefault="00585943" w:rsidP="00585943">
      <w:pPr>
        <w:pStyle w:val="ECEbordure"/>
      </w:pPr>
      <w:r w:rsidRPr="00AC5BC7">
        <w:t>Le candidat doit agir en autonomie et faire preuve d’initiative tout au long de l’épreuve.</w:t>
      </w:r>
    </w:p>
    <w:p w:rsidR="00585943" w:rsidRPr="00AC5BC7" w:rsidRDefault="00585943" w:rsidP="00585943">
      <w:pPr>
        <w:pStyle w:val="ECEbordure"/>
      </w:pPr>
      <w:r w:rsidRPr="000F26F2">
        <w:t>En cas de difficulté, le candidat peut solliciter l’examinateur afin de lui permettre de continuer la tâche.</w:t>
      </w:r>
    </w:p>
    <w:p w:rsidR="00585943" w:rsidRDefault="00585943" w:rsidP="00585943">
      <w:pPr>
        <w:pStyle w:val="ECEbordure"/>
      </w:pPr>
      <w:r w:rsidRPr="00AC5BC7">
        <w:t>L’examinateur peut intervenir à tout moment, s’il le juge utile</w:t>
      </w:r>
      <w:r>
        <w:t>.</w:t>
      </w:r>
    </w:p>
    <w:p w:rsidR="00585943" w:rsidRPr="000544C5" w:rsidRDefault="000544C5" w:rsidP="00585943">
      <w:pPr>
        <w:pStyle w:val="ECEbordure"/>
        <w:rPr>
          <w:b/>
          <w:u w:val="single"/>
        </w:rPr>
      </w:pPr>
      <w:r w:rsidRPr="000544C5">
        <w:rPr>
          <w:b/>
          <w:u w:val="single"/>
        </w:rPr>
        <w:t>L'utilisation d'une calculatrice ou d'un ordinateur autres que ceux fournis n'est pas autorisée.</w:t>
      </w:r>
    </w:p>
    <w:p w:rsidR="00585943" w:rsidRPr="00F2218C" w:rsidRDefault="00585943" w:rsidP="00585943">
      <w:pPr>
        <w:pStyle w:val="ECEcorps"/>
      </w:pPr>
    </w:p>
    <w:p w:rsidR="00585943" w:rsidRPr="00545715" w:rsidRDefault="00585943" w:rsidP="00585943">
      <w:pPr>
        <w:pStyle w:val="ECEcorps"/>
        <w:rPr>
          <w:u w:val="single"/>
        </w:rPr>
      </w:pPr>
    </w:p>
    <w:p w:rsidR="00585943" w:rsidRPr="00545715" w:rsidRDefault="00585943" w:rsidP="00585943">
      <w:pPr>
        <w:pStyle w:val="ECEtitre"/>
      </w:pPr>
      <w:r w:rsidRPr="00545715">
        <w:t>CONTEXTE DU SUJET</w:t>
      </w:r>
    </w:p>
    <w:p w:rsidR="00585943" w:rsidRPr="00545715" w:rsidRDefault="00585943" w:rsidP="00585943">
      <w:pPr>
        <w:pStyle w:val="ECEcorps"/>
        <w:rPr>
          <w:u w:val="single"/>
        </w:rPr>
      </w:pPr>
    </w:p>
    <w:p w:rsidR="00585943" w:rsidRDefault="00585943" w:rsidP="00585943">
      <w:pPr>
        <w:pStyle w:val="ECEcorps"/>
      </w:pPr>
      <w:r>
        <w:t>Au cours du XX</w:t>
      </w:r>
      <w:r w:rsidRPr="00403948">
        <w:rPr>
          <w:vertAlign w:val="superscript"/>
        </w:rPr>
        <w:t>ème</w:t>
      </w:r>
      <w:r w:rsidR="00083DE4">
        <w:t xml:space="preserve"> siècle et du début du XXI</w:t>
      </w:r>
      <w:r w:rsidR="00083DE4" w:rsidRPr="00083DE4">
        <w:rPr>
          <w:vertAlign w:val="superscript"/>
        </w:rPr>
        <w:t>ème</w:t>
      </w:r>
      <w:r w:rsidR="00083DE4">
        <w:t xml:space="preserve"> siècle, l’élévation du </w:t>
      </w:r>
      <w:r>
        <w:t xml:space="preserve">niveau </w:t>
      </w:r>
      <w:r w:rsidR="00BF4993">
        <w:t xml:space="preserve">moyen </w:t>
      </w:r>
      <w:r>
        <w:t xml:space="preserve">des océans </w:t>
      </w:r>
      <w:r w:rsidR="00EB288A">
        <w:t xml:space="preserve">du globe </w:t>
      </w:r>
      <w:r w:rsidR="00083DE4">
        <w:t>est estimée entre 15 et 20 cm</w:t>
      </w:r>
      <w:r>
        <w:t>. Sur la même période,</w:t>
      </w:r>
      <w:r w:rsidR="00BF4993">
        <w:t xml:space="preserve"> l’élévation de l</w:t>
      </w:r>
      <w:r w:rsidR="00EB288A">
        <w:t>eur</w:t>
      </w:r>
      <w:r w:rsidR="00BF4993">
        <w:t xml:space="preserve"> température moyenne est </w:t>
      </w:r>
      <w:r w:rsidR="00EF4912">
        <w:t xml:space="preserve">estimée à </w:t>
      </w:r>
      <w:r w:rsidR="00B87A53">
        <w:t xml:space="preserve">environ </w:t>
      </w:r>
      <w:r w:rsidR="00BF4993">
        <w:t>0,</w:t>
      </w:r>
      <w:r w:rsidR="001856D1">
        <w:t>6</w:t>
      </w:r>
      <w:r w:rsidR="00BF4993">
        <w:t>°C</w:t>
      </w:r>
      <w:r>
        <w:t>. Cette élévation du niveau des océans est communément attribuée à la fonte des glaciers continentaux. Un autre mécanisme entre cependant en jeu : le phénomène de</w:t>
      </w:r>
      <w:r w:rsidR="00EB288A">
        <w:t xml:space="preserve"> dilatation thermique</w:t>
      </w:r>
      <w:r>
        <w:t xml:space="preserve">. </w:t>
      </w:r>
    </w:p>
    <w:p w:rsidR="00585943" w:rsidRPr="0097107F" w:rsidRDefault="00585943" w:rsidP="00585943">
      <w:pPr>
        <w:pStyle w:val="ECEcorps"/>
        <w:rPr>
          <w:i/>
        </w:rPr>
      </w:pPr>
    </w:p>
    <w:p w:rsidR="00585943" w:rsidRPr="00DE5A91" w:rsidRDefault="00BF4993" w:rsidP="00585943">
      <w:pPr>
        <w:pStyle w:val="ECEcorps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Le but de cette épreuve est d’</w:t>
      </w:r>
      <w:r w:rsidR="008D4700">
        <w:rPr>
          <w:b/>
          <w:i/>
          <w:sz w:val="24"/>
          <w:szCs w:val="24"/>
        </w:rPr>
        <w:t>estimer</w:t>
      </w:r>
      <w:r>
        <w:rPr>
          <w:b/>
          <w:i/>
          <w:sz w:val="24"/>
          <w:szCs w:val="24"/>
        </w:rPr>
        <w:t xml:space="preserve"> </w:t>
      </w:r>
      <w:r w:rsidR="00496C53">
        <w:rPr>
          <w:b/>
          <w:i/>
          <w:sz w:val="24"/>
          <w:szCs w:val="24"/>
        </w:rPr>
        <w:t xml:space="preserve">l’impact de la dilatation thermique sur </w:t>
      </w:r>
      <w:r>
        <w:rPr>
          <w:b/>
          <w:i/>
          <w:sz w:val="24"/>
          <w:szCs w:val="24"/>
        </w:rPr>
        <w:t xml:space="preserve">l’élévation du </w:t>
      </w:r>
      <w:r w:rsidR="00EE5E37">
        <w:rPr>
          <w:b/>
          <w:i/>
          <w:sz w:val="24"/>
          <w:szCs w:val="24"/>
        </w:rPr>
        <w:t>niveau des océans afin d’évaluer</w:t>
      </w:r>
      <w:r>
        <w:rPr>
          <w:b/>
          <w:i/>
          <w:sz w:val="24"/>
          <w:szCs w:val="24"/>
        </w:rPr>
        <w:t xml:space="preserve"> si ce phénomène est négligeable ou pas.</w:t>
      </w:r>
    </w:p>
    <w:p w:rsidR="00585943" w:rsidRDefault="0058594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BF4993" w:rsidRDefault="00BF4993" w:rsidP="00585943">
      <w:pPr>
        <w:pStyle w:val="ECEcorps"/>
        <w:rPr>
          <w:i/>
        </w:rPr>
      </w:pPr>
    </w:p>
    <w:p w:rsidR="00C35DD5" w:rsidRDefault="00C35DD5" w:rsidP="00585943">
      <w:pPr>
        <w:pStyle w:val="ECEcorps"/>
        <w:rPr>
          <w:i/>
        </w:rPr>
      </w:pPr>
    </w:p>
    <w:p w:rsidR="00D423E9" w:rsidRDefault="00D423E9" w:rsidP="00BF4993">
      <w:pPr>
        <w:pStyle w:val="ECEtitre"/>
        <w:rPr>
          <w:b w:val="0"/>
          <w:i/>
          <w:u w:val="none"/>
        </w:rPr>
      </w:pPr>
    </w:p>
    <w:p w:rsidR="00585943" w:rsidRDefault="00BF4993" w:rsidP="00BF4993">
      <w:pPr>
        <w:pStyle w:val="ECEtitre"/>
      </w:pPr>
      <w:r>
        <w:t>DOCUMENT</w:t>
      </w:r>
      <w:r w:rsidR="007E3B41">
        <w:t>S</w:t>
      </w:r>
      <w:r w:rsidR="00585943" w:rsidRPr="009506E7">
        <w:t xml:space="preserve"> MIS </w:t>
      </w:r>
      <w:r w:rsidR="00585943">
        <w:t>À</w:t>
      </w:r>
      <w:r w:rsidR="00585943" w:rsidRPr="009506E7">
        <w:t xml:space="preserve"> DISPOSITION DU CANDIDAT</w:t>
      </w:r>
    </w:p>
    <w:tbl>
      <w:tblPr>
        <w:tblStyle w:val="Grilledutableau"/>
        <w:tblpPr w:leftFromText="141" w:rightFromText="141" w:vertAnchor="text" w:horzAnchor="margin" w:tblpY="166"/>
        <w:tblW w:w="10456" w:type="dxa"/>
        <w:tblLayout w:type="fixed"/>
        <w:tblLook w:val="04A0"/>
      </w:tblPr>
      <w:tblGrid>
        <w:gridCol w:w="10456"/>
      </w:tblGrid>
      <w:tr w:rsidR="00BF4993" w:rsidRPr="009506E7" w:rsidTr="00D423E9">
        <w:trPr>
          <w:trHeight w:val="7503"/>
        </w:trPr>
        <w:tc>
          <w:tcPr>
            <w:tcW w:w="10456" w:type="dxa"/>
          </w:tcPr>
          <w:p w:rsidR="00BF4993" w:rsidRPr="009506E7" w:rsidRDefault="00BF4993" w:rsidP="00BF4993">
            <w:pPr>
              <w:pStyle w:val="ECEtitre"/>
            </w:pPr>
            <w:r>
              <w:br w:type="page"/>
            </w:r>
            <w:r w:rsidRPr="009506E7">
              <w:t xml:space="preserve">Document </w:t>
            </w:r>
            <w:r>
              <w:t>1</w:t>
            </w:r>
            <w:r w:rsidRPr="0039367C">
              <w:rPr>
                <w:u w:val="none"/>
              </w:rPr>
              <w:t> :</w:t>
            </w:r>
            <w:r>
              <w:rPr>
                <w:u w:val="none"/>
              </w:rPr>
              <w:t xml:space="preserve"> Dispositif permettant de déterminer le coefficient de dilatation thermique d’un liquide</w:t>
            </w:r>
          </w:p>
          <w:p w:rsidR="00BF4993" w:rsidRPr="009506E7" w:rsidRDefault="00713EB7" w:rsidP="00BF4993">
            <w:pPr>
              <w:pStyle w:val="ECEcorps"/>
            </w:pPr>
            <w:r>
              <w:rPr>
                <w:noProof/>
              </w:rPr>
              <w:pict>
                <v:shape id="Text Box 4" o:spid="_x0000_s1176" type="#_x0000_t202" style="position:absolute;left:0;text-align:left;margin-left:251.55pt;margin-top:5.85pt;width:264pt;height:340.7pt;z-index:2516756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filled="f" stroked="f">
                  <v:textbox style="mso-next-textbox:#Text Box 4">
                    <w:txbxContent>
                      <w:p w:rsidR="00315D5E" w:rsidRPr="00A83C9A" w:rsidRDefault="00315D5E" w:rsidP="00BF4993">
                        <w:pPr>
                          <w:pStyle w:val="ECEtitre"/>
                          <w:jc w:val="center"/>
                        </w:pPr>
                        <w:r w:rsidRPr="00A83C9A">
                          <w:t>Protocole</w:t>
                        </w:r>
                      </w:p>
                      <w:p w:rsidR="00315D5E" w:rsidRPr="00C57DD8" w:rsidRDefault="00315D5E" w:rsidP="00BF4993">
                        <w:pPr>
                          <w:pStyle w:val="ECEcorps"/>
                          <w:spacing w:after="120"/>
                          <w:jc w:val="left"/>
                          <w:rPr>
                            <w:u w:val="single"/>
                          </w:rPr>
                        </w:pPr>
                        <w:r w:rsidRPr="00C57DD8">
                          <w:rPr>
                            <w:u w:val="single"/>
                          </w:rPr>
                          <w:t>Partie 1</w:t>
                        </w:r>
                      </w:p>
                      <w:p w:rsidR="00315D5E" w:rsidRDefault="00315D5E" w:rsidP="007E3B41">
                        <w:pPr>
                          <w:ind w:left="142" w:hanging="142"/>
                        </w:pPr>
                        <w:r w:rsidRPr="003940C6">
                          <w:t>-</w:t>
                        </w:r>
                        <w:r>
                          <w:tab/>
                          <w:t>Introduire le barreau aimanté dans l’erlenmeyer puis placer le bouchon avec la pipette et le thermomètre.</w:t>
                        </w:r>
                      </w:p>
                      <w:p w:rsidR="00315D5E" w:rsidRDefault="00315D5E" w:rsidP="007E3B41">
                        <w:pPr>
                          <w:tabs>
                            <w:tab w:val="left" w:pos="142"/>
                          </w:tabs>
                        </w:pPr>
                        <w:r>
                          <w:t>-</w:t>
                        </w:r>
                        <w:r>
                          <w:tab/>
                          <w:t>Peser l’ensemble du dispositif.</w:t>
                        </w:r>
                      </w:p>
                      <w:p w:rsidR="00315D5E" w:rsidRDefault="00315D5E" w:rsidP="007E3B41">
                        <w:pPr>
                          <w:tabs>
                            <w:tab w:val="left" w:pos="142"/>
                          </w:tabs>
                        </w:pPr>
                        <w:r>
                          <w:t>-</w:t>
                        </w:r>
                        <w:r>
                          <w:tab/>
                          <w:t>Retirer le bouchon.</w:t>
                        </w:r>
                      </w:p>
                      <w:p w:rsidR="00315D5E" w:rsidRDefault="00315D5E" w:rsidP="007E3B41">
                        <w:pPr>
                          <w:ind w:left="142" w:hanging="142"/>
                        </w:pPr>
                        <w:r>
                          <w:t>-</w:t>
                        </w:r>
                        <w:r>
                          <w:tab/>
                          <w:t>Au-dessus d’un évier, r</w:t>
                        </w:r>
                        <w:r w:rsidRPr="003940C6">
                          <w:t>emplir l'e</w:t>
                        </w:r>
                        <w:r>
                          <w:t xml:space="preserve">rlenmeyer </w:t>
                        </w:r>
                        <w:r w:rsidRPr="003940C6">
                          <w:t>avec</w:t>
                        </w:r>
                        <w:r>
                          <w:t xml:space="preserve"> de</w:t>
                        </w:r>
                        <w:r w:rsidRPr="003940C6">
                          <w:t xml:space="preserve"> l’eau de mer</w:t>
                        </w:r>
                        <w:r>
                          <w:t xml:space="preserve"> à ras bord puis enfoncer </w:t>
                        </w:r>
                        <w:r w:rsidRPr="00E92A11">
                          <w:rPr>
                            <w:u w:val="single"/>
                          </w:rPr>
                          <w:t>délicatement</w:t>
                        </w:r>
                        <w:r>
                          <w:t xml:space="preserve"> le bouchon en le tournant et en évitant les bulles d’air. Le niveau de l’eau de mer ne doit pas dépasser la mi-hauteur de la pipette graduée.</w:t>
                        </w:r>
                      </w:p>
                      <w:p w:rsidR="00315D5E" w:rsidRDefault="00315D5E" w:rsidP="007E3B41">
                        <w:pPr>
                          <w:tabs>
                            <w:tab w:val="left" w:pos="142"/>
                          </w:tabs>
                        </w:pPr>
                        <w:r>
                          <w:t>-</w:t>
                        </w:r>
                        <w:r>
                          <w:tab/>
                          <w:t>Essuyer l’erlenmeyer.</w:t>
                        </w:r>
                      </w:p>
                      <w:p w:rsidR="00315D5E" w:rsidRDefault="00315D5E" w:rsidP="007E3B41">
                        <w:pPr>
                          <w:pStyle w:val="ECEcorps"/>
                          <w:ind w:left="142" w:hanging="142"/>
                        </w:pPr>
                        <w:r>
                          <w:t>-</w:t>
                        </w:r>
                        <w:r>
                          <w:tab/>
                          <w:t xml:space="preserve">La masse </w:t>
                        </w:r>
                        <w:r w:rsidRPr="0065705C">
                          <w:rPr>
                            <w:i/>
                          </w:rPr>
                          <w:t>m</w:t>
                        </w:r>
                        <w:r w:rsidRPr="00BA45C5">
                          <w:rPr>
                            <w:vertAlign w:val="subscript"/>
                          </w:rPr>
                          <w:t>0</w:t>
                        </w:r>
                        <w:r>
                          <w:t xml:space="preserve"> d’eau de mer qu’il contient est égale à </w:t>
                        </w:r>
                        <w:r>
                          <w:rPr>
                            <w:i/>
                          </w:rPr>
                          <w:t>m</w:t>
                        </w:r>
                        <w:r>
                          <w:rPr>
                            <w:i/>
                            <w:vertAlign w:val="subscript"/>
                          </w:rPr>
                          <w:t>0</w:t>
                        </w:r>
                        <w:r>
                          <w:rPr>
                            <w:i/>
                          </w:rPr>
                          <w:t xml:space="preserve"> = </w:t>
                        </w:r>
                        <w:r>
                          <w:t>…...</w:t>
                        </w:r>
                      </w:p>
                      <w:p w:rsidR="00315D5E" w:rsidRDefault="00315D5E" w:rsidP="00BF4993">
                        <w:pPr>
                          <w:pStyle w:val="ECEcorps"/>
                          <w:jc w:val="left"/>
                        </w:pPr>
                      </w:p>
                      <w:p w:rsidR="00315D5E" w:rsidRPr="00C57DD8" w:rsidRDefault="00315D5E" w:rsidP="00BF4993">
                        <w:pPr>
                          <w:pStyle w:val="ECEcorps"/>
                          <w:spacing w:after="120"/>
                          <w:jc w:val="left"/>
                          <w:rPr>
                            <w:u w:val="single"/>
                          </w:rPr>
                        </w:pPr>
                        <w:r w:rsidRPr="00C57DD8">
                          <w:rPr>
                            <w:u w:val="single"/>
                          </w:rPr>
                          <w:t>Partie 2</w:t>
                        </w:r>
                      </w:p>
                      <w:p w:rsidR="00315D5E" w:rsidRDefault="00315D5E" w:rsidP="00315D5E">
                        <w:pPr>
                          <w:pStyle w:val="ECEcorps"/>
                          <w:spacing w:line="360" w:lineRule="auto"/>
                          <w:ind w:left="142" w:hanging="142"/>
                          <w:jc w:val="left"/>
                        </w:pPr>
                        <w:r>
                          <w:t>-</w:t>
                        </w:r>
                        <w:r>
                          <w:tab/>
                          <w:t>Mettre en marche l’agitateur magnétique en réglant la puissance du chauffage sur …………… </w:t>
                        </w:r>
                      </w:p>
                      <w:p w:rsidR="00315D5E" w:rsidRDefault="00315D5E" w:rsidP="00BF4993">
                        <w:pPr>
                          <w:pStyle w:val="ECEcorps"/>
                          <w:ind w:left="142" w:hanging="142"/>
                          <w:jc w:val="left"/>
                        </w:pPr>
                        <w:r>
                          <w:t>-</w:t>
                        </w:r>
                        <w:r>
                          <w:tab/>
                          <w:t>Ag</w:t>
                        </w:r>
                        <w:r w:rsidRPr="003940C6">
                          <w:t>iter en continu.</w:t>
                        </w:r>
                      </w:p>
                      <w:p w:rsidR="00315D5E" w:rsidRPr="003940C6" w:rsidRDefault="00315D5E" w:rsidP="00BF4993">
                        <w:pPr>
                          <w:pStyle w:val="ECEcorps"/>
                          <w:ind w:left="142" w:hanging="142"/>
                          <w:jc w:val="left"/>
                        </w:pPr>
                        <w:r>
                          <w:t>-</w:t>
                        </w:r>
                        <w:r>
                          <w:tab/>
                          <w:t>Dans la pipette graduée, l</w:t>
                        </w:r>
                        <w:r w:rsidRPr="003940C6">
                          <w:t>orsque le niveau</w:t>
                        </w:r>
                        <w:r>
                          <w:t xml:space="preserve"> d’eau de mer </w:t>
                        </w:r>
                        <w:r w:rsidRPr="003940C6">
                          <w:t>augmente par dilatation, noter la température à chaque fois qu</w:t>
                        </w:r>
                        <w:r>
                          <w:t xml:space="preserve">’elle </w:t>
                        </w:r>
                        <w:r w:rsidRPr="003940C6">
                          <w:t>atteint une graduation</w:t>
                        </w:r>
                        <w:r>
                          <w:t>.</w:t>
                        </w:r>
                      </w:p>
                      <w:p w:rsidR="00315D5E" w:rsidRDefault="00315D5E" w:rsidP="00BF4993">
                        <w:pPr>
                          <w:pStyle w:val="ECEcorps"/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group id="Group 154" o:spid="_x0000_s1177" style="position:absolute;left:0;text-align:left;margin-left:-3.3pt;margin-top:10pt;width:261.95pt;height:342.45pt;z-index:-251639808" coordorigin="1413,8215" coordsize="5239,6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">
                  <v:group id="Group 8" o:spid="_x0000_s1178" style="position:absolute;left:3454;top:8215;width:1842;height:6849" coordorigin="4778,2479" coordsize="1605,51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<v:shape id="Freeform 39" o:spid="_x0000_s1179" alt="5 %" style="position:absolute;left:4808;top:4831;width:1531;height:2154;visibility:visible;mso-wrap-style:square;v-text-anchor:top" coordsize="4200,55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98UMEA&#10;AADaAAAADwAAAGRycy9kb3ducmV2LnhtbESPzWrDMBCE74G8g9hAb4kcF5LiRjbGpHWvTUvPi7W1&#10;nVgrY6n+efuqUMhxmJlvmFM2m06MNLjWsoL9LgJBXFndcq3g8+Nl+wTCeWSNnWVSsJCDLF2vTpho&#10;O/E7jRdfiwBhl6CCxvs+kdJVDRl0O9sTB+/bDgZ9kEMt9YBTgJtOxlF0kAZbDgsN9lQ0VN0uP0ZB&#10;Pi1lnB+L66s7eKdNeY6rr0iph82cP4PwNPt7+L/9phU8wt+VcANk+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/fFDBAAAA2gAAAA8AAAAAAAAAAAAAAAAAmAIAAGRycy9kb3du&#10;cmV2LnhtbFBLBQYAAAAABAAEAPUAAACGAwAAAAA=&#10;" path="m1533,r93,39l1626,1182,9,5178,,5337r90,117l189,5532r120,42l441,5577r3420,l3996,5553r102,-57l4164,5391r36,-129l4176,5142,2541,1155r,-1098l2619,12e" fillcolor="#81f1f7" strokeweight="1.5pt">
                      <v:fill r:id="rId8" o:title="" color2="#81f1f7" type="pattern"/>
                      <v:path arrowok="t" o:connecttype="custom" o:connectlocs="85,0;90,2;90,74;0,323;0,333;5,340;11,345;17,348;24,348;214,348;222,346;227,343;231,336;233,328;232,321;141,72;141,3;145,1" o:connectangles="0,0,0,0,0,0,0,0,0,0,0,0,0,0,0,0,0,0"/>
                    </v:shape>
                    <v:roundrect id="AutoShape 4209" o:spid="_x0000_s1180" style="position:absolute;left:5399;top:6878;width:390;height:85;visibility:visible;mso-wrap-style:square;v-text-anchor:top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L/AcMA&#10;AADaAAAADwAAAGRycy9kb3ducmV2LnhtbESPwWrDMBBE74X8g9hCLiaRbUoJbpQQAqaB4kPcfsDG&#10;2tqm1spIqu3+fVUo5DjMzBtmf1zMICZyvresINumIIgbq3tuFXy8l5sdCB+QNQ6WScEPeTgeVg97&#10;LLSd+UpTHVoRIewLVNCFMBZS+qYjg35rR+LofVpnMETpWqkdzhFuBpmn6bM02HNc6HCkc0fNV/1t&#10;FEyUvFFbnRKXl7fcJq+3qsycUuvH5fQCItAS7uH/9kUreIK/K/EG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L/AcMAAADaAAAADwAAAAAAAAAAAAAAAACYAgAAZHJzL2Rv&#10;d25yZXYueG1sUEsFBgAAAAAEAAQA9QAAAIgDAAAAAA==&#10;">
                      <v:fill color2="#292929" angle="90" focus="100%" type="gradient"/>
                    </v:roundrect>
                    <v:group id="Group 11" o:spid="_x0000_s1181" style="position:absolute;left:4778;top:7003;width:1605;height:653" coordorigin="4988,7785" coordsize="1605,6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group id="Group 4211" o:spid="_x0000_s1182" style="position:absolute;left:4988;top:7785;width:1605;height:653" coordorigin="5340,5880" coordsize="2445,6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roundrect id="AutoShape 4212" o:spid="_x0000_s1183" style="position:absolute;left:5340;top:6014;width:2445;height:51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zV7MEA&#10;AADaAAAADwAAAGRycy9kb3ducmV2LnhtbESPT4vCMBTE74LfITzBi6zpLliXahRRFvbqn4PHR/Ns&#10;q81LTbK2+uk3guBxmJnfMPNlZ2pxI+crywo+xwkI4tzqigsFh/3PxzcIH5A11pZJwZ08LBf93hwz&#10;bVve0m0XChEh7DNUUIbQZFL6vCSDfmwb4uidrDMYonSF1A7bCDe1/EqSVBqsOC6U2NC6pPyy+zMK&#10;LpNRcLJNOH/QJk2P501XXx9KDQfdagYiUBfe4Vf7VyuYwvNKvAF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M1ezBAAAA2gAAAA8AAAAAAAAAAAAAAAAAmAIAAGRycy9kb3du&#10;cmV2LnhtbFBLBQYAAAAABAAEAPUAAACGAwAAAAA=&#10;" fillcolor="#c3c3c3" strokecolor="#333" strokeweight="2.25pt">
                          <v:fill focus="50%" type="gradient"/>
                        </v:roundrect>
                        <v:rect id="Rectangle 4213" o:spid="_x0000_s1184" style="position:absolute;left:5340;top:5880;width:2433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cPX78A&#10;AADaAAAADwAAAGRycy9kb3ducmV2LnhtbERPz2vCMBS+C/4P4Q28yJq6wZDOKEMcs8dqwR0fyVvb&#10;rXkpTWbqf28Ogx0/vt+b3WR7caXRd44VrLIcBLF2puNGQX1+f1yD8AHZYO+YFNzIw247n22wMC5y&#10;RddTaEQKYV+ggjaEoZDS65Ys+swNxIn7cqPFkODYSDNiTOG2l095/iItdpwaWhxo35L+Of1aBfEy&#10;hRiXtfnQ3bM+fFcl+s9SqcXD9PYKItAU/sV/7qNRkLamK+kGyO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hw9fvwAAANoAAAAPAAAAAAAAAAAAAAAAAJgCAABkcnMvZG93bnJl&#10;di54bWxQSwUGAAAAAAQABAD1AAAAhAMAAAAA&#10;" fillcolor="gray" strokecolor="#333"/>
                        <v:line id="Line 4214" o:spid="_x0000_s1185" style="position:absolute;visibility:visible;mso-wrap-style:square" from="5435,5991" to="7717,5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Ive8UAAADaAAAADwAAAGRycy9kb3ducmV2LnhtbESP3WrCQBSE74W+w3IK3kjdWETS1FVa&#10;i/gTelHbBzhkT5PQ7NmYXZPo07uC0MthZr5h5sveVKKlxpWWFUzGEQjizOqScwU/3+unGITzyBor&#10;y6TgTA6Wi4fBHBNtO/6i9uBzESDsElRQeF8nUrqsIINubGvi4P3axqAPssmlbrALcFPJ5yiaSYMl&#10;h4UCa1oVlP0dTkZBuu+r+BOn8iJH0fvHanPMdikqNXzs315BeOr9f/je3moFL3C7Em6AX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9Ive8UAAADaAAAADwAAAAAAAAAA&#10;AAAAAAChAgAAZHJzL2Rvd25yZXYueG1sUEsFBgAAAAAEAAQA+QAAAJMDAAAAAA==&#10;" strokecolor="#333" strokeweight="2.25pt"/>
                      </v:group>
                      <v:group id="Group 16" o:spid="_x0000_s1186" style="position:absolute;left:6023;top:8055;width:283;height:283;rotation:-2997022fd" coordorigin="8863,5884" coordsize="283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Ui3FXwwAAANsAAAAP&#10;AAAAAAAAAAAAAAAAAKoCAABkcnMvZG93bnJldi54bWxQSwUGAAAAAAQABAD6AAAAmgMAAAAA&#10;">
                        <v:oval id="Oval 17" o:spid="_x0000_s1187" style="position:absolute;left:8863;top:5884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suL8UA&#10;AADbAAAADwAAAGRycy9kb3ducmV2LnhtbESPQWvCQBCF7wX/wzKCt7pJlSqpaxChIrY9NPbS25Cd&#10;JsHsbNhdTfLv3UKhtxnee9+82eSDacWNnG8sK0jnCQji0uqGKwVf59fHNQgfkDW2lknBSB7y7eRh&#10;g5m2PX/SrQiViBD2GSqoQ+gyKX1Zk0E/tx1x1H6sMxji6iqpHfYRblr5lCTP0mDD8UKNHe1rKi/F&#10;1UTK+/VwWhULlsv24819n/1i3JdKzabD7gVEoCH8m//SRx3rp/D7SxxAb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Gy4vxQAAANsAAAAPAAAAAAAAAAAAAAAAAJgCAABkcnMv&#10;ZG93bnJldi54bWxQSwUGAAAAAAQABAD1AAAAigMAAAAA&#10;" fillcolor="red"/>
                        <v:shape id="AutoShape 18" o:spid="_x0000_s1188" type="#_x0000_t5" style="position:absolute;left:8949;top:5904;width:113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jjOMIA&#10;AADbAAAADwAAAGRycy9kb3ducmV2LnhtbERPS2vCQBC+F/wPywi9iG4UWkJ0FR+Iudbk0OOYHZNo&#10;djZktyb213cLhd7m43vOajOYRjyoc7VlBfNZBIK4sLrmUkGeHacxCOeRNTaWScGTHGzWo5cVJtr2&#10;/EGPsy9FCGGXoILK+zaR0hUVGXQz2xIH7mo7gz7ArpS6wz6Em0YuouhdGqw5NFTY0r6i4n7+Mgq+&#10;ebdN49NRN4f87TNLLU0ut4lSr+NhuwThafD/4j93qsP8Bfz+Eg6Q6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6OM4wgAAANsAAAAPAAAAAAAAAAAAAAAAAJgCAABkcnMvZG93&#10;bnJldi54bWxQSwUGAAAAAAQABAD1AAAAhwMAAAAA&#10;" fillcolor="red"/>
                      </v:group>
                      <v:group id="Group 19" o:spid="_x0000_s1189" style="position:absolute;left:5273;top:8052;width:283;height:283;rotation:674154fd" coordorigin="8863,5884" coordsize="283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JiX2/wwAAANsAAAAP&#10;AAAAAAAAAAAAAAAAAKoCAABkcnMvZG93bnJldi54bWxQSwUGAAAAAAQABAD6AAAAmgMAAAAA&#10;">
                        <v:oval id="Oval 20" o:spid="_x0000_s1190" style="position:absolute;left:8863;top:5884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yNt8QA&#10;AADbAAAADwAAAGRycy9kb3ducmV2LnhtbESPT4vCMBDF7wt+hzCCN039g0rXKCIoouvBupe9Dc1s&#10;W2wmJYlav70RFvY2w3vvN28Wq9bU4k7OV5YVDAcJCOLc6ooLBd+XbX8OwgdkjbVlUvAkD6tl52OB&#10;qbYPPtM9C4WIEPYpKihDaFIpfV6SQT+wDXHUfq0zGOLqCqkdPiLc1HKUJFNpsOJ4ocSGNiXl1+xm&#10;IuXrtjvMsjHLSX06up+LHz83uVK9brv+BBGoDf/mv/Rex/oTeP8SB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sjbfEAAAA2wAAAA8AAAAAAAAAAAAAAAAAmAIAAGRycy9k&#10;b3ducmV2LnhtbFBLBQYAAAAABAAEAPUAAACJAwAAAAA=&#10;" fillcolor="red"/>
                        <v:shape id="AutoShape 21" o:spid="_x0000_s1191" type="#_x0000_t5" style="position:absolute;left:8949;top:5904;width:113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F7TMEA&#10;AADbAAAADwAAAGRycy9kb3ducmV2LnhtbERPS4vCMBC+C/6HMMJeZE0VFKmmxV2R7dXHweNsM7bV&#10;ZlKaqN399UYQvM3H95xl2pla3Kh1lWUF41EEgji3uuJCwWG/+ZyDcB5ZY22ZFPyRgzTp95YYa3vn&#10;Ld12vhAhhF2MCkrvm1hKl5dk0I1sQxy4k20N+gDbQuoW7yHc1HISRTNpsOLQUGJD3yXll93VKPjn&#10;r1U2/9noen2YHveZpeHveajUx6BbLUB46vxb/HJnOsyfwvOXcIBM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Be0zBAAAA2wAAAA8AAAAAAAAAAAAAAAAAmAIAAGRycy9kb3du&#10;cmV2LnhtbFBLBQYAAAAABAAEAPUAAACGAwAAAAA=&#10;" fillcolor="red"/>
                      </v:group>
                    </v:group>
                    <v:shape id="AutoShape 4220" o:spid="_x0000_s1192" style="position:absolute;left:5413;top:4721;width:312;height:397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sl5MIA&#10;AADbAAAADwAAAGRycy9kb3ducmV2LnhtbERPTWvCQBC9C/0PyxR6KboxFCnRVaSlUOil2lLxNmTH&#10;bDQ7G7JTk/57Vyh4m8f7nMVq8I06UxfrwAamkwwUcRlszZWB76+38TOoKMgWm8Bk4I8irJZ3owUW&#10;NvS8ofNWKpVCOBZowIm0hdaxdOQxTkJLnLhD6DxKgl2lbYd9CveNzrNspj3WnBoctvTiqDxtf70B&#10;/tzbp9f8wx73bpevpz+y6R/FmIf7YT0HJTTITfzvfrdp/gyuv6QD9PI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GyXkwgAAANsAAAAPAAAAAAAAAAAAAAAAAJgCAABkcnMvZG93&#10;bnJldi54bWxQSwUGAAAAAAQABAD1AAAAhwMAAAAA&#10;" adj="0,,0" path="m,l840,21600r19920,l21600,,,xe" fillcolor="gray" strokecolor="#333" strokeweight="1.5pt">
                      <v:stroke joinstyle="miter"/>
                      <v:formulas/>
                      <v:path o:connecttype="custom" o:connectlocs="78,56;40,113;2,56;40,0" o:connectangles="0,0,0,0" textboxrect="2215,2231,19385,19369"/>
                    </v:shape>
                    <v:group id="Group 23" o:spid="_x0000_s1193" style="position:absolute;left:5475;top:2483;width:68;height:2778" coordorigin="849,2471" coordsize="158,38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<v:shape id="Freeform 1505" o:spid="_x0000_s1194" style="position:absolute;left:874;top:5909;width:115;height:27;visibility:visible;mso-wrap-style:square;v-text-anchor:top" coordsize="177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4gkMMA&#10;AADbAAAADwAAAGRycy9kb3ducmV2LnhtbESPQWvDMAyF74P+B6PCbqvTHsbI6pZRKPTUsmyjVxGr&#10;SYgtB9tNk38/HQa7Sbyn9z5t95N3aqSYusAG1qsCFHEdbMeNge+v48sbqJSRLbrAZGCmBPvd4mmL&#10;pQ0P/qSxyo2SEE4lGmhzHkqtU92Sx7QKA7FotxA9Zlljo23Eh4R7pzdF8ao9diwNLQ50aKnuq7s3&#10;MM7zdLy7azz/9K6/XKvLPG5uxjwvp493UJmm/G/+uz5ZwRdY+UUG0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4gkMMAAADbAAAADwAAAAAAAAAAAAAAAACYAgAAZHJzL2Rv&#10;d25yZXYueG1sUEsFBgAAAAAEAAQA9QAAAIgDAAAAAA==&#10;" path="m,l177,,156,42,12,42,,xe" fillcolor="#767676" stroked="f">
                        <v:fill angle="90" focus="50%" type="gradient"/>
                        <v:path arrowok="t" o:connecttype="custom" o:connectlocs="0,0;49,0;43,11;3,11;0,0" o:connectangles="0,0,0,0,0"/>
                      </v:shape>
                      <v:shape id="AutoShape 1504" o:spid="_x0000_s1195" type="#_x0000_t5" style="position:absolute;left:872;top:5920;width:116;height:344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WeN8QA&#10;AADbAAAADwAAAGRycy9kb3ducmV2LnhtbERP22oCMRB9L/gPYQTfaraFVt0apReEilDQCvZxuplu&#10;truZbJOo698boeDbHM51pvPONuJAPlSOFdwNMxDEhdMVlwq2n4vbMYgQkTU2jknBiQLMZ72bKeba&#10;HXlNh00sRQrhkKMCE2ObSxkKQxbD0LXEiftx3mJM0JdSezymcNvI+yx7lBYrTg0GW3o1VNSbvVWw&#10;234t3/7qdX2afL+YVfj1u4ePkVKDfvf8BCJSF6/if/e7TvMncPklHSBn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FnjfEAAAA2wAAAA8AAAAAAAAAAAAAAAAAmAIAAGRycy9k&#10;b3ducmV2LnhtbFBLBQYAAAAABAAEAPUAAACJAwAAAAA=&#10;" adj="10685" fillcolor="#767676">
                        <v:fill angle="90" focus="50%" type="gradient"/>
                      </v:shape>
                      <v:roundrect id="AutoShape 1502" o:spid="_x0000_s1196" style="position:absolute;left:851;top:2508;width:155;height:341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ZGWcMA&#10;AADbAAAADwAAAGRycy9kb3ducmV2LnhtbERPy2rCQBTdF/oPwy10p5OmIDE6EQkVLF3VFh+728xN&#10;MjRzJ2RGjX/fWQhdHs57uRptJy40eONYwcs0AUFcOW24UfD9tZlkIHxA1tg5JgU38rAqHh+WmGt3&#10;5U+67EIjYgj7HBW0IfS5lL5qyaKfup44crUbLIYIh0bqAa8x3HYyTZKZtGg4NrTYU9lS9bs7WwW1&#10;Md3xp8nW59f5x3tVZm+H/SlR6vlpXC9ABBrDv/ju3moFaVwfv8Qf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ZGWcMAAADbAAAADwAAAAAAAAAAAAAAAACYAgAAZHJzL2Rv&#10;d25yZXYueG1sUEsFBgAAAAAEAAQA9QAAAIgDAAAAAA==&#10;" fillcolor="#767676">
                        <v:fill angle="90" focus="50%" type="gradient"/>
                      </v:roundrect>
                      <v:group id="Group 1508" o:spid="_x0000_s1197" style="position:absolute;left:857;top:4416;width:143;height:1736" coordorigin="1493,2182" coordsize="143,17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oval id="Oval 1509" o:spid="_x0000_s1198" style="position:absolute;left:1493;top:2182;width:143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ePpMQA&#10;AADbAAAADwAAAGRycy9kb3ducmV2LnhtbESPQWvCQBSE7wX/w/KE3nRjDrWmrlJFQcFSqtbzI/tM&#10;QrNvw+5qor++WxB6HGbmG2Y670wtruR8ZVnBaJiAIM6trrhQcDysB68gfEDWWFsmBTfyMJ/1nqaY&#10;advyF133oRARwj5DBWUITSalz0sy6Ie2IY7e2TqDIUpXSO2wjXBTyzRJXqTBiuNCiQ0tS8p/9hej&#10;4HO1ON719tuZdjduLa0nYXP6UOq5372/gQjUhf/wo73RCtIU/r7EH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Hj6TEAAAA2wAAAA8AAAAAAAAAAAAAAAAAmAIAAGRycy9k&#10;b3ducmV2LnhtbFBLBQYAAAAABAAEAPUAAACJAwAAAAA=&#10;" fillcolor="#81f1f7" strokeweight=".25pt">
                          <v:fill opacity="32896f"/>
                        </v:oval>
                        <v:shape id="Freeform 1510" o:spid="_x0000_s1199" style="position:absolute;left:1493;top:2189;width:142;height:1729;visibility:visible;mso-wrap-style:square;v-text-anchor:top" coordsize="142,1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1OU8MA&#10;AADbAAAADwAAAGRycy9kb3ducmV2LnhtbESPQWvCQBSE7wX/w/IEL0U3WigaXSWIgqeWRkGPj+wz&#10;CWbfhuzqxn/vFgo9DjPzDbPa9KYRD+pcbVnBdJKAIC6srrlUcDrux3MQziNrbCyTgic52KwHbytM&#10;tQ38Q4/clyJC2KWooPK+TaV0RUUG3cS2xNG72s6gj7Irpe4wRLhp5CxJPqXBmuNChS1tKypu+d0o&#10;yM/2ne/zbH/5WmRsQ9h9h/NOqdGwz5YgPPX+P/zXPmgFsw/4/RJ/gF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1OU8MAAADbAAAADwAAAAAAAAAAAAAAAACYAgAAZHJzL2Rv&#10;d25yZXYueG1sUEsFBgAAAAAEAAQA9QAAAIgDAAAAAA==&#10;" path="m66,1729r18,l117,1513r21,-33l142,22,97,7,22,,,30,3,1474r24,36l66,1729xe" fillcolor="#81f1f7" stroked="f">
                          <v:fill opacity="32896f"/>
                          <v:path arrowok="t" o:connecttype="custom" o:connectlocs="66,1729;84,1729;117,1513;138,1480;142,22;97,7;22,0;0,30;3,1474;27,1510;66,1729" o:connectangles="0,0,0,0,0,0,0,0,0,0,0"/>
                        </v:shape>
                      </v:group>
                      <v:rect id="Rectangle 1503" o:spid="_x0000_s1200" style="position:absolute;left:867;top:2471;width:125;height: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9XmMUA&#10;AADbAAAADwAAAGRycy9kb3ducmV2LnhtbESPzWrDMBCE74W8g9hAbo1UNzWNE8WUQiCQ9pAf6HWx&#10;NraptXItxXbevioUchxm5htmnY+2ET11vnas4WmuQBAXztRcajifto+vIHxANtg4Jg038pBvJg9r&#10;zIwb+ED9MZQiQthnqKEKoc2k9EVFFv3ctcTRu7jOYoiyK6XpcIhw28hEqVRarDkuVNjSe0XF9/Fq&#10;NWC6MD+fl+eP0/6a4rIc1fblS2k9m45vKxCBxnAP/7d3RkOygL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1eYxQAAANsAAAAPAAAAAAAAAAAAAAAAAJgCAABkcnMv&#10;ZG93bnJldi54bWxQSwUGAAAAAAQABAD1AAAAigMAAAAA&#10;" stroked="f"/>
                      <v:shape id="Freeform 1506" o:spid="_x0000_s1201" style="position:absolute;left:880;top:6156;width:87;height:182;visibility:visible;mso-wrap-style:square;v-text-anchor:top" coordsize="135,2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mZVcEA&#10;AADbAAAADwAAAGRycy9kb3ducmV2LnhtbESPX2vCQBDE3wW/w7FC3/SiVCmpp4gl4Gv8Az4uuTUJ&#10;5nZD7kzSb98rFPo4zMxvmO1+dI3qqfO1sIHlIgFFXIituTRwvWTzD1A+IFtshMnAN3nY76aTLaZW&#10;Bs6pP4dSRQj7FA1UIbSp1r6oyKFfSEscvYd0DkOUXalth0OEu0avkmSjHdYcFyps6VhR8Ty/nAF/&#10;un0NfXa0ee5F3tfZffO6iTFvs/HwCSrQGP7Df+2TNbBaw++X+AP07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5mVXBAAAA2wAAAA8AAAAAAAAAAAAAAAAAmAIAAGRycy9kb3du&#10;cmV2LnhtbFBLBQYAAAAABAAEAPUAAACGAwAAAAA=&#10;" path="m,3l135,,81,282,,3xe" fillcolor="#81f1f7" stroked="f">
                        <v:path arrowok="t" o:connecttype="custom" o:connectlocs="0,1;36,0;22,76;0,1" o:connectangles="0,0,0,0"/>
                      </v:shape>
                      <v:oval id="Oval 1507" o:spid="_x0000_s1202" style="position:absolute;left:860;top:2474;width:143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yc/MQA&#10;AADbAAAADwAAAGRycy9kb3ducmV2LnhtbESPQWvCQBSE7wX/w/KE3nRjEKnRTSjSSqEnbZEeX7PP&#10;JDX7NuyuJvbXuwWhx2FmvmHWxWBacSHnG8sKZtMEBHFpdcOVgs+P18kTCB+QNbaWScGVPBT56GGN&#10;mbY97+iyD5WIEPYZKqhD6DIpfVmTQT+1HXH0jtYZDFG6SmqHfYSbVqZJspAGG44LNXa0qak87c9G&#10;gdSn9+9eeu9+3eFnfj1vly9fqVKP4+F5BSLQEP7D9/abVpAu4O9L/AE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cnPzEAAAA2wAAAA8AAAAAAAAAAAAAAAAAmAIAAGRycy9k&#10;b3ducmV2LnhtbFBLBQYAAAAABAAEAPUAAACJAwAAAAA=&#10;" fillcolor="#767676" strokeweight=".5pt">
                        <v:fill angle="90" focus="50%" type="gradient"/>
                      </v:oval>
                      <v:shape id="AutoShape 33" o:spid="_x0000_s1203" type="#_x0000_t32" style="position:absolute;left:852;top:5643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7tVsQAAADbAAAADwAAAGRycy9kb3ducmV2LnhtbESPQWsCMRSE7wX/Q3hCb5qtlLasRhGl&#10;pRWK1Pbg8bF53UQ3L0sS1+2/N4LQ4zAz3zCzRe8a0VGI1rOCh3EBgrjy2nKt4Of7dfQCIiZkjY1n&#10;UvBHERbzwd0MS+3P/EXdLtUiQziWqMCk1JZSxsqQwzj2LXH2fn1wmLIMtdQBzxnuGjkpiifp0HJe&#10;MNjSylB13J2cgvVhY5cf283j3p4O4e3z2HcGjVL3w345BZGoT//hW/tdK5g8w/VL/gFy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fu1WxAAAANsAAAAPAAAAAAAAAAAA&#10;AAAAAKECAABkcnMvZG93bnJldi54bWxQSwUGAAAAAAQABAD5AAAAkgMAAAAA&#10;" strokeweight=".5pt"/>
                      <v:shape id="AutoShape 34" o:spid="_x0000_s1204" type="#_x0000_t32" style="position:absolute;left:852;top:5325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F5JMEAAADbAAAADwAAAGRycy9kb3ducmV2LnhtbERPy2oCMRTdF/yHcIXuakaRUkajiNJi&#10;hVJ8LFxeJtdJdHIzJHGc/n2zKHR5OO/5sneN6ChE61nBeFSAIK68tlwrOB3fX95AxISssfFMCn4o&#10;wnIxeJpjqf2D99QdUi1yCMcSFZiU2lLKWBlyGEe+Jc7cxQeHKcNQSx3wkcNdIydF8SodWs4NBlta&#10;G6puh7tTsLnu7Orzezc92/s1fHzd+s6gUep52K9mIBL16V/8595qBZM8Nn/JP0A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4XkkwQAAANsAAAAPAAAAAAAAAAAAAAAA&#10;AKECAABkcnMvZG93bnJldi54bWxQSwUGAAAAAAQABAD5AAAAjwMAAAAA&#10;" strokeweight=".5pt"/>
                      <v:shape id="AutoShape 35" o:spid="_x0000_s1205" type="#_x0000_t32" style="position:absolute;left:852;top:5004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3cv8QAAADbAAAADwAAAGRycy9kb3ducmV2LnhtbESPQWsCMRSE7wX/Q3hCb5qtlNKuRhGl&#10;pRWK1Pbg8bF53UQ3L0sS1+2/N4LQ4zAz3zCzRe8a0VGI1rOCh3EBgrjy2nKt4Of7dfQMIiZkjY1n&#10;UvBHERbzwd0MS+3P/EXdLtUiQziWqMCk1JZSxsqQwzj2LXH2fn1wmLIMtdQBzxnuGjkpiifp0HJe&#10;MNjSylB13J2cgvVhY5cf283j3p4O4e3z2HcGjVL3w345BZGoT//hW/tdK5i8wPVL/gFy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rdy/xAAAANsAAAAPAAAAAAAAAAAA&#10;AAAAAKECAABkcnMvZG93bnJldi54bWxQSwUGAAAAAAQABAD5AAAAkgMAAAAA&#10;" strokeweight=".5pt"/>
                      <v:shape id="AutoShape 36" o:spid="_x0000_s1206" type="#_x0000_t32" style="position:absolute;left:852;top:4683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7j/8EAAADbAAAADwAAAGRycy9kb3ducmV2LnhtbERPy2oCMRTdF/oP4Ra6q5naUmQ0iiiW&#10;VijiY+HyMrmdRCc3QxLH8e/NotDl4bwns941oqMQrWcFr4MCBHHlteVawWG/ehmBiAlZY+OZFNwo&#10;wmz6+DDBUvsrb6nbpVrkEI4lKjAptaWUsTLkMA58S5y5Xx8cpgxDLXXAaw53jRwWxYd0aDk3GGxp&#10;Yag67y5OwfK0tvPvzfr9aC+n8Plz7juDRqnnp34+BpGoT//iP/eXVvCW1+cv+QfI6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TuP/wQAAANsAAAAPAAAAAAAAAAAAAAAA&#10;AKECAABkcnMvZG93bnJldi54bWxQSwUGAAAAAAQABAD5AAAAjwMAAAAA&#10;" strokeweight=".5pt"/>
                      <v:shape id="AutoShape 37" o:spid="_x0000_s1207" type="#_x0000_t32" style="position:absolute;left:852;top:4362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JGZMQAAADbAAAADwAAAGRycy9kb3ducmV2LnhtbESPQWsCMRSE74X+h/AKvWlWW4qsRpFK&#10;SysU0fbg8bF53UQ3L0sS1+2/N4LQ4zAz3zCzRe8a0VGI1rOC0bAAQVx5bblW8PP9NpiAiAlZY+OZ&#10;FPxRhMX8/m6GpfZn3lK3S7XIEI4lKjAptaWUsTLkMA59S5y9Xx8cpixDLXXAc4a7Ro6L4kU6tJwX&#10;DLb0aqg67k5OweqwtsvPzfp5b0+H8P517DuDRqnHh345BZGoT//hW/tDK3gawfVL/gFy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AkZkxAAAANsAAAAPAAAAAAAAAAAA&#10;AAAAAKECAABkcnMvZG93bnJldi54bWxQSwUGAAAAAAQABAD5AAAAkgMAAAAA&#10;" strokeweight=".5pt"/>
                      <v:shape id="AutoShape 38" o:spid="_x0000_s1208" type="#_x0000_t32" style="position:absolute;left:852;top:4035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DYE8QAAADbAAAADwAAAGRycy9kb3ducmV2LnhtbESPQWsCMRSE7wX/Q3hCb5qtLaWsRhGl&#10;pRWK1Pbg8bF53UQ3L0sS1+2/N4LQ4zAz3zCzRe8a0VGI1rOCh3EBgrjy2nKt4Of7dfQCIiZkjY1n&#10;UvBHERbzwd0MS+3P/EXdLtUiQziWqMCk1JZSxsqQwzj2LXH2fn1wmLIMtdQBzxnuGjkpimfp0HJe&#10;MNjSylB13J2cgvVhY5cf283T3p4O4e3z2HcGjVL3w345BZGoT//hW/tdK3icwPVL/gFy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0NgTxAAAANsAAAAPAAAAAAAAAAAA&#10;AAAAAKECAABkcnMvZG93bnJldi54bWxQSwUGAAAAAAQABAD5AAAAkgMAAAAA&#10;" strokeweight=".5pt"/>
                      <v:shape id="AutoShape 39" o:spid="_x0000_s1209" type="#_x0000_t32" style="position:absolute;left:852;top:3717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x9iMQAAADbAAAADwAAAGRycy9kb3ducmV2LnhtbESPQWsCMRSE7wX/Q3hCbzVbLaWsRhHF&#10;0gpFanvw+Ni8bqKblyWJ6/bfG6HQ4zAz3zCzRe8a0VGI1rOCx1EBgrjy2nKt4Ptr8/ACIiZkjY1n&#10;UvBLERbzwd0MS+0v/EndPtUiQziWqMCk1JZSxsqQwzjyLXH2fnxwmLIMtdQBLxnuGjkuimfp0HJe&#10;MNjSylB12p+dgvVxa5fvu+3TwZ6P4fXj1HcGjVL3w345BZGoT//hv/abVjCZwO1L/gF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nH2IxAAAANsAAAAPAAAAAAAAAAAA&#10;AAAAAKECAABkcnMvZG93bnJldi54bWxQSwUGAAAAAAQABAD5AAAAkgMAAAAA&#10;" strokeweight=".5pt"/>
                      <v:shape id="AutoShape 40" o:spid="_x0000_s1210" type="#_x0000_t32" style="position:absolute;left:849;top:3393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Xl/MUAAADbAAAADwAAAGRycy9kb3ducmV2LnhtbESPQUsDMRSE74L/ITzBW5tVi8i2aVkU&#10;RQtSrB56fGyem7SblyXJbtd/3xQKHoeZ+YZZrEbXioFCtJ4V3E0LEMS115YbBT/fr5MnEDEha2w9&#10;k4I/irBaXl8tsNT+yF80bFMjMoRjiQpMSl0pZawNOYxT3xFn79cHhynL0Egd8JjhrpX3RfEoHVrO&#10;CwY7ejZUH7a9U/CyX9vqY7Oe7Wy/D2+fh3EwaJS6vRmrOYhEY/oPX9rvWsHDDM5f8g+QyxM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XXl/MUAAADbAAAADwAAAAAAAAAA&#10;AAAAAAChAgAAZHJzL2Rvd25yZXYueG1sUEsFBgAAAAAEAAQA+QAAAJMDAAAAAA==&#10;" strokeweight=".5pt"/>
                      <v:shape id="AutoShape 41" o:spid="_x0000_s1211" type="#_x0000_t32" style="position:absolute;left:852;top:3072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lAZ8UAAADbAAAADwAAAGRycy9kb3ducmV2LnhtbESPT0sDMRTE74LfITyhN5vVqpRt01Is&#10;FS0U6Z9Dj4/Nc5N287Ik6Xb99kYQPA4z8xtmOu9dIzoK0XpW8DAsQBBXXluuFRz2q/sxiJiQNTae&#10;ScE3RZjPbm+mWGp/5S11u1SLDOFYogKTUltKGStDDuPQt8TZ+/LBYcoy1FIHvGa4a+RjUbxIh5bz&#10;gsGWXg1V593FKVie1nbx8bl+OtrLKbxtzn1n0Cg1uOsXExCJ+vQf/mu/awWjZ/j9kn+An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jlAZ8UAAADbAAAADwAAAAAAAAAA&#10;AAAAAAChAgAAZHJzL2Rvd25yZXYueG1sUEsFBgAAAAAEAAQA+QAAAJMDAAAAAA==&#10;" strokeweight=".5pt"/>
                      <v:shape id="AutoShape 42" o:spid="_x0000_s1212" type="#_x0000_t32" style="position:absolute;left:854;top:2748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veEMUAAADbAAAADwAAAGRycy9kb3ducmV2LnhtbESPQUsDMRSE74L/ITzBW5u1SpFt01KU&#10;ihakuHro8bF5btJuXpYk3W7/fSMUPA4z8w0zXw6uFT2FaD0reBgXIIhrry03Cn6+16NnEDEha2w9&#10;k4IzRVgubm/mWGp/4i/qq9SIDOFYogKTUldKGWtDDuPYd8TZ+/XBYcoyNFIHPGW4a+WkKKbSoeW8&#10;YLCjF0P1oTo6Ba/7jV19bDdPO3vch7fPw9AbNErd3w2rGYhEQ/oPX9vvWsHjFP6+5B8gF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uveEMUAAADbAAAADwAAAAAAAAAA&#10;AAAAAAChAgAAZHJzL2Rvd25yZXYueG1sUEsFBgAAAAAEAAQA+QAAAJMDAAAAAA==&#10;" strokeweight=".5pt"/>
                    </v:group>
                    <v:group id="Group 3434" o:spid="_x0000_s1213" style="position:absolute;left:5595;top:2479;width:85;height:4139" coordorigin="1924,1035" coordsize="318,61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<v:group id="Group 3435" o:spid="_x0000_s1214" style="position:absolute;left:1924;top:1035;width:318;height:6184" coordorigin="1924,1035" coordsize="318,61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<v:group id="Group 3436" o:spid="_x0000_s1215" style="position:absolute;left:1924;top:1035;width:318;height:6184" coordorigin="1924,1035" coordsize="318,61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  <v:group id="Group 3437" o:spid="_x0000_s1216" style="position:absolute;left:1948;top:1035;width:240;height:6184" coordorigin="1535,1035" coordsize="240,61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        <v:roundrect id="AutoShape 3438" o:spid="_x0000_s1217" style="position:absolute;left:1535;top:6661;width:240;height:558;visibility:visible;mso-wrap-style:square;v-text-anchor:top" arcsize="23189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lQK8QA&#10;AADbAAAADwAAAGRycy9kb3ducmV2LnhtbESP3WrCQBSE7wu+w3IE73QTLW2JrlKKYpHS+nt/yB6T&#10;YPZsyK5mfftuQejlMDPfMLNFMLW4UesqywrSUQKCOLe64kLB8bAavoFwHlljbZkU3MnBYt57mmGm&#10;bcc7uu19ISKEXYYKSu+bTEqXl2TQjWxDHL2zbQ36KNtC6ha7CDe1HCfJizRYcVwosaGPkvLL/moU&#10;/HytX9Pqe7I8bbenSch92Fy6nVKDfnifgvAU/H/40f7UCp5T+PsSf4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ZUCvEAAAA2wAAAA8AAAAAAAAAAAAAAAAAmAIAAGRycy9k&#10;b3ducmV2LnhtbFBLBQYAAAAABAAEAPUAAACJAwAAAAA=&#10;" fillcolor="#c2c2c2">
                              <v:fill angle="90" focus="50%" type="gradient"/>
                            </v:roundrect>
                            <v:roundrect id="AutoShape 3439" o:spid="_x0000_s1218" style="position:absolute;left:1535;top:1035;width:240;height:5641;visibility:visible;mso-wrap-style:square;v-text-anchor:top" arcsize=".4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a9vsIA&#10;AADbAAAADwAAAGRycy9kb3ducmV2LnhtbESPQWsCMRSE74X+h/AEbzWrSJHVKCIt9FCK2h48PjbP&#10;zeLmZUled9d/3xQKPQ4z8w2z2Y2+VT3F1AQ2MJ8VoIirYBuuDXx9vj6tQCVBttgGJgN3SrDbPj5s&#10;sLRh4BP1Z6lVhnAq0YAT6UqtU+XIY5qFjjh71xA9Spax1jbikOG+1YuieNYeG84LDjs6OKpu52+f&#10;KcPFxesdL9Q18i49DS/Hj6Mx08m4X4MSGuU//Nd+swaWC/j9kn+A3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hr2+wgAAANsAAAAPAAAAAAAAAAAAAAAAAJgCAABkcnMvZG93&#10;bnJldi54bWxQSwUGAAAAAAQABAD1AAAAhwMAAAAA&#10;" fillcolor="#c2c2c2">
                              <v:fill angle="90" focus="50%" type="gradient"/>
                            </v:roundrect>
                            <v:rect id="Rectangle 3440" o:spid="_x0000_s1219" style="position:absolute;left:1590;top:6600;width:131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aPDMMA&#10;AADbAAAADwAAAGRycy9kb3ducmV2LnhtbESP0WrCQBRE3wv+w3KFvohurCIldRURbEWf1H7ANXub&#10;hGTvxuxq1r93BaGPw8ycYebLYGpxo9aVlhWMRwkI4szqknMFv6fN8BOE88gaa8uk4E4Olove2xxT&#10;bTs+0O3ocxEh7FJUUHjfpFK6rCCDbmQb4uj92dagj7LNpW6xi3BTy48kmUmDJceFAhtaF5RVx6tR&#10;MKj3vrpU1bg759/ZbtCEn80kKPXeD6svEJ6C/w+/2lutYDqB55f4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aPDMMAAADbAAAADwAAAAAAAAAAAAAAAACYAgAAZHJzL2Rv&#10;d25yZXYueG1sUEsFBgAAAAAEAAQA9QAAAIgDAAAAAA==&#10;" fillcolor="#dcdcdc" stroked="f">
                              <v:fill angle="90" focus="50%" type="gradient"/>
                            </v:rect>
                          </v:group>
                          <v:group id="Group 3441" o:spid="_x0000_s1220" style="position:absolute;left:2037;top:1059;width:71;height:5657" coordorigin="2037,1110" coordsize="71,56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      <v:rect id="Rectangle 3442" o:spid="_x0000_s1221" style="position:absolute;left:2037;top:1110;width:71;height:55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DnScMA&#10;AADbAAAADwAAAGRycy9kb3ducmV2LnhtbESPQWvCQBSE74L/YXlCb7qxbaSkrlIiYi8Fq4VeH7uv&#10;STD7NuxuTPz33ULB4zAz3zDr7WhbcSUfGscKlosMBLF2puFKwdd5P38BESKywdYxKbhRgO1mOllj&#10;YdzAn3Q9xUokCIcCFdQxdoWUQddkMSxcR5y8H+ctxiR9JY3HIcFtKx+zbCUtNpwWauyorElfTr1V&#10;cFiV+BT1sex72X6gxnOO3zulHmbj2yuISGO8h//b70bBcw5/X9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5DnScMAAADbAAAADwAAAAAAAAAAAAAAAACYAgAAZHJzL2Rv&#10;d25yZXYueG1sUEsFBgAAAAAEAAQA9QAAAIgDAAAAAA==&#10;" strokeweight=".25pt"/>
                            <v:rect id="Rectangle 3443" o:spid="_x0000_s1222" style="position:absolute;left:2044;top:6648;width:57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6J1MQA&#10;AADbAAAADwAAAGRycy9kb3ducmV2LnhtbESPQWvCQBSE70L/w/KE3nTXqqFNXUMRAoXqQS30+sg+&#10;k9Ds2zS7iem/dwsFj8PMfMNsstE2YqDO1441LOYKBHHhTM2lhs9zPnsG4QOywcYxafglD9n2YbLB&#10;1LgrH2k4hVJECPsUNVQhtKmUvqjIop+7ljh6F9dZDFF2pTQdXiPcNvJJqURarDkuVNjSrqLi+9Rb&#10;DZiszM/hstyfP/oEX8pR5esvpfXjdHx7BRFoDPfwf/vdaFgl8Pcl/gC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+idTEAAAA2wAAAA8AAAAAAAAAAAAAAAAAmAIAAGRycy9k&#10;b3ducmV2LnhtbFBLBQYAAAAABAAEAPUAAACJAwAAAAA=&#10;" stroked="f"/>
                          </v:group>
                          <v:group id="Group 3444" o:spid="_x0000_s1223" style="position:absolute;left:1997;top:1110;width:172;height:5070" coordorigin="1997,1110" coordsize="172,5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        <v:line id="Line 3445" o:spid="_x0000_s1224" style="position:absolute;visibility:visible;mso-wrap-style:square" from="1997,1110" to="2167,11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XI3sEAAADbAAAADwAAAGRycy9kb3ducmV2LnhtbERPz2vCMBS+C/4P4Q1203RThnSmMmSC&#10;7DCoetDbo3ltis1LTWLt/vvlMNjx4/u93oy2EwP50DpW8DLPQBBXTrfcKDgdd7MViBCRNXaOScEP&#10;BdgU08kac+0eXNJwiI1IIRxyVGBi7HMpQ2XIYpi7njhxtfMWY4K+kdrjI4XbTr5m2Zu02HJqMNjT&#10;1lB1PdytAn+J4VzeFl/Dsvm8fV+9OVJdKvX8NH68g4g0xn/xn3uvFSzT2PQl/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RcjewQAAANsAAAAPAAAAAAAAAAAAAAAA&#10;AKECAABkcnMvZG93bnJldi54bWxQSwUGAAAAAAQABAD5AAAAjwMAAAAA&#10;" strokeweight=".25pt"/>
                            <v:line id="Line 3446" o:spid="_x0000_s1225" style="position:absolute;visibility:visible;mso-wrap-style:square" from="2082,1177" to="2167,1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ltRcQAAADbAAAADwAAAGRycy9kb3ducmV2LnhtbESPQWsCMRSE70L/Q3gFb5ptFdGtUUqp&#10;UHoQVnuot8fmuVncvKxJXLf/vhEEj8PMfMMs171tREc+1I4VvIwzEMSl0zVXCn72m9EcRIjIGhvH&#10;pOCPAqxXT4Ml5tpduaBuFyuRIBxyVGBibHMpQ2nIYhi7ljh5R+ctxiR9JbXHa4LbRr5m2UxarDkt&#10;GGzpw1B52l2sAn+I4bc4T767afV53p682dOxUGr43L+/gYjUx0f43v7SCqYLuH1JP0C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CW1FxAAAANsAAAAPAAAAAAAAAAAA&#10;AAAAAKECAABkcnMvZG93bnJldi54bWxQSwUGAAAAAAQABAD5AAAAkgMAAAAA&#10;" strokeweight=".25pt"/>
                            <v:line id="Line 3447" o:spid="_x0000_s1226" style="position:absolute;visibility:visible;mso-wrap-style:square" from="2082,1245" to="2167,1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pSBcEAAADbAAAADwAAAGRycy9kb3ducmV2LnhtbERPz2vCMBS+D/wfwhO8zdTpZHRGkaEg&#10;HgZVD9vt0TybYvNSk1jrf28Ogx0/vt+LVW8b0ZEPtWMFk3EGgrh0uuZKwem4ff0AESKyxsYxKXhQ&#10;gNVy8LLAXLs7F9QdYiVSCIccFZgY21zKUBqyGMauJU7c2XmLMUFfSe3xnsJtI9+ybC4t1pwaDLb0&#10;Zai8HG5Wgf+N4ae4TvfdrNpcvy/eHOlcKDUa9utPEJH6+C/+c++0gve0Pn1JP0A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6lIFwQAAANsAAAAPAAAAAAAAAAAAAAAA&#10;AKECAABkcnMvZG93bnJldi54bWxQSwUGAAAAAAQABAD5AAAAjwMAAAAA&#10;" strokeweight=".25pt"/>
                            <v:line id="Line 3448" o:spid="_x0000_s1227" style="position:absolute;visibility:visible;mso-wrap-style:square" from="2082,1312" to="2167,1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b3nsQAAADbAAAADwAAAGRycy9kb3ducmV2LnhtbESPQWsCMRSE7wX/Q3iF3mpWbUW2RhGp&#10;UHoQ1u2h3h6b52Zx87Im6br9941Q8DjMzDfMcj3YVvTkQ+NYwWScgSCunG64VvBV7p4XIEJE1tg6&#10;JgW/FGC9Gj0sMdfuygX1h1iLBOGQowITY5dLGSpDFsPYdcTJOzlvMSbpa6k9XhPctnKaZXNpseG0&#10;YLCjraHqfPixCvwxhu/iMvvsX+r3y/7sTUmnQqmnx2HzBiLSEO/h//aHVvA6gduX9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pveexAAAANsAAAAPAAAAAAAAAAAA&#10;AAAAAKECAABkcnMvZG93bnJldi54bWxQSwUGAAAAAAQABAD5AAAAkgMAAAAA&#10;" strokeweight=".25pt"/>
                            <v:line id="Line 3449" o:spid="_x0000_s1228" style="position:absolute;visibility:visible;mso-wrap-style:square" from="2082,1380" to="2167,1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Rp6cQAAADbAAAADwAAAGRycy9kb3ducmV2LnhtbESPQWsCMRSE74X+h/AK3mq2aotsjVKK&#10;gngQVnuot8fmuVncvKxJXNd/b4RCj8PMfMPMFr1tREc+1I4VvA0zEMSl0zVXCn72q9cpiBCRNTaO&#10;ScGNAizmz08zzLW7ckHdLlYiQTjkqMDE2OZShtKQxTB0LXHyjs5bjEn6SmqP1wS3jRxl2Ye0WHNa&#10;MNjSt6HytLtYBf4Qw29xHm+6SbU8b0/e7OlYKDV46b8+QUTq43/4r73WCt5H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dGnpxAAAANsAAAAPAAAAAAAAAAAA&#10;AAAAAKECAABkcnMvZG93bnJldi54bWxQSwUGAAAAAAQABAD5AAAAkgMAAAAA&#10;" strokeweight=".25pt"/>
                            <v:line id="Line 3450" o:spid="_x0000_s1229" style="position:absolute;visibility:visible;mso-wrap-style:square" from="1997,1448" to="2167,1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jMcsQAAADbAAAADwAAAGRycy9kb3ducmV2LnhtbESPQWsCMRSE74X+h/AKvdVsqxXZGkWk&#10;QulBWLeHentsnpvFzcuaxHX7741Q8DjMzDfMfDnYVvTkQ+NYwesoA0FcOd1wreCn3LzMQISIrLF1&#10;TAr+KMBy8fgwx1y7CxfU72ItEoRDjgpMjF0uZagMWQwj1xEn7+C8xZikr6X2eElw28q3LJtKiw2n&#10;BYMdrQ1Vx93ZKvD7GH6L0/i7n9Sfp+3Rm5IOhVLPT8PqA0SkId7D/+0vreB9DLcv6QfIx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OMxyxAAAANsAAAAPAAAAAAAAAAAA&#10;AAAAAKECAABkcnMvZG93bnJldi54bWxQSwUGAAAAAAQABAD5AAAAkgMAAAAA&#10;" strokeweight=".25pt"/>
                            <v:line id="Line 3451" o:spid="_x0000_s1230" style="position:absolute;visibility:visible;mso-wrap-style:square" from="2082,1515" to="2167,1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FUBsQAAADbAAAADwAAAGRycy9kb3ducmV2LnhtbESPT2sCMRTE70K/Q3gFb5pt/YNsjVJK&#10;hdKDsNpDvT02z83i5mVN4rr99o0geBxm5jfMct3bRnTkQ+1Ywcs4A0FcOl1zpeBnvxktQISIrLFx&#10;TAr+KMB69TRYYq7dlQvqdrESCcIhRwUmxjaXMpSGLIaxa4mTd3TeYkzSV1J7vCa4beRrls2lxZrT&#10;gsGWPgyVp93FKvCHGH6L8+S7m1af5+3Jmz0dC6WGz/37G4hIfXyE7+0vrWA2hduX9APk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0VQGxAAAANsAAAAPAAAAAAAAAAAA&#10;AAAAAKECAABkcnMvZG93bnJldi54bWxQSwUGAAAAAAQABAD5AAAAkgMAAAAA&#10;" strokeweight=".25pt"/>
                            <v:line id="Line 3452" o:spid="_x0000_s1231" style="position:absolute;visibility:visible;mso-wrap-style:square" from="2082,1583" to="2167,1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3xncQAAADbAAAADwAAAGRycy9kb3ducmV2LnhtbESPQWsCMRSE74X+h/AK3mq2tYpsjSJS&#10;ofQgrPZQb4/Nc7O4eVmTuG7/vREEj8PMfMPMFr1tREc+1I4VvA0zEMSl0zVXCn5369cpiBCRNTaO&#10;ScE/BVjMn59mmGt34YK6baxEgnDIUYGJsc2lDKUhi2HoWuLkHZy3GJP0ldQeLwluG/meZRNpsea0&#10;YLCllaHyuD1bBX4fw19xGv10H9XXaXP0ZkeHQqnBS7/8BBGpj4/wvf2tFYzHcPuSfoC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nfGdxAAAANsAAAAPAAAAAAAAAAAA&#10;AAAAAKECAABkcnMvZG93bnJldi54bWxQSwUGAAAAAAQABAD5AAAAkgMAAAAA&#10;" strokeweight=".25pt"/>
                            <v:line id="Line 3453" o:spid="_x0000_s1232" style="position:absolute;visibility:visible;mso-wrap-style:square" from="2082,1650" to="2167,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9v6sQAAADbAAAADwAAAGRycy9kb3ducmV2LnhtbESPQWsCMRSE7wX/Q3hCbzVrtSKrUaRU&#10;KB4Kqz3o7bF5bhY3L2uSruu/N4VCj8PMfMMs171tREc+1I4VjEcZCOLS6ZorBd+H7cscRIjIGhvH&#10;pOBOAdarwdMSc+1uXFC3j5VIEA45KjAxtrmUoTRkMYxcS5y8s/MWY5K+ktrjLcFtI1+zbCYt1pwW&#10;DLb0bqi87H+sAn+K4VhcJ7tuWn1cvy7eHOhcKPU87DcLEJH6+B/+a39qBW8z+P2Sf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T2/qxAAAANsAAAAPAAAAAAAAAAAA&#10;AAAAAKECAABkcnMvZG93bnJldi54bWxQSwUGAAAAAAQABAD5AAAAkgMAAAAA&#10;" strokeweight=".25pt"/>
                            <v:line id="Line 3454" o:spid="_x0000_s1233" style="position:absolute;visibility:visible;mso-wrap-style:square" from="2082,1718" to="2167,1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PKccUAAADbAAAADwAAAGRycy9kb3ducmV2LnhtbESPT2sCMRTE7wW/Q3iCt5q1tX/YGkVK&#10;BfFQWO1Bb4/Nc7O4eVmTuK7f3hQKPQ4z8xtmtuhtIzryoXasYDLOQBCXTtdcKfjZrR7fQYSIrLFx&#10;TApuFGAxHzzMMNfuygV121iJBOGQowITY5tLGUpDFsPYtcTJOzpvMSbpK6k9XhPcNvIpy16lxZrT&#10;gsGWPg2Vp+3FKvCHGPbF+XnTTauv8/fJmx0dC6VGw375ASJSH//Df+21VvDyBr9f0g+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QPKccUAAADbAAAADwAAAAAAAAAA&#10;AAAAAAChAgAAZHJzL2Rvd25yZXYueG1sUEsFBgAAAAAEAAQA+QAAAJMDAAAAAA==&#10;" strokeweight=".25pt"/>
                            <v:line id="Line 3455" o:spid="_x0000_s1234" style="position:absolute;visibility:visible;mso-wrap-style:square" from="1997,1786" to="2167,1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xeA8EAAADbAAAADwAAAGRycy9kb3ducmV2LnhtbERPz2vCMBS+D/wfwhO8zdTpZHRGkaEg&#10;HgZVD9vt0TybYvNSk1jrf28Ogx0/vt+LVW8b0ZEPtWMFk3EGgrh0uuZKwem4ff0AESKyxsYxKXhQ&#10;gNVy8LLAXLs7F9QdYiVSCIccFZgY21zKUBqyGMauJU7c2XmLMUFfSe3xnsJtI9+ybC4t1pwaDLb0&#10;Zai8HG5Wgf+N4ae4TvfdrNpcvy/eHOlcKDUa9utPEJH6+C/+c++0gvc0Nn1JP0A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nF4DwQAAANsAAAAPAAAAAAAAAAAAAAAA&#10;AKECAABkcnMvZG93bnJldi54bWxQSwUGAAAAAAQABAD5AAAAjwMAAAAA&#10;" strokeweight=".25pt"/>
                            <v:line id="Line 3456" o:spid="_x0000_s1235" style="position:absolute;visibility:visible;mso-wrap-style:square" from="2082,1853" to="2167,1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D7mMQAAADbAAAADwAAAGRycy9kb3ducmV2LnhtbESPQWsCMRSE7wX/Q3iCt5q1taXdGkVK&#10;BfFQWO1Bb4/Nc7O4eVmTuK7/3hQKPQ4z8w0zW/S2ER35UDtWMBlnIIhLp2uuFPzsVo9vIEJE1tg4&#10;JgU3CrCYDx5mmGt35YK6baxEgnDIUYGJsc2lDKUhi2HsWuLkHZ23GJP0ldQerwluG/mUZa/SYs1p&#10;wWBLn4bK0/ZiFfhDDPvi/LzpptXX+fvkzY6OhVKjYb/8ABGpj//hv/ZaK3h5h98v6QfI+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0PuYxAAAANsAAAAPAAAAAAAAAAAA&#10;AAAAAKECAABkcnMvZG93bnJldi54bWxQSwUGAAAAAAQABAD5AAAAkgMAAAAA&#10;" strokeweight=".25pt"/>
                            <v:line id="Line 3457" o:spid="_x0000_s1236" style="position:absolute;visibility:visible;mso-wrap-style:square" from="2082,1921" to="2167,1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aYuMEAAADbAAAADwAAAGRycy9kb3ducmV2LnhtbERPz2vCMBS+C/4P4Q1203RziHSmMmSC&#10;7DCoetDbo3ltis1LTWLt/vvlMNjx4/u93oy2EwP50DpW8DLPQBBXTrfcKDgdd7MViBCRNXaOScEP&#10;BdgU08kac+0eXNJwiI1IIRxyVGBi7HMpQ2XIYpi7njhxtfMWY4K+kdrjI4XbTr5m2VJabDk1GOxp&#10;a6i6Hu5Wgb/EcC5vi6/hrfm8fV+9OVJdKvX8NH68g4g0xn/xn3uvFSzT+vQl/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hpi4wQAAANsAAAAPAAAAAAAAAAAAAAAA&#10;AKECAABkcnMvZG93bnJldi54bWxQSwUGAAAAAAQABAD5AAAAjwMAAAAA&#10;" strokeweight=".25pt"/>
                            <v:line id="Line 3458" o:spid="_x0000_s1237" style="position:absolute;visibility:visible;mso-wrap-style:square" from="2082,1988" to="2167,1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o9I8QAAADbAAAADwAAAGRycy9kb3ducmV2LnhtbESPQWvCQBSE74X+h+UVeqsbbZES3YiI&#10;gvRQiPbQ3h7ZZzYk+zburjH9992C4HGYmW+Y5Wq0nRjIh8axgukkA0FcOd1wreDruHt5BxEissbO&#10;MSn4pQCr4vFhibl2Vy5pOMRaJAiHHBWYGPtcylAZshgmridO3sl5izFJX0vt8ZrgtpOzLJtLiw2n&#10;BYM9bQxV7eFiFfifGL7L8+vH8FZvz5+tN0c6lUo9P43rBYhIY7yHb+29VjCfwv+X9ANk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yj0jxAAAANsAAAAPAAAAAAAAAAAA&#10;AAAAAKECAABkcnMvZG93bnJldi54bWxQSwUGAAAAAAQABAD5AAAAkgMAAAAA&#10;" strokeweight=".25pt"/>
                            <v:line id="Line 3459" o:spid="_x0000_s1238" style="position:absolute;visibility:visible;mso-wrap-style:square" from="2082,2056" to="2167,2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ijVMQAAADbAAAADwAAAGRycy9kb3ducmV2LnhtbESPT2sCMRTE7wW/Q3iCt5r1D1JWo4i0&#10;ID0UVnvQ22Pz3CxuXtYkrttv3wiFHoeZ+Q2z2vS2ER35UDtWMBlnIIhLp2uuFHwfP17fQISIrLFx&#10;TAp+KMBmPXhZYa7dgwvqDrESCcIhRwUmxjaXMpSGLIaxa4mTd3HeYkzSV1J7fCS4beQ0yxbSYs1p&#10;wWBLO0Pl9XC3Cvw5hlNxm3128+r99nX15kiXQqnRsN8uQUTq43/4r73XChZTeH5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GKNUxAAAANsAAAAPAAAAAAAAAAAA&#10;AAAAAKECAABkcnMvZG93bnJldi54bWxQSwUGAAAAAAQABAD5AAAAkgMAAAAA&#10;" strokeweight=".25pt"/>
                            <v:line id="Line 3460" o:spid="_x0000_s1239" style="position:absolute;visibility:visible;mso-wrap-style:square" from="1997,2124" to="2167,21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QGz8MAAADbAAAADwAAAGRycy9kb3ducmV2LnhtbESPQWsCMRSE74L/ITyhN81aRcpqFJEK&#10;pYfCag96e2yem8XNy5rEdfvvG6HQ4zAz3zCrTW8b0ZEPtWMF00kGgrh0uuZKwfdxP34DESKyxsYx&#10;KfihAJv1cLDCXLsHF9QdYiUShEOOCkyMbS5lKA1ZDBPXEifv4rzFmKSvpPb4SHDbyNcsW0iLNacF&#10;gy3tDJXXw90q8OcYTsVt9tnNq/fb19WbI10KpV5G/XYJIlIf/8N/7Q+tYDGD55f0A+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xUBs/DAAAA2wAAAA8AAAAAAAAAAAAA&#10;AAAAoQIAAGRycy9kb3ducmV2LnhtbFBLBQYAAAAABAAEAPkAAACRAwAAAAA=&#10;" strokeweight=".25pt"/>
                            <v:line id="Line 3461" o:spid="_x0000_s1240" style="position:absolute;visibility:visible;mso-wrap-style:square" from="2082,2191" to="2167,2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2eu8MAAADbAAAADwAAAGRycy9kb3ducmV2LnhtbESPQWsCMRSE7wX/Q3hCbzVrFSmrUUQq&#10;SA+F1R709tg8N4ublzWJ6/rvTaHQ4zAz3zCLVW8b0ZEPtWMF41EGgrh0uuZKwc9h+/YBIkRkjY1j&#10;UvCgAKvl4GWBuXZ3Lqjbx0okCIccFZgY21zKUBqyGEauJU7e2XmLMUlfSe3xnuC2ke9ZNpMWa04L&#10;BlvaGCov+5tV4E8xHIvr5KubVp/X74s3BzoXSr0O+/UcRKQ+/of/2jutYDaF3y/pB8jl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9nrvDAAAA2wAAAA8AAAAAAAAAAAAA&#10;AAAAoQIAAGRycy9kb3ducmV2LnhtbFBLBQYAAAAABAAEAPkAAACRAwAAAAA=&#10;" strokeweight=".25pt"/>
                            <v:line id="Line 3462" o:spid="_x0000_s1241" style="position:absolute;visibility:visible;mso-wrap-style:square" from="2082,2259" to="2167,2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E7IMQAAADbAAAADwAAAGRycy9kb3ducmV2LnhtbESPQWsCMRSE7wX/Q3hCbzVrtSKrUaRU&#10;KB4Kqz3o7bF5bhY3L2uSruu/N4VCj8PMfMMs171tREc+1I4VjEcZCOLS6ZorBd+H7cscRIjIGhvH&#10;pOBOAdarwdMSc+1uXFC3j5VIEA45KjAxtrmUoTRkMYxcS5y8s/MWY5K+ktrjLcFtI1+zbCYt1pwW&#10;DLb0bqi87H+sAn+K4VhcJ7tuWn1cvy7eHOhcKPU87DcLEJH6+B/+a39qBbM3+P2Sf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8TsgxAAAANsAAAAPAAAAAAAAAAAA&#10;AAAAAKECAABkcnMvZG93bnJldi54bWxQSwUGAAAAAAQABAD5AAAAkgMAAAAA&#10;" strokeweight=".25pt"/>
                            <v:line id="Line 3463" o:spid="_x0000_s1242" style="position:absolute;visibility:visible;mso-wrap-style:square" from="2082,2326" to="2167,2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OlV8QAAADbAAAADwAAAGRycy9kb3ducmV2LnhtbESPT2vCQBTE74LfYXlCb7rpH0JJXaWI&#10;hdKDEOOhvT2yz2ww+zbubmP67d2C4HGYmd8wy/VoOzGQD61jBY+LDARx7XTLjYJD9TF/BREissbO&#10;MSn4owDr1XSyxEK7C5c07GMjEoRDgQpMjH0hZagNWQwL1xMn7+i8xZikb6T2eElw28mnLMulxZbT&#10;gsGeNobq0/7XKvA/MXyX5+ev4aXZnncnbyo6lko9zMb3NxCRxngP39qfWkGew/+X9APk6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I6VXxAAAANsAAAAPAAAAAAAAAAAA&#10;AAAAAKECAABkcnMvZG93bnJldi54bWxQSwUGAAAAAAQABAD5AAAAkgMAAAAA&#10;" strokeweight=".25pt"/>
                            <v:line id="Line 3464" o:spid="_x0000_s1243" style="position:absolute;visibility:visible;mso-wrap-style:square" from="2082,2394" to="2167,2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8AzMQAAADbAAAADwAAAGRycy9kb3ducmV2LnhtbESPQWsCMRSE74X+h/AK3mq2tahsjSJS&#10;ofQgrPZQb4/Nc7O4eVmTuG7/vREEj8PMfMPMFr1tREc+1I4VvA0zEMSl0zVXCn5369cpiBCRNTaO&#10;ScE/BVjMn59mmGt34YK6baxEgnDIUYGJsc2lDKUhi2HoWuLkHZy3GJP0ldQeLwluG/meZWNpsea0&#10;YLCllaHyuD1bBX4fw19xGv10H9XXaXP0ZkeHQqnBS7/8BBGpj4/wvf2tFYwncPuSfoC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bwDMxAAAANsAAAAPAAAAAAAAAAAA&#10;AAAAAKECAABkcnMvZG93bnJldi54bWxQSwUGAAAAAAQABAD5AAAAkgMAAAAA&#10;" strokeweight=".25pt"/>
                            <v:line id="Line 3465" o:spid="_x0000_s1244" style="position:absolute;visibility:visible;mso-wrap-style:square" from="1997,2462" to="2167,2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CUvsEAAADbAAAADwAAAGRycy9kb3ducmV2LnhtbERPz2vCMBS+C/4P4Q1203RziHSmMmSC&#10;7DCoetDbo3ltis1LTWLt/vvlMNjx4/u93oy2EwP50DpW8DLPQBBXTrfcKDgdd7MViBCRNXaOScEP&#10;BdgU08kac+0eXNJwiI1IIRxyVGBi7HMpQ2XIYpi7njhxtfMWY4K+kdrjI4XbTr5m2VJabDk1GOxp&#10;a6i6Hu5Wgb/EcC5vi6/hrfm8fV+9OVJdKvX8NH68g4g0xn/xn3uvFSzT2PQl/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8JS+wQAAANsAAAAPAAAAAAAAAAAAAAAA&#10;AKECAABkcnMvZG93bnJldi54bWxQSwUGAAAAAAQABAD5AAAAjwMAAAAA&#10;" strokeweight=".25pt"/>
                            <v:line id="Line 3466" o:spid="_x0000_s1245" style="position:absolute;visibility:visible;mso-wrap-style:square" from="2082,2529" to="2167,2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wxJcQAAADbAAAADwAAAGRycy9kb3ducmV2LnhtbESPQWsCMRSE74X+h/AK3mq2tYhujSJS&#10;ofQgrPZQb4/Nc7O4eVmTuG7/vREEj8PMfMPMFr1tREc+1I4VvA0zEMSl0zVXCn5369cJiBCRNTaO&#10;ScE/BVjMn59mmGt34YK6baxEgnDIUYGJsc2lDKUhi2HoWuLkHZy3GJP0ldQeLwluG/meZWNpsea0&#10;YLCllaHyuD1bBX4fw19xGv10H9XXaXP0ZkeHQqnBS7/8BBGpj4/wvf2tFYyncPuSfoC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vDElxAAAANsAAAAPAAAAAAAAAAAA&#10;AAAAAKECAABkcnMvZG93bnJldi54bWxQSwUGAAAAAAQABAD5AAAAkgMAAAAA&#10;" strokeweight=".25pt"/>
                            <v:line id="Line 3467" o:spid="_x0000_s1246" style="position:absolute;visibility:visible;mso-wrap-style:square" from="2082,2597" to="2167,2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8OZcEAAADbAAAADwAAAGRycy9kb3ducmV2LnhtbERPz2vCMBS+D/wfwhO8zdQpc3RGkaEg&#10;HgZVD9vt0TybYvNSk1jrf28Ogx0/vt+LVW8b0ZEPtWMFk3EGgrh0uuZKwem4ff0AESKyxsYxKXhQ&#10;gNVy8LLAXLs7F9QdYiVSCIccFZgY21zKUBqyGMauJU7c2XmLMUFfSe3xnsJtI9+y7F1arDk1GGzp&#10;y1B5OdysAv8bw09xne67WbW5fl+8OdK5UGo07NefICL18V/8595pBfO0Pn1JP0A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Xw5lwQAAANsAAAAPAAAAAAAAAAAAAAAA&#10;AKECAABkcnMvZG93bnJldi54bWxQSwUGAAAAAAQABAD5AAAAjwMAAAAA&#10;" strokeweight=".25pt"/>
                            <v:line id="Line 3468" o:spid="_x0000_s1247" style="position:absolute;visibility:visible;mso-wrap-style:square" from="2082,2664" to="2167,2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Or/sQAAADbAAAADwAAAGRycy9kb3ducmV2LnhtbESPQWsCMRSE7wX/Q3iF3mpWLVW2RhGp&#10;UHoQ1u2h3h6b52Zx87Im6br9941Q8DjMzDfMcj3YVvTkQ+NYwWScgSCunG64VvBV7p4XIEJE1tg6&#10;JgW/FGC9Gj0sMdfuygX1h1iLBOGQowITY5dLGSpDFsPYdcTJOzlvMSbpa6k9XhPctnKaZa/SYsNp&#10;wWBHW0PV+fBjFfhjDN/FZfbZv9Tvl/3Zm5JOhVJPj8PmDUSkId7D/+0PrWA+gduX9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E6v+xAAAANsAAAAPAAAAAAAAAAAA&#10;AAAAAKECAABkcnMvZG93bnJldi54bWxQSwUGAAAAAAQABAD5AAAAkgMAAAAA&#10;" strokeweight=".25pt"/>
                            <v:line id="Line 3469" o:spid="_x0000_s1248" style="position:absolute;visibility:visible;mso-wrap-style:square" from="2082,2732" to="2167,2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sE1icQAAADbAAAADwAAAGRycy9kb3ducmV2LnhtbESPQWsCMRSE74X+h/AK3mq2Kq1sjVKK&#10;gngQVnuot8fmuVncvKxJXNd/b4RCj8PMfMPMFr1tREc+1I4VvA0zEMSl0zVXCn72q9cpiBCRNTaO&#10;ScGNAizmz08zzLW7ckHdLlYiQTjkqMDE2OZShtKQxTB0LXHyjs5bjEn6SmqP1wS3jRxl2bu0WHNa&#10;MNjSt6HytLtYBf4Qw29xHm+6SbU8b0/e7OlYKDV46b8+QUTq43/4r73WCj5G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wTWJxAAAANsAAAAPAAAAAAAAAAAA&#10;AAAAAKECAABkcnMvZG93bnJldi54bWxQSwUGAAAAAAQABAD5AAAAkgMAAAAA&#10;" strokeweight=".25pt"/>
                            <v:line id="Line 3470" o:spid="_x0000_s1249" style="position:absolute;visibility:visible;mso-wrap-style:square" from="1997,3139" to="2167,3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2QEsQAAADbAAAADwAAAGRycy9kb3ducmV2LnhtbESPQWsCMRSE74X+h/AKvdVsq1TZGkWk&#10;QulBWLeHentsnpvFzcuaxHX7741Q8DjMzDfMfDnYVvTkQ+NYwesoA0FcOd1wreCn3LzMQISIrLF1&#10;TAr+KMBy8fgwx1y7CxfU72ItEoRDjgpMjF0uZagMWQwj1xEn7+C8xZikr6X2eElw28q3LHuXFhtO&#10;CwY7WhuqjruzVeD3MfwWp/F3P6k/T9ujNyUdCqWen4bVB4hIQ7yH/9tfWsF0DLcv6QfIx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jZASxAAAANsAAAAPAAAAAAAAAAAA&#10;AAAAAKECAABkcnMvZG93bnJldi54bWxQSwUGAAAAAAQABAD5AAAAkgMAAAAA&#10;" strokeweight=".25pt"/>
                            <v:line id="Line 3471" o:spid="_x0000_s1250" style="position:absolute;visibility:visible;mso-wrap-style:square" from="2082,3206" to="2167,3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QIZsQAAADbAAAADwAAAGRycy9kb3ducmV2LnhtbESPQWsCMRSE70L/Q3gFb5ptFZWtUUqp&#10;UHoQVnuot8fmuVncvKxJXLf/vhEEj8PMfMMs171tREc+1I4VvIwzEMSl0zVXCn72m9ECRIjIGhvH&#10;pOCPAqxXT4Ml5tpduaBuFyuRIBxyVGBibHMpQ2nIYhi7ljh5R+ctxiR9JbXHa4LbRr5m2UxarDkt&#10;GGzpw1B52l2sAn+I4bc4T767afV53p682dOxUGr43L+/gYjUx0f43v7SCuZTuH1JP0C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ZAhmxAAAANsAAAAPAAAAAAAAAAAA&#10;AAAAAKECAABkcnMvZG93bnJldi54bWxQSwUGAAAAAAQABAD5AAAAkgMAAAAA&#10;" strokeweight=".25pt"/>
                            <v:line id="Line 3472" o:spid="_x0000_s1251" style="position:absolute;visibility:visible;mso-wrap-style:square" from="2082,3274" to="2167,3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it/cUAAADbAAAADwAAAGRycy9kb3ducmV2LnhtbESPT2sCMRTE7wW/Q3iCt5q1tX/YGkVK&#10;BfFQWO1Bb4/Nc7O4eVmTuK7f3hQKPQ4z8xtmtuhtIzryoXasYDLOQBCXTtdcKfjZrR7fQYSIrLFx&#10;TApuFGAxHzzMMNfuygV121iJBOGQowITY5tLGUpDFsPYtcTJOzpvMSbpK6k9XhPcNvIpy16lxZrT&#10;gsGWPg2Vp+3FKvCHGPbF+XnTTauv8/fJmx0dC6VGw375ASJSH//Df+21VvD2Ar9f0g+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Sit/cUAAADbAAAADwAAAAAAAAAA&#10;AAAAAAChAgAAZHJzL2Rvd25yZXYueG1sUEsFBgAAAAAEAAQA+QAAAJMDAAAAAA==&#10;" strokeweight=".25pt"/>
                            <v:line id="Line 3473" o:spid="_x0000_s1252" style="position:absolute;visibility:visible;mso-wrap-style:square" from="2082,3341" to="2167,3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ozisQAAADbAAAADwAAAGRycy9kb3ducmV2LnhtbESPQWsCMRSE74X+h/AK3mq2tahsjSJS&#10;ofQgrPZQb4/Nc7O4eVmTuG7/vREEj8PMfMPMFr1tREc+1I4VvA0zEMSl0zVXCn5369cpiBCRNTaO&#10;ScE/BVjMn59mmGt34YK6baxEgnDIUYGJsc2lDKUhi2HoWuLkHZy3GJP0ldQeLwluG/meZWNpsea0&#10;YLCllaHyuD1bBX4fw19xGv10H9XXaXP0ZkeHQqnBS7/8BBGpj4/wvf2tFUzGcPuSfoC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+jOKxAAAANsAAAAPAAAAAAAAAAAA&#10;AAAAAKECAABkcnMvZG93bnJldi54bWxQSwUGAAAAAAQABAD5AAAAkgMAAAAA&#10;" strokeweight=".25pt"/>
                            <v:line id="Line 3474" o:spid="_x0000_s1253" style="position:absolute;visibility:visible;mso-wrap-style:square" from="2082,3409" to="2167,3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aWEcQAAADbAAAADwAAAGRycy9kb3ducmV2LnhtbESPQWsCMRSE7wX/Q3hCbzVrlSqrUaRU&#10;KB4Kqz3o7bF5bhY3L2uSruu/N4VCj8PMfMMs171tREc+1I4VjEcZCOLS6ZorBd+H7cscRIjIGhvH&#10;pOBOAdarwdMSc+1uXFC3j5VIEA45KjAxtrmUoTRkMYxcS5y8s/MWY5K+ktrjLcFtI1+z7E1arDkt&#10;GGzp3VB52f9YBf4Uw7G4TnbdtPq4fl28OdC5UOp52G8WICL18T/81/7UCmYz+P2Sf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tpYRxAAAANsAAAAPAAAAAAAAAAAA&#10;AAAAAKECAABkcnMvZG93bnJldi54bWxQSwUGAAAAAAQABAD5AAAAkgMAAAAA&#10;" strokeweight=".25pt"/>
                            <v:line id="Line 3475" o:spid="_x0000_s1254" style="position:absolute;visibility:visible;mso-wrap-style:square" from="1997,3815" to="2167,3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kCY8EAAADbAAAADwAAAGRycy9kb3ducmV2LnhtbERPz2vCMBS+D/wfwhO8zdQpc3RGkaEg&#10;HgZVD9vt0TybYvNSk1jrf28Ogx0/vt+LVW8b0ZEPtWMFk3EGgrh0uuZKwem4ff0AESKyxsYxKXhQ&#10;gNVy8LLAXLs7F9QdYiVSCIccFZgY21zKUBqyGMauJU7c2XmLMUFfSe3xnsJtI9+y7F1arDk1GGzp&#10;y1B5OdysAv8bw09xne67WbW5fl+8OdK5UGo07NefICL18V/8595pBfM0Nn1JP0A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KQJjwQAAANsAAAAPAAAAAAAAAAAAAAAA&#10;AKECAABkcnMvZG93bnJldi54bWxQSwUGAAAAAAQABAD5AAAAjwMAAAAA&#10;" strokeweight=".25pt"/>
                            <v:line id="Line 3476" o:spid="_x0000_s1255" style="position:absolute;visibility:visible;mso-wrap-style:square" from="2082,3882" to="2167,3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Wn+MUAAADbAAAADwAAAGRycy9kb3ducmV2LnhtbESPT2sCMRTE7wW/Q3iCt5q1lf7ZGkVK&#10;BfFQWO1Bb4/Nc7O4eVmTuK7f3hQKPQ4z8xtmtuhtIzryoXasYDLOQBCXTtdcKfjZrR7fQISIrLFx&#10;TApuFGAxHzzMMNfuygV121iJBOGQowITY5tLGUpDFsPYtcTJOzpvMSbpK6k9XhPcNvIpy16kxZrT&#10;gsGWPg2Vp+3FKvCHGPbF+XnTTauv8/fJmx0dC6VGw375ASJSH//Df+21VvD6Dr9f0g+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GWn+MUAAADbAAAADwAAAAAAAAAA&#10;AAAAAAChAgAAZHJzL2Rvd25yZXYueG1sUEsFBgAAAAAEAAQA+QAAAJMDAAAAAA==&#10;" strokeweight=".25pt"/>
                            <v:line id="Line 3477" o:spid="_x0000_s1256" style="position:absolute;visibility:visible;mso-wrap-style:square" from="2082,3950" to="2167,3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p+QsEAAADbAAAADwAAAGRycy9kb3ducmV2LnhtbERPz2vCMBS+C/4P4Qm7aTo3hnSmMkRB&#10;dhCqO2y3R/NsSpuXmsTa/ffmMNjx4/u93oy2EwP50DhW8LzIQBBXTjdcK/g67+crECEia+wck4Jf&#10;CrApppM15trduaThFGuRQjjkqMDE2OdShsqQxbBwPXHiLs5bjAn6WmqP9xRuO7nMsjdpseHUYLCn&#10;raGqPd2sAv8Tw3d5ffkcXuvd9dh6c6ZLqdTTbPx4BxFpjP/iP/dBK1il9elL+gGy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in5CwQAAANsAAAAPAAAAAAAAAAAAAAAA&#10;AKECAABkcnMvZG93bnJldi54bWxQSwUGAAAAAAQABAD5AAAAjwMAAAAA&#10;" strokeweight=".25pt"/>
                            <v:line id="Line 3478" o:spid="_x0000_s1257" style="position:absolute;visibility:visible;mso-wrap-style:square" from="2082,4017" to="2167,4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bb2cMAAADbAAAADwAAAGRycy9kb3ducmV2LnhtbESPQWsCMRSE74X+h/AEbzVrLSJbo0ip&#10;IB4Kqx7s7bF5bhY3L2sS1/Xfm0LB4zAz3zDzZW8b0ZEPtWMF41EGgrh0uuZKwWG/fpuBCBFZY+OY&#10;FNwpwHLx+jLHXLsbF9TtYiUShEOOCkyMbS5lKA1ZDCPXEifv5LzFmKSvpPZ4S3DbyPcsm0qLNacF&#10;gy19GSrPu6tV4H9jOBaXybb7qL4vP2dv9nQqlBoO+tUniEh9fIb/2xutYDaGvy/pB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PG29nDAAAA2wAAAA8AAAAAAAAAAAAA&#10;AAAAoQIAAGRycy9kb3ducmV2LnhtbFBLBQYAAAAABAAEAPkAAACRAwAAAAA=&#10;" strokeweight=".25pt"/>
                            <v:line id="Line 3479" o:spid="_x0000_s1258" style="position:absolute;visibility:visible;mso-wrap-style:square" from="2082,4085" to="2167,4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RFrsQAAADbAAAADwAAAGRycy9kb3ducmV2LnhtbESPT2sCMRTE7wW/Q3hCbzXrH4qsRhGx&#10;ID0Iqz3U22Pz3CxuXtYkXddvbwqFHoeZ+Q2zXPe2ER35UDtWMB5lIIhLp2uuFHydPt7mIEJE1tg4&#10;JgUPCrBeDV6WmGt354K6Y6xEgnDIUYGJsc2lDKUhi2HkWuLkXZy3GJP0ldQe7wluGznJsndpsea0&#10;YLClraHyevyxCvw5hu/iNv3sZtXudrh6c6JLodTrsN8sQETq43/4r73XCuYT+P2SfoBc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FEWuxAAAANsAAAAPAAAAAAAAAAAA&#10;AAAAAKECAABkcnMvZG93bnJldi54bWxQSwUGAAAAAAQABAD5AAAAkgMAAAAA&#10;" strokeweight=".25pt"/>
                            <v:line id="Line 3480" o:spid="_x0000_s1259" style="position:absolute;visibility:visible;mso-wrap-style:square" from="1997,4153" to="2167,4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gNcQAAADbAAAADwAAAGRycy9kb3ducmV2LnhtbESPT2sCMRTE74LfITyhN836hyJbo4go&#10;lB6E1R7a22Pz3CxuXtYkXbffvhGEHoeZ+Q2z2vS2ER35UDtWMJ1kIIhLp2uuFHyeD+MliBCRNTaO&#10;ScEvBdish4MV5trduaDuFCuRIBxyVGBibHMpQ2nIYpi4ljh5F+ctxiR9JbXHe4LbRs6y7FVarDkt&#10;GGxpZ6i8nn6sAv8dw1dxm390i2p/O169OdOlUOpl1G/fQETq43/42X7XCpZzeHxJP0C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WOA1xAAAANsAAAAPAAAAAAAAAAAA&#10;AAAAAKECAABkcnMvZG93bnJldi54bWxQSwUGAAAAAAQABAD5AAAAkgMAAAAA&#10;" strokeweight=".25pt"/>
                            <v:line id="Line 3481" o:spid="_x0000_s1260" style="position:absolute;visibility:visible;mso-wrap-style:square" from="2082,4220" to="2167,4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F4QcMAAADbAAAADwAAAGRycy9kb3ducmV2LnhtbESPQWsCMRSE7wX/Q3hCbzVrKyKrUUQs&#10;SA+FVQ96e2yem8XNy5rEdfvvm0LB4zAz3zCLVW8b0ZEPtWMF41EGgrh0uuZKwfHw+TYDESKyxsYx&#10;KfihAKvl4GWBuXYPLqjbx0okCIccFZgY21zKUBqyGEauJU7exXmLMUlfSe3xkeC2ke9ZNpUWa04L&#10;BlvaGCqv+7tV4M8xnIrbx1c3qba376s3B7oUSr0O+/UcRKQ+PsP/7Z1WMJvA35f0A+Ty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OxeEHDAAAA2wAAAA8AAAAAAAAAAAAA&#10;AAAAoQIAAGRycy9kb3ducmV2LnhtbFBLBQYAAAAABAAEAPkAAACRAwAAAAA=&#10;" strokeweight=".25pt"/>
                            <v:line id="Line 3482" o:spid="_x0000_s1261" style="position:absolute;visibility:visible;mso-wrap-style:square" from="2082,4288" to="2167,4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3d2sQAAADbAAAADwAAAGRycy9kb3ducmV2LnhtbESPQWsCMRSE7wX/Q3hCbzVrtUVWo0ip&#10;UDwUVj3o7bF5bhY3L2uSruu/N4VCj8PMfMMsVr1tREc+1I4VjEcZCOLS6ZorBYf95mUGIkRkjY1j&#10;UnCnAKvl4GmBuXY3LqjbxUokCIccFZgY21zKUBqyGEauJU7e2XmLMUlfSe3xluC2ka9Z9i4t1pwW&#10;DLb0Yai87H6sAn+K4VhcJ9tuWn1evy/e7OlcKPU87NdzEJH6+B/+a39pBbM3+P2SfoB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/d3axAAAANsAAAAPAAAAAAAAAAAA&#10;AAAAAKECAABkcnMvZG93bnJldi54bWxQSwUGAAAAAAQABAD5AAAAkgMAAAAA&#10;" strokeweight=".25pt"/>
                            <v:line id="Line 3483" o:spid="_x0000_s1262" style="position:absolute;visibility:visible;mso-wrap-style:square" from="2082,4355" to="2167,4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9DrcMAAADbAAAADwAAAGRycy9kb3ducmV2LnhtbESPQWsCMRSE7wX/Q3iCt5q1FpHVKCIW&#10;xENhtYd6e2yem8XNy5rEdf33TaHQ4zAz3zDLdW8b0ZEPtWMFk3EGgrh0uuZKwdfp43UOIkRkjY1j&#10;UvCkAOvV4GWJuXYPLqg7xkokCIccFZgY21zKUBqyGMauJU7exXmLMUlfSe3xkeC2kW9ZNpMWa04L&#10;BlvaGiqvx7tV4M8xfBe36aF7r3a3z6s3J7oUSo2G/WYBIlIf/8N/7b1WMJ/B75f0A+Tq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wvQ63DAAAA2wAAAA8AAAAAAAAAAAAA&#10;AAAAoQIAAGRycy9kb3ducmV2LnhtbFBLBQYAAAAABAAEAPkAAACRAwAAAAA=&#10;" strokeweight=".25pt"/>
                            <v:line id="Line 3484" o:spid="_x0000_s1263" style="position:absolute;visibility:visible;mso-wrap-style:square" from="2082,4423" to="2167,4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PmNsQAAADbAAAADwAAAGRycy9kb3ducmV2LnhtbESPQWsCMRSE7wX/Q3hCbzVrlVZWo0ip&#10;UDwUVj3o7bF5bhY3L2uSruu/N4VCj8PMfMMsVr1tREc+1I4VjEcZCOLS6ZorBYf95mUGIkRkjY1j&#10;UnCnAKvl4GmBuXY3LqjbxUokCIccFZgY21zKUBqyGEauJU7e2XmLMUlfSe3xluC2ka9Z9iYt1pwW&#10;DLb0Yai87H6sAn+K4VhcJ9tuWn1evy/e7OlcKPU87NdzEJH6+B/+a39pBbN3+P2SfoB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Y+Y2xAAAANsAAAAPAAAAAAAAAAAA&#10;AAAAAKECAABkcnMvZG93bnJldi54bWxQSwUGAAAAAAQABAD5AAAAkgMAAAAA&#10;" strokeweight=".25pt"/>
                            <v:line id="Line 3485" o:spid="_x0000_s1264" style="position:absolute;visibility:visible;mso-wrap-style:square" from="1997,4830" to="2167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xyRMEAAADbAAAADwAAAGRycy9kb3ducmV2LnhtbERPz2vCMBS+C/4P4Qm7aTo3hnSmMkRB&#10;dhCqO2y3R/NsSpuXmsTa/ffmMNjx4/u93oy2EwP50DhW8LzIQBBXTjdcK/g67+crECEia+wck4Jf&#10;CrApppM15trduaThFGuRQjjkqMDE2OdShsqQxbBwPXHiLs5bjAn6WmqP9xRuO7nMsjdpseHUYLCn&#10;raGqPd2sAv8Tw3d5ffkcXuvd9dh6c6ZLqdTTbPx4BxFpjP/iP/dBK1ilselL+gGy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/HJEwQAAANsAAAAPAAAAAAAAAAAAAAAA&#10;AKECAABkcnMvZG93bnJldi54bWxQSwUGAAAAAAQABAD5AAAAjwMAAAAA&#10;" strokeweight=".25pt"/>
                            <v:line id="Line 3486" o:spid="_x0000_s1265" style="position:absolute;visibility:visible;mso-wrap-style:square" from="2082,4897" to="2167,4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DX38QAAADbAAAADwAAAGRycy9kb3ducmV2LnhtbESPQWsCMRSE7wX/Q3hCbzVrlaKrUaRU&#10;KB4Kqz3o7bF5bhY3L2uSruu/N4VCj8PMfMMs171tREc+1I4VjEcZCOLS6ZorBd+H7csMRIjIGhvH&#10;pOBOAdarwdMSc+1uXFC3j5VIEA45KjAxtrmUoTRkMYxcS5y8s/MWY5K+ktrjLcFtI1+z7E1arDkt&#10;GGzp3VB52f9YBf4Uw7G4TnbdtPq4fl28OdC5UOp52G8WICL18T/81/7UCmZz+P2Sf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sNffxAAAANsAAAAPAAAAAAAAAAAA&#10;AAAAAKECAABkcnMvZG93bnJldi54bWxQSwUGAAAAAAQABAD5AAAAkgMAAAAA&#10;" strokeweight=".25pt"/>
                            <v:line id="Line 3487" o:spid="_x0000_s1266" style="position:absolute;visibility:visible;mso-wrap-style:square" from="2082,4965" to="2167,4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Pon8EAAADbAAAADwAAAGRycy9kb3ducmV2LnhtbERPz2vCMBS+D/wfwhO8zdQpw3VGkaEg&#10;HgZVD9vt0TybYvNSk1jrf28Ogx0/vt+LVW8b0ZEPtWMFk3EGgrh0uuZKwem4fZ2DCBFZY+OYFDwo&#10;wGo5eFlgrt2dC+oOsRIphEOOCkyMbS5lKA1ZDGPXEifu7LzFmKCvpPZ4T+G2kW9Z9i4t1pwaDLb0&#10;Zai8HG5Wgf+N4ae4TvfdrNpcvy/eHOlcKDUa9utPEJH6+C/+c++0go+0Pn1JP0A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U+ifwQAAANsAAAAPAAAAAAAAAAAAAAAA&#10;AKECAABkcnMvZG93bnJldi54bWxQSwUGAAAAAAQABAD5AAAAjwMAAAAA&#10;" strokeweight=".25pt"/>
                            <v:line id="Line 3488" o:spid="_x0000_s1267" style="position:absolute;visibility:visible;mso-wrap-style:square" from="2082,5032" to="2167,5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9NBMQAAADbAAAADwAAAGRycy9kb3ducmV2LnhtbESPQWsCMRSE7wX/Q3iF3mpWLUW3RhGp&#10;UHoQ1u2h3h6b52Zx87Im6br9941Q8DjMzDfMcj3YVvTkQ+NYwWScgSCunG64VvBV7p7nIEJE1tg6&#10;JgW/FGC9Gj0sMdfuygX1h1iLBOGQowITY5dLGSpDFsPYdcTJOzlvMSbpa6k9XhPctnKaZa/SYsNp&#10;wWBHW0PV+fBjFfhjDN/FZfbZv9Tvl/3Zm5JOhVJPj8PmDUSkId7D/+0PrWAxgduX9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H00ExAAAANsAAAAPAAAAAAAAAAAA&#10;AAAAAKECAABkcnMvZG93bnJldi54bWxQSwUGAAAAAAQABAD5AAAAkgMAAAAA&#10;" strokeweight=".25pt"/>
                            <v:line id="Line 3489" o:spid="_x0000_s1268" style="position:absolute;visibility:visible;mso-wrap-style:square" from="2082,5100" to="2167,5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3Tc8QAAADbAAAADwAAAGRycy9kb3ducmV2LnhtbESPQWsCMRSE74X+h/AK3mq2KqVujVKK&#10;gngQVnuot8fmuVncvKxJXNd/b4RCj8PMfMPMFr1tREc+1I4VvA0zEMSl0zVXCn72q9cPECEia2wc&#10;k4IbBVjMn59mmGt35YK6XaxEgnDIUYGJsc2lDKUhi2HoWuLkHZ23GJP0ldQerwluGznKsndpsea0&#10;YLClb0PlaXexCvwhht/iPN50k2p53p682dOxUGrw0n99gojUx//wX3utFUxH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zdNzxAAAANsAAAAPAAAAAAAAAAAA&#10;AAAAAKECAABkcnMvZG93bnJldi54bWxQSwUGAAAAAAQABAD5AAAAkgMAAAAA&#10;" strokeweight=".25pt"/>
                            <v:line id="Line 3490" o:spid="_x0000_s1269" style="position:absolute;visibility:visible;mso-wrap-style:square" from="1997,2800" to="2167,2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F26MQAAADbAAAADwAAAGRycy9kb3ducmV2LnhtbESPQWsCMRSE74X+h/AKvdVsqxTdGkWk&#10;QulBWLeHentsnpvFzcuaxHX7741Q8DjMzDfMfDnYVvTkQ+NYwesoA0FcOd1wreCn3LxMQYSIrLF1&#10;TAr+KMBy8fgwx1y7CxfU72ItEoRDjgpMjF0uZagMWQwj1xEn7+C8xZikr6X2eElw28q3LHuXFhtO&#10;CwY7WhuqjruzVeD3MfwWp/F3P6k/T9ujNyUdCqWen4bVB4hIQ7yH/9tfWsFsDLcv6QfIx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gXboxAAAANsAAAAPAAAAAAAAAAAA&#10;AAAAAKECAABkcnMvZG93bnJldi54bWxQSwUGAAAAAAQABAD5AAAAkgMAAAAA&#10;" strokeweight=".25pt"/>
                            <v:line id="Line 3491" o:spid="_x0000_s1270" style="position:absolute;visibility:visible;mso-wrap-style:square" from="2082,2867" to="2167,2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junMQAAADbAAAADwAAAGRycy9kb3ducmV2LnhtbESPQWsCMRSE70L/Q3gFb5ptFdGtUUqp&#10;UHoQVnuot8fmuVncvKxJXLf/vhEEj8PMfMMs171tREc+1I4VvIwzEMSl0zVXCn72m9EcRIjIGhvH&#10;pOCPAqxXT4Ml5tpduaBuFyuRIBxyVGBibHMpQ2nIYhi7ljh5R+ctxiR9JbXHa4LbRr5m2UxarDkt&#10;GGzpw1B52l2sAn+I4bc4T767afV53p682dOxUGr43L+/gYjUx0f43v7SChZTuH1JP0C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aO6cxAAAANsAAAAPAAAAAAAAAAAA&#10;AAAAAKECAABkcnMvZG93bnJldi54bWxQSwUGAAAAAAQABAD5AAAAkgMAAAAA&#10;" strokeweight=".25pt"/>
                            <v:line id="Line 3492" o:spid="_x0000_s1271" style="position:absolute;visibility:visible;mso-wrap-style:square" from="2082,2935" to="2167,2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RLB8QAAADbAAAADwAAAGRycy9kb3ducmV2LnhtbESPQWsCMRSE7wX/Q3iCt5q1taXdGkVK&#10;BfFQWO1Bb4/Nc7O4eVmTuK7/3hQKPQ4z8w0zW/S2ER35UDtWMBlnIIhLp2uuFPzsVo9vIEJE1tg4&#10;JgU3CrCYDx5mmGt35YK6baxEgnDIUYGJsc2lDKUhi2HsWuLkHZ23GJP0ldQerwluG/mUZa/SYs1p&#10;wWBLn4bK0/ZiFfhDDPvi/LzpptXX+fvkzY6OhVKjYb/8ABGpj//hv/ZaK3h/gd8v6QfI+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JEsHxAAAANsAAAAPAAAAAAAAAAAA&#10;AAAAAKECAABkcnMvZG93bnJldi54bWxQSwUGAAAAAAQABAD5AAAAkgMAAAAA&#10;" strokeweight=".25pt"/>
                            <v:line id="Line 3493" o:spid="_x0000_s1272" style="position:absolute;visibility:visible;mso-wrap-style:square" from="2082,3002" to="2167,3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bVcMQAAADbAAAADwAAAGRycy9kb3ducmV2LnhtbESPQWsCMRSE74X+h/AK3mq2tYhujSJS&#10;ofQgrPZQb4/Nc7O4eVmTuG7/vREEj8PMfMPMFr1tREc+1I4VvA0zEMSl0zVXCn5369cJiBCRNTaO&#10;ScE/BVjMn59mmGt34YK6baxEgnDIUYGJsc2lDKUhi2HoWuLkHZy3GJP0ldQeLwluG/meZWNpsea0&#10;YLCllaHyuD1bBX4fw19xGv10H9XXaXP0ZkeHQqnBS7/8BBGpj4/wvf2tFUzHcPuSfoC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9tVwxAAAANsAAAAPAAAAAAAAAAAA&#10;AAAAAKECAABkcnMvZG93bnJldi54bWxQSwUGAAAAAAQABAD5AAAAkgMAAAAA&#10;" strokeweight=".25pt"/>
                            <v:line id="Line 3494" o:spid="_x0000_s1273" style="position:absolute;visibility:visible;mso-wrap-style:square" from="2082,3070" to="2167,3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pw68UAAADbAAAADwAAAGRycy9kb3ducmV2LnhtbESPT2sCMRTE7wW/Q3iCt5q1lf7ZGkVK&#10;BfFQWO1Bb4/Nc7O4eVmTuK7f3hQKPQ4z8xtmtuhtIzryoXasYDLOQBCXTtdcKfjZrR7fQISIrLFx&#10;TApuFGAxHzzMMNfuygV121iJBOGQowITY5tLGUpDFsPYtcTJOzpvMSbpK6k9XhPcNvIpy16kxZrT&#10;gsGWPg2Vp+3FKvCHGPbF+XnTTauv8/fJmx0dC6VGw375ASJSH//Df+21VvD+Cr9f0g+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rpw68UAAADbAAAADwAAAAAAAAAA&#10;AAAAAAChAgAAZHJzL2Rvd25yZXYueG1sUEsFBgAAAAAEAAQA+QAAAJMDAAAAAA==&#10;" strokeweight=".25pt"/>
                            <v:line id="Line 3495" o:spid="_x0000_s1274" style="position:absolute;visibility:visible;mso-wrap-style:square" from="1997,3477" to="2167,3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XkmcEAAADbAAAADwAAAGRycy9kb3ducmV2LnhtbERPz2vCMBS+D/wfwhO8zdQpw3VGkaEg&#10;HgZVD9vt0TybYvNSk1jrf28Ogx0/vt+LVW8b0ZEPtWMFk3EGgrh0uuZKwem4fZ2DCBFZY+OYFDwo&#10;wGo5eFlgrt2dC+oOsRIphEOOCkyMbS5lKA1ZDGPXEifu7LzFmKCvpPZ4T+G2kW9Z9i4t1pwaDLb0&#10;Zai8HG5Wgf+N4ae4TvfdrNpcvy/eHOlcKDUa9utPEJH6+C/+c++0go80Nn1JP0A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JeSZwQAAANsAAAAPAAAAAAAAAAAAAAAA&#10;AKECAABkcnMvZG93bnJldi54bWxQSwUGAAAAAAQABAD5AAAAjwMAAAAA&#10;" strokeweight=".25pt"/>
                            <v:line id="Line 3496" o:spid="_x0000_s1275" style="position:absolute;visibility:visible;mso-wrap-style:square" from="2082,3544" to="2167,3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lBAsQAAADbAAAADwAAAGRycy9kb3ducmV2LnhtbESPQWsCMRSE7wX/Q3hCbzVrlVJXo0ip&#10;UDwUVj3o7bF5bhY3L2uSruu/N4VCj8PMfMMsVr1tREc+1I4VjEcZCOLS6ZorBYf95uUdRIjIGhvH&#10;pOBOAVbLwdMCc+1uXFC3i5VIEA45KjAxtrmUoTRkMYxcS5y8s/MWY5K+ktrjLcFtI1+z7E1arDkt&#10;GGzpw1B52f1YBf4Uw7G4TrbdtPq8fl+82dO5UOp52K/nICL18T/81/7SCmYz+P2SfoB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aUECxAAAANsAAAAPAAAAAAAAAAAA&#10;AAAAAKECAABkcnMvZG93bnJldi54bWxQSwUGAAAAAAQABAD5AAAAkgMAAAAA&#10;" strokeweight=".25pt"/>
                            <v:line id="Line 3497" o:spid="_x0000_s1276" style="position:absolute;visibility:visible;mso-wrap-style:square" from="2082,3612" to="2167,3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RFU8UAAADc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LwRfnpEJ9O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hRFU8UAAADcAAAADwAAAAAAAAAA&#10;AAAAAAChAgAAZHJzL2Rvd25yZXYueG1sUEsFBgAAAAAEAAQA+QAAAJMDAAAAAA==&#10;" strokeweight=".25pt"/>
                            <v:line id="Line 3498" o:spid="_x0000_s1277" style="position:absolute;visibility:visible;mso-wrap-style:square" from="2082,3679" to="2167,36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jgyMIAAADcAAAADwAAAGRycy9kb3ducmV2LnhtbERPTWsCMRC9F/wPYYTeatYqRVajiLQg&#10;PQirHvQ2bMbN4mayJum6/ntTKPQ2j/c5i1VvG9GRD7VjBeNRBoK4dLrmSsHx8PU2AxEissbGMSl4&#10;UIDVcvCywFy7OxfU7WMlUgiHHBWYGNtcylAashhGriVO3MV5izFBX0nt8Z7CbSPfs+xDWqw5NRhs&#10;aWOovO5/rAJ/juFU3Cbf3bT6vO2u3hzoUij1OuzXcxCR+vgv/nNvdZqfjeH3mXSBXD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VjgyMIAAADcAAAADwAAAAAAAAAAAAAA&#10;AAChAgAAZHJzL2Rvd25yZXYueG1sUEsFBgAAAAAEAAQA+QAAAJADAAAAAA==&#10;" strokeweight=".25pt"/>
                            <v:line id="Line 3499" o:spid="_x0000_s1278" style="position:absolute;visibility:visible;mso-wrap-style:square" from="2082,3747" to="2167,3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p+v8IAAADcAAAADwAAAGRycy9kb3ducmV2LnhtbERPTWsCMRC9F/wPYYTealYtRVajiChI&#10;D4VVD3obNuNmcTNZk7hu/31TKPQ2j/c5i1VvG9GRD7VjBeNRBoK4dLrmSsHpuHubgQgRWWPjmBR8&#10;U4DVcvCywFy7JxfUHWIlUgiHHBWYGNtcylAashhGriVO3NV5izFBX0nt8ZnCbSMnWfYhLdacGgy2&#10;tDFU3g4Pq8BfYjgX9+ln915t7183b450LZR6HfbrOYhIffwX/7n3Os3PJvD7TLp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Yp+v8IAAADcAAAADwAAAAAAAAAAAAAA&#10;AAChAgAAZHJzL2Rvd25yZXYueG1sUEsFBgAAAAAEAAQA+QAAAJADAAAAAA==&#10;" strokeweight=".25pt"/>
                            <v:line id="Line 3500" o:spid="_x0000_s1279" style="position:absolute;visibility:visible;mso-wrap-style:square" from="1997,4491" to="2167,4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bbJMIAAADc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qfTeD3mXSB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sbbJMIAAADcAAAADwAAAAAAAAAAAAAA&#10;AAChAgAAZHJzL2Rvd25yZXYueG1sUEsFBgAAAAAEAAQA+QAAAJADAAAAAA==&#10;" strokeweight=".25pt"/>
                            <v:line id="Line 3501" o:spid="_x0000_s1280" style="position:absolute;visibility:visible;mso-wrap-style:square" from="2082,4558" to="2167,4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9DUMIAAADcAAAADwAAAGRycy9kb3ducmV2LnhtbERPTWsCMRC9C/0PYQreNGsVka1RRCyU&#10;HoRVD/Y2bMbN4mayJum6/femUPA2j/c5y3VvG9GRD7VjBZNxBoK4dLrmSsHp+DFagAgRWWPjmBT8&#10;UoD16mWwxFy7OxfUHWIlUgiHHBWYGNtcylAashjGriVO3MV5izFBX0nt8Z7CbSPfsmwuLdacGgy2&#10;tDVUXg8/VoH/juFc3KZf3aza3fZXb450KZQavvabdxCR+vgU/7s/dZqfzeDvmXSBXD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S9DUMIAAADcAAAADwAAAAAAAAAAAAAA&#10;AAChAgAAZHJzL2Rvd25yZXYueG1sUEsFBgAAAAAEAAQA+QAAAJADAAAAAA==&#10;" strokeweight=".25pt"/>
                            <v:line id="Line 3502" o:spid="_x0000_s1281" style="position:absolute;visibility:visible;mso-wrap-style:square" from="2082,4626" to="2167,4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Pmy8IAAADc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l+9g5/z6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mPmy8IAAADcAAAADwAAAAAAAAAAAAAA&#10;AAChAgAAZHJzL2Rvd25yZXYueG1sUEsFBgAAAAAEAAQA+QAAAJADAAAAAA==&#10;" strokeweight=".25pt"/>
                            <v:line id="Line 3503" o:spid="_x0000_s1282" style="position:absolute;visibility:visible;mso-wrap-style:square" from="2082,4693" to="2167,4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F4vMMAAADcAAAADwAAAGRycy9kb3ducmV2LnhtbERPTWvCQBC9F/oflin0Vje2RSR1IyIW&#10;iodC1IO9DdkxG5KdjbvbGP99tyB4m8f7nMVytJ0YyIfGsYLpJANBXDndcK3gsP98mYMIEVlj55gU&#10;XCnAsnh8WGCu3YVLGnaxFimEQ44KTIx9LmWoDFkME9cTJ+7kvMWYoK+l9nhJ4baTr1k2kxYbTg0G&#10;e1obqtrdr1Xgf2I4lue37fBeb87frTd7OpVKPT+Nqw8QkcZ4F9/cXzrNz2bw/0y6QB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xeLzDAAAA3AAAAA8AAAAAAAAAAAAA&#10;AAAAoQIAAGRycy9kb3ducmV2LnhtbFBLBQYAAAAABAAEAPkAAACRAwAAAAA=&#10;" strokeweight=".25pt"/>
                            <v:line id="Line 3504" o:spid="_x0000_s1283" style="position:absolute;visibility:visible;mso-wrap-style:square" from="2082,4761" to="2167,4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3dJ8IAAADc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bAp/z6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f3dJ8IAAADcAAAADwAAAAAAAAAAAAAA&#10;AAChAgAAZHJzL2Rvd25yZXYueG1sUEsFBgAAAAAEAAQA+QAAAJADAAAAAA==&#10;" strokeweight=".25pt"/>
                            <v:line id="Line 3505" o:spid="_x0000_s1284" style="position:absolute;visibility:visible;mso-wrap-style:square" from="1999,6180" to="2169,6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JJVcUAAADc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L4RWnpEJ9O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JJVcUAAADcAAAADwAAAAAAAAAA&#10;AAAAAAChAgAAZHJzL2Rvd25yZXYueG1sUEsFBgAAAAAEAAQA+QAAAJMDAAAAAA==&#10;" strokeweight=".25pt"/>
                            <v:line id="Line 3506" o:spid="_x0000_s1285" style="position:absolute;visibility:visible;mso-wrap-style:square" from="1997,5167" to="2167,51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7szsIAAADc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bAZ/z6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7szsIAAADcAAAADwAAAAAAAAAAAAAA&#10;AAChAgAAZHJzL2Rvd25yZXYueG1sUEsFBgAAAAAEAAQA+QAAAJADAAAAAA==&#10;" strokeweight=".25pt"/>
                            <v:line id="Line 3507" o:spid="_x0000_s1286" style="position:absolute;visibility:visible;mso-wrap-style:square" from="2082,5234" to="2167,5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3TjsUAAADcAAAADwAAAGRycy9kb3ducmV2LnhtbESPQUvDQBCF70L/wzIFb3ZTFSlpt6WI&#10;gngQ0vSgtyE7zYZmZ9PdNY3/3jkI3mZ4b977ZrObfK9GiqkLbGC5KEARN8F23Bo41q93K1ApI1vs&#10;A5OBH0qw285uNljacOWKxkNulYRwKtGAy3kotU6NI49pEQZi0U4hesyyxlbbiFcJ972+L4on7bFj&#10;aXA40LOj5nz49gbiV06f1eXhfXxsXy4f5+hqOlXG3M6n/RpUpin/m/+u36zgLwVfnpEJ9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83TjsUAAADcAAAADwAAAAAAAAAA&#10;AAAAAAChAgAAZHJzL2Rvd25yZXYueG1sUEsFBgAAAAAEAAQA+QAAAJMDAAAAAA==&#10;" strokeweight=".25pt"/>
                            <v:line id="Line 3508" o:spid="_x0000_s1287" style="position:absolute;visibility:visible;mso-wrap-style:square" from="2082,5302" to="2167,5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F2FcMAAADcAAAADwAAAGRycy9kb3ducmV2LnhtbERPTWvCQBC9F/wPyxS81U3aIpK6SpEW&#10;iodCjAd7G7JjNpidjbvbGP+9Wyh4m8f7nOV6tJ0YyIfWsYJ8loEgrp1uuVGwrz6fFiBCRNbYOSYF&#10;VwqwXk0ellhod+GShl1sRArhUKACE2NfSBlqQxbDzPXEiTs6bzEm6BupPV5SuO3kc5bNpcWWU4PB&#10;njaG6tPu1yrwPzEcyvPLdnhtPs7fJ28qOpZKTR/H9zcQkcZ4F/+7v3San+fw90y6QK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BdhXDAAAA3AAAAA8AAAAAAAAAAAAA&#10;AAAAoQIAAGRycy9kb3ducmV2LnhtbFBLBQYAAAAABAAEAPkAAACRAwAAAAA=&#10;" strokeweight=".25pt"/>
                            <v:line id="Line 3509" o:spid="_x0000_s1288" style="position:absolute;visibility:visible;mso-wrap-style:square" from="2082,5369" to="2167,53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PoYsMAAADcAAAADwAAAGRycy9kb3ducmV2LnhtbERPTWvCQBC9F/oflil4qxu1lBLdiIiC&#10;eChEe2hvQ3bMhmRn4+4a03/fLRR6m8f7nNV6tJ0YyIfGsYLZNANBXDndcK3g47x/fgMRIrLGzjEp&#10;+KYA6+LxYYW5dncuaTjFWqQQDjkqMDH2uZShMmQxTF1PnLiL8xZjgr6W2uM9hdtOzrPsVVpsODUY&#10;7GlrqGpPN6vAf8XwWV4Xx+Gl3l3fW2/OdCmVmjyNmyWISGP8F/+5DzrNn83h95l0gSx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hT6GLDAAAA3AAAAA8AAAAAAAAAAAAA&#10;AAAAoQIAAGRycy9kb3ducmV2LnhtbFBLBQYAAAAABAAEAPkAAACRAwAAAAA=&#10;" strokeweight=".25pt"/>
                            <v:line id="Line 3510" o:spid="_x0000_s1289" style="position:absolute;visibility:visible;mso-wrap-style:square" from="2082,5437" to="2167,5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9N+cIAAADcAAAADwAAAGRycy9kb3ducmV2LnhtbERPTWsCMRC9F/wPYQRvNWstpaxGEbEg&#10;HgqrPeht2Iybxc1kTeK6/ntTKPQ2j/c582VvG9GRD7VjBZNxBoK4dLrmSsHP4ev1E0SIyBobx6Tg&#10;QQGWi8HLHHPt7lxQt4+VSCEcclRgYmxzKUNpyGIYu5Y4cWfnLcYEfSW1x3sKt418y7IPabHm1GCw&#10;pbWh8rK/WQX+FMOxuE533Xu1uX5fvDnQuVBqNOxXMxCR+vgv/nNvdZo/mcLvM+kCuX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x9N+cIAAADcAAAADwAAAAAAAAAAAAAA&#10;AAChAgAAZHJzL2Rvd25yZXYueG1sUEsFBgAAAAAEAAQA+QAAAJADAAAAAA==&#10;" strokeweight=".25pt"/>
                            <v:line id="Line 3511" o:spid="_x0000_s1290" style="position:absolute;visibility:visible;mso-wrap-style:square" from="1997,5844" to="2167,5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bVjcIAAADcAAAADwAAAGRycy9kb3ducmV2LnhtbERPTWsCMRC9F/wPYYTeatZWRFajiFiQ&#10;HgqrHvQ2bMbN4mayJnHd/vumUPA2j/c5i1VvG9GRD7VjBeNRBoK4dLrmSsHx8Pk2AxEissbGMSn4&#10;oQCr5eBlgbl2Dy6o28dKpBAOOSowMba5lKE0ZDGMXEucuIvzFmOCvpLa4yOF20a+Z9lUWqw5NRhs&#10;aWOovO7vVoE/x3Aqbh9f3aTa3r6v3hzoUij1OuzXcxCR+vgU/7t3Os0fT+DvmXSBXP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PbVjcIAAADcAAAADwAAAAAAAAAAAAAA&#10;AAChAgAAZHJzL2Rvd25yZXYueG1sUEsFBgAAAAAEAAQA+QAAAJADAAAAAA==&#10;" strokeweight=".25pt"/>
                            <v:line id="Line 3512" o:spid="_x0000_s1291" style="position:absolute;visibility:visible;mso-wrap-style:square" from="2082,5911" to="2167,5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pwFsMAAADcAAAADwAAAGRycy9kb3ducmV2LnhtbERPTWsCMRC9F/wPYQq91azaimyNIlKh&#10;9CCs20O9DZtxs7iZrEm6bv99IxS8zeN9znI92Fb05EPjWMFknIEgrpxuuFbwVe6eFyBCRNbYOiYF&#10;vxRgvRo9LDHX7soF9YdYixTCIUcFJsYulzJUhiyGseuIE3dy3mJM0NdSe7ymcNvKaZbNpcWGU4PB&#10;jraGqvPhxyrwxxi+i8vss3+p3y/7szclnQqlnh6HzRuISEO8i//dHzrNn7zC7Zl0gV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6cBbDAAAA3AAAAA8AAAAAAAAAAAAA&#10;AAAAoQIAAGRycy9kb3ducmV2LnhtbFBLBQYAAAAABAAEAPkAAACRAwAAAAA=&#10;" strokeweight=".25pt"/>
                            <v:line id="Line 3513" o:spid="_x0000_s1292" style="position:absolute;visibility:visible;mso-wrap-style:square" from="2082,5979" to="2167,5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juYcMAAADcAAAADwAAAGRycy9kb3ducmV2LnhtbERPTWvCQBC9F/oflin0VjfaIiW6EREF&#10;6aEQ7aG9DdkxG5KdjbtrTP99tyB4m8f7nOVqtJ0YyIfGsYLpJANBXDndcK3g67h7eQcRIrLGzjEp&#10;+KUAq+LxYYm5dlcuaTjEWqQQDjkqMDH2uZShMmQxTFxPnLiT8xZjgr6W2uM1hdtOzrJsLi02nBoM&#10;9rQxVLWHi1Xgf2L4Ls+vH8NbvT1/tt4c6VQq9fw0rhcgIo3xLr659zrNn87h/5l0gS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do7mHDAAAA3AAAAA8AAAAAAAAAAAAA&#10;AAAAoQIAAGRycy9kb3ducmV2LnhtbFBLBQYAAAAABAAEAPkAAACRAwAAAAA=&#10;" strokeweight=".25pt"/>
                            <v:line id="Line 3514" o:spid="_x0000_s1293" style="position:absolute;visibility:visible;mso-wrap-style:square" from="2082,6046" to="2167,60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RL+sMAAADcAAAADwAAAGRycy9kb3ducmV2LnhtbERPTWsCMRC9F/wPYQq91axaqmyNIlKh&#10;9CCs20O9DZtxs7iZrEm6bv99IxS8zeN9znI92Fb05EPjWMFknIEgrpxuuFbwVe6eFyBCRNbYOiYF&#10;vxRgvRo9LDHX7soF9YdYixTCIUcFJsYulzJUhiyGseuIE3dy3mJM0NdSe7ymcNvKaZa9SosNpwaD&#10;HW0NVefDj1XgjzF8F5fZZ/9Sv1/2Z29KOhVKPT0OmzcQkYZ4F/+7P3SaP5nD7Zl0gV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gkS/rDAAAA3AAAAA8AAAAAAAAAAAAA&#10;AAAAoQIAAGRycy9kb3ducmV2LnhtbFBLBQYAAAAABAAEAPkAAACRAwAAAAA=&#10;" strokeweight=".25pt"/>
                            <v:line id="Line 3515" o:spid="_x0000_s1294" style="position:absolute;visibility:visible;mso-wrap-style:square" from="2082,6114" to="2167,6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vfiMUAAADcAAAADwAAAGRycy9kb3ducmV2LnhtbESPQUvDQBCF70L/wzIFb3ZTFSlpt6WI&#10;gngQ0vSgtyE7zYZmZ9PdNY3/3jkI3mZ4b977ZrObfK9GiqkLbGC5KEARN8F23Bo41q93K1ApI1vs&#10;A5OBH0qw285uNljacOWKxkNulYRwKtGAy3kotU6NI49pEQZi0U4hesyyxlbbiFcJ972+L4on7bFj&#10;aXA40LOj5nz49gbiV06f1eXhfXxsXy4f5+hqOlXG3M6n/RpUpin/m/+u36zgL4VWnpEJ9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bvfiMUAAADcAAAADwAAAAAAAAAA&#10;AAAAAAChAgAAZHJzL2Rvd25yZXYueG1sUEsFBgAAAAAEAAQA+QAAAJMDAAAAAA==&#10;" strokeweight=".25pt"/>
                            <v:line id="Line 3516" o:spid="_x0000_s1295" style="position:absolute;visibility:visible;mso-wrap-style:square" from="1997,5505" to="2167,5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d6E8MAAADcAAAADwAAAGRycy9kb3ducmV2LnhtbERPTWsCMRC9F/wPYQq91axaim6NIlKh&#10;9CCs20O9DZtxs7iZrEm6bv99IxS8zeN9znI92Fb05EPjWMFknIEgrpxuuFbwVe6e5yBCRNbYOiYF&#10;vxRgvRo9LDHX7soF9YdYixTCIUcFJsYulzJUhiyGseuIE3dy3mJM0NdSe7ymcNvKaZa9SosNpwaD&#10;HW0NVefDj1XgjzF8F5fZZ/9Sv1/2Z29KOhVKPT0OmzcQkYZ4F/+7P3SaP1nA7Zl0gV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3ehPDAAAA3AAAAA8AAAAAAAAAAAAA&#10;AAAAoQIAAGRycy9kb3ducmV2LnhtbFBLBQYAAAAABAAEAPkAAACRAwAAAAA=&#10;" strokeweight=".25pt"/>
                            <v:line id="Line 3517" o:spid="_x0000_s1296" style="position:absolute;visibility:visible;mso-wrap-style:square" from="2082,5572" to="2167,5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EZM8UAAADcAAAADwAAAGRycy9kb3ducmV2LnhtbESPQUvDQBCF7wX/wzKCt3ZjFZHYTRFR&#10;EA+FtB70NmQn2dDsbLq7pvHfdw6Ctxnem/e+2WxnP6iJYuoDG7hdFaCIm2B77gx8Ht6Wj6BSRrY4&#10;BCYDv5RgW10tNljacOaapn3ulIRwKtGAy3kstU6NI49pFUZi0doQPWZZY6dtxLOE+0Gvi+JBe+xZ&#10;GhyO9OKoOe5/vIH4ndNXfbr7mO6719PuGN2B2tqYm+v5+QlUpjn/m/+u363grwVfnpEJdHU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aEZM8UAAADcAAAADwAAAAAAAAAA&#10;AAAAAAChAgAAZHJzL2Rvd25yZXYueG1sUEsFBgAAAAAEAAQA+QAAAJMDAAAAAA==&#10;" strokeweight=".25pt"/>
                            <v:line id="Line 3518" o:spid="_x0000_s1297" style="position:absolute;visibility:visible;mso-wrap-style:square" from="2082,5640" to="2167,5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28qMMAAADcAAAADwAAAGRycy9kb3ducmV2LnhtbERPTWvCQBC9F/oflil4qxu1lBLdiIiC&#10;eChEe2hvQ3bMhmRn4+4a03/fLRR6m8f7nNV6tJ0YyIfGsYLZNANBXDndcK3g47x/fgMRIrLGzjEp&#10;+KYA6+LxYYW5dncuaTjFWqQQDjkqMDH2uZShMmQxTF1PnLiL8xZjgr6W2uM9hdtOzrPsVVpsODUY&#10;7GlrqGpPN6vAf8XwWV4Xx+Gl3l3fW2/OdCmVmjyNmyWISGP8F/+5DzrNn8/g95l0gSx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tvKjDAAAA3AAAAA8AAAAAAAAAAAAA&#10;AAAAoQIAAGRycy9kb3ducmV2LnhtbFBLBQYAAAAABAAEAPkAAACRAwAAAAA=&#10;" strokeweight=".25pt"/>
                            <v:line id="Line 3519" o:spid="_x0000_s1298" style="position:absolute;visibility:visible;mso-wrap-style:square" from="2082,5707" to="2167,57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8i38IAAADcAAAADwAAAGRycy9kb3ducmV2LnhtbERPTWsCMRC9F/wPYYTeararFNkapYgF&#10;6UFY9WBvw2bcLG4ma5Ku6783hUJv83ifs1gNthU9+dA4VvA6yUAQV043XCs4Hj5f5iBCRNbYOiYF&#10;dwqwWo6eFlhod+OS+n2sRQrhUKACE2NXSBkqQxbDxHXEiTs7bzEm6GupPd5SuG1lnmVv0mLDqcFg&#10;R2tD1WX/YxX47xhO5XX61c/qzXV38eZA51Kp5/Hw8Q4i0hD/xX/urU7z8xx+n0kX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j8i38IAAADcAAAADwAAAAAAAAAAAAAA&#10;AAChAgAAZHJzL2Rvd25yZXYueG1sUEsFBgAAAAAEAAQA+QAAAJADAAAAAA==&#10;" strokeweight=".25pt"/>
                            <v:line id="Line 3520" o:spid="_x0000_s1299" style="position:absolute;visibility:visible;mso-wrap-style:square" from="2082,5775" to="2167,5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OHRMIAAADcAAAADwAAAGRycy9kb3ducmV2LnhtbERPTWsCMRC9F/wPYQrearZaRFajiLQg&#10;HgqrHtrbsBk3i5vJmsR1/femUPA2j/c5i1VvG9GRD7VjBe+jDARx6XTNlYLj4ettBiJEZI2NY1Jw&#10;pwCr5eBlgbl2Ny6o28dKpBAOOSowMba5lKE0ZDGMXEucuJPzFmOCvpLa4y2F20aOs2wqLdacGgy2&#10;tDFUnvdXq8D/xvBTXCa77qP6vHyfvTnQqVBq+Nqv5yAi9fEp/ndvdZo/nsDfM+kCuX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XOHRMIAAADcAAAADwAAAAAAAAAAAAAA&#10;AAChAgAAZHJzL2Rvd25yZXYueG1sUEsFBgAAAAAEAAQA+QAAAJADAAAAAA==&#10;" strokeweight=".25pt"/>
                          </v:group>
                          <v:group id="Group 3521" o:spid="_x0000_s1300" style="position:absolute;left:1924;top:1286;width:318;height:4896" coordorigin="1924,1286" coordsize="318,48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        <v:rect id="Rectangle 3522" o:spid="_x0000_s1301" style="position:absolute;left:1925;top:4665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kTssIA&#10;AADcAAAADwAAAGRycy9kb3ducmV2LnhtbERPTYvCMBC9C/sfwix403SFFa1GEd1Fj2oF9TY0Y1u2&#10;mZQma6u/3giCt3m8z5nOW1OKK9WusKzgqx+BIE6tLjhTcEh+eyMQziNrLC2Tghs5mM8+OlOMtW14&#10;R9e9z0QIYRejgtz7KpbSpTkZdH1bEQfuYmuDPsA6k7rGJoSbUg6iaCgNFhwacqxomVP6t/83Ctaj&#10;anHa2HuTlT/n9XF7HK+SsVeq+9kuJiA8tf4tfrk3OswffMP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ROywgAAANwAAAAPAAAAAAAAAAAAAAAAAJgCAABkcnMvZG93&#10;bnJldi54bWxQSwUGAAAAAAQABAD1AAAAhwMAAAAA&#10;" filled="f" stroked="f">
                              <v:textbox style="mso-next-textbox:#Rectangle 3522" inset="0,0,0,0">
                                <w:txbxContent>
                                  <w:p w:rsidR="00DD33C4" w:rsidRPr="005A506C" w:rsidRDefault="00315D5E" w:rsidP="00B0005D">
                                    <w:pPr>
                                      <w:jc w:val="center"/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</w:pPr>
                                    <w:r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0</w:t>
                                    </w:r>
                                    <w:r w:rsidR="00DD33C4"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0</w:t>
                                    </w:r>
                                  </w:p>
                                </w:txbxContent>
                              </v:textbox>
                            </v:rect>
                            <v:rect id="Rectangle 3523" o:spid="_x0000_s1302" style="position:absolute;left:1925;top:5003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uNxcQA&#10;AADcAAAADwAAAGRycy9kb3ducmV2LnhtbERPTWvCQBC9F/wPywi91U1zCDF1FWkrybFVQXsbsmMS&#10;zM6G7Jqk/fXdQsHbPN7nrDaTacVAvWssK3heRCCIS6sbrhQcD7unFITzyBpby6Tgmxxs1rOHFWba&#10;jvxJw95XIoSwy1BB7X2XSenKmgy6he2IA3exvUEfYF9J3eMYwk0r4yhKpMGGQ0ONHb3WVF73N6Mg&#10;T7vtubA/Y9W+f+Wnj9Py7bD0Sj3Op+0LCE+Tv4v/3YUO8+ME/p4JF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rjcXEAAAA3AAAAA8AAAAAAAAAAAAAAAAAmAIAAGRycy9k&#10;b3ducmV2LnhtbFBLBQYAAAAABAAEAPUAAACJAwAAAAA=&#10;" filled="f" stroked="f">
                              <v:textbox style="mso-next-textbox:#Rectangle 3523" inset="0,0,0,0">
                                <w:txbxContent>
                                  <w:p w:rsidR="00DD33C4" w:rsidRPr="005A506C" w:rsidRDefault="00315D5E" w:rsidP="00B0005D">
                                    <w:pPr>
                                      <w:jc w:val="center"/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</w:pPr>
                                    <w:r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-10</w:t>
                                    </w:r>
                                    <w:r w:rsidR="00DD33C4"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-10</w:t>
                                    </w:r>
                                  </w:p>
                                </w:txbxContent>
                              </v:textbox>
                            </v:rect>
                            <v:rect id="Rectangle 3524" o:spid="_x0000_s1303" style="position:absolute;left:1925;top:4327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coXsIA&#10;AADcAAAADwAAAGRycy9kb3ducmV2LnhtbERPTYvCMBC9C/sfwix403Q9rFqNIrqLHtUK6m1oxrZs&#10;MylN1lZ/vREEb/N4nzOdt6YUV6pdYVnBVz8CQZxaXXCm4JD89kYgnEfWWFomBTdyMJ99dKYYa9vw&#10;jq57n4kQwi5GBbn3VSylS3My6Pq2Ig7cxdYGfYB1JnWNTQg3pRxE0bc0WHBoyLGiZU7p3/7fKFiP&#10;qsVpY+9NVv6c18ftcbxKxl6p7me7mIDw1Pq3+OXe6DB/MITnM+EC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ZyhewgAAANwAAAAPAAAAAAAAAAAAAAAAAJgCAABkcnMvZG93&#10;bnJldi54bWxQSwUGAAAAAAQABAD1AAAAhwMAAAAA&#10;" filled="f" stroked="f">
                              <v:textbox style="mso-next-textbox:#Rectangle 3524" inset="0,0,0,0">
                                <w:txbxContent>
                                  <w:p w:rsidR="00DD33C4" w:rsidRPr="005A506C" w:rsidRDefault="00315D5E" w:rsidP="00B0005D">
                                    <w:pPr>
                                      <w:jc w:val="center"/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</w:pPr>
                                    <w:r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10</w:t>
                                    </w:r>
                                    <w:r w:rsidR="00DD33C4"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10</w:t>
                                    </w:r>
                                  </w:p>
                                </w:txbxContent>
                              </v:textbox>
                            </v:rect>
                            <v:rect id="Rectangle 3525" o:spid="_x0000_s1304" style="position:absolute;left:1925;top:5341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i8LMUA&#10;AADcAAAADwAAAGRycy9kb3ducmV2LnhtbESPQW/CMAyF75P4D5GRuI0UDhMUAkKwCY4bIAE3qzFt&#10;ReNUTUbLfv18QOJm6z2/93m+7Fyl7tSE0rOB0TABRZx5W3Ju4Hj4ep+AChHZYuWZDDwowHLRe5tj&#10;an3LP3Tfx1xJCIcUDRQx1qnWISvIYRj6mli0q28cRlmbXNsGWwl3lR4nyYd2WLI0FFjTuqDstv91&#10;BraTenXe+b82rz4v29P3abo5TKMxg363moGK1MWX+Xm9s4I/Flp5Rib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+LwsxQAAANwAAAAPAAAAAAAAAAAAAAAAAJgCAABkcnMv&#10;ZG93bnJldi54bWxQSwUGAAAAAAQABAD1AAAAigMAAAAA&#10;" filled="f" stroked="f">
                              <v:textbox style="mso-next-textbox:#Rectangle 3525" inset="0,0,0,0">
                                <w:txbxContent>
                                  <w:p w:rsidR="00DD33C4" w:rsidRPr="005A506C" w:rsidRDefault="00315D5E" w:rsidP="00B0005D">
                                    <w:pPr>
                                      <w:jc w:val="center"/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</w:pPr>
                                    <w:r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-20</w:t>
                                    </w:r>
                                    <w:r w:rsidR="00DD33C4"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-20</w:t>
                                    </w:r>
                                  </w:p>
                                </w:txbxContent>
                              </v:textbox>
                            </v:rect>
                            <v:rect id="Rectangle 3526" o:spid="_x0000_s1305" style="position:absolute;left:1925;top:5679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QZt8EA&#10;AADcAAAADwAAAGRycy9kb3ducmV2LnhtbERPS4vCMBC+C/6HMII3TfUgthpFdBc9+lhQb0MztsVm&#10;Uppoq7/eLCzsbT6+58yXrSnFk2pXWFYwGkYgiFOrC84U/Jy+B1MQziNrLC2Tghc5WC66nTkm2jZ8&#10;oOfRZyKEsEtQQe59lUjp0pwMuqGtiAN3s7VBH2CdSV1jE8JNKcdRNJEGCw4NOVa0zim9Hx9GwXZa&#10;rS47+26y8uu6Pe/P8eYUe6X6vXY1A+Gp9f/iP/dOh/njGH6fCRfIx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0GbfBAAAA3AAAAA8AAAAAAAAAAAAAAAAAmAIAAGRycy9kb3du&#10;cmV2LnhtbFBLBQYAAAAABAAEAPUAAACGAwAAAAA=&#10;" filled="f" stroked="f">
                              <v:textbox style="mso-next-textbox:#Rectangle 3526" inset="0,0,0,0">
                                <w:txbxContent>
                                  <w:p w:rsidR="00DD33C4" w:rsidRPr="005A506C" w:rsidRDefault="00315D5E" w:rsidP="00B0005D">
                                    <w:pPr>
                                      <w:jc w:val="center"/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</w:pPr>
                                    <w:r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-30</w:t>
                                    </w:r>
                                    <w:r w:rsidR="00DD33C4"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-30</w:t>
                                    </w:r>
                                  </w:p>
                                </w:txbxContent>
                              </v:textbox>
                            </v:rect>
                            <v:rect id="Rectangle 3527" o:spid="_x0000_s1306" style="position:absolute;left:1925;top:6017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cm98YA&#10;AADcAAAADwAAAGRycy9kb3ducmV2LnhtbESPQWvCQBCF7wX/wzJCb3Wjha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cm98YAAADcAAAADwAAAAAAAAAAAAAAAACYAgAAZHJz&#10;L2Rvd25yZXYueG1sUEsFBgAAAAAEAAQA9QAAAIsDAAAAAA==&#10;" filled="f" stroked="f">
                              <v:textbox style="mso-next-textbox:#Rectangle 3527" inset="0,0,0,0">
                                <w:txbxContent>
                                  <w:p w:rsidR="00DD33C4" w:rsidRPr="005A506C" w:rsidRDefault="00315D5E" w:rsidP="00B0005D">
                                    <w:pPr>
                                      <w:jc w:val="center"/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</w:pPr>
                                    <w:r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-40</w:t>
                                    </w:r>
                                    <w:r w:rsidR="00DD33C4"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-40</w:t>
                                    </w:r>
                                  </w:p>
                                </w:txbxContent>
                              </v:textbox>
                            </v:rect>
                            <v:rect id="Rectangle 3528" o:spid="_x0000_s1307" style="position:absolute;left:1925;top:2299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uDbMIA&#10;AADcAAAADwAAAGRycy9kb3ducmV2LnhtbERPTYvCMBC9L+x/CLPgbU1VWLQaRVZFj2oF9TY0Y1u2&#10;mZQm2rq/3giCt3m8z5nMWlOKG9WusKyg141AEKdWF5wpOCSr7yEI55E1lpZJwZ0czKafHxOMtW14&#10;R7e9z0QIYRejgtz7KpbSpTkZdF1bEQfuYmuDPsA6k7rGJoSbUvaj6EcaLDg05FjRb07p3/5qFKyH&#10;1fy0sf9NVi7P6+P2OFokI69U56udj0F4av1b/HJvdJg/6M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G4NswgAAANwAAAAPAAAAAAAAAAAAAAAAAJgCAABkcnMvZG93&#10;bnJldi54bWxQSwUGAAAAAAQABAD1AAAAhwMAAAAA&#10;" filled="f" stroked="f">
                              <v:textbox style="mso-next-textbox:#Rectangle 3528" inset="0,0,0,0">
                                <w:txbxContent>
                                  <w:p w:rsidR="00DD33C4" w:rsidRPr="005A506C" w:rsidRDefault="00315D5E" w:rsidP="00B0005D">
                                    <w:pPr>
                                      <w:jc w:val="center"/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</w:pPr>
                                    <w:r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70</w:t>
                                    </w:r>
                                    <w:r w:rsidR="00DD33C4"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70</w:t>
                                    </w:r>
                                  </w:p>
                                </w:txbxContent>
                              </v:textbox>
                            </v:rect>
                            <v:rect id="Rectangle 3529" o:spid="_x0000_s1308" style="position:absolute;left:1925;top:2637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kdG8IA&#10;AADcAAAADwAAAGRycy9kb3ducmV2LnhtbERPTYvCMBC9C/sfwix403RdEK1GEd1Fj2oF9TY0Y1u2&#10;mZQma6u/3giCt3m8z5nOW1OKK9WusKzgqx+BIE6tLjhTcEh+eyMQziNrLC2Tghs5mM8+OlOMtW14&#10;R9e9z0QIYRejgtz7KpbSpTkZdH1bEQfuYmuDPsA6k7rGJoSbUg6iaCgNFhwacqxomVP6t/83Ctaj&#10;anHa2HuTlT/n9XF7HK+SsVeq+9kuJiA8tf4tfrk3Osz/HsD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yR0bwgAAANwAAAAPAAAAAAAAAAAAAAAAAJgCAABkcnMvZG93&#10;bnJldi54bWxQSwUGAAAAAAQABAD1AAAAhwMAAAAA&#10;" filled="f" stroked="f">
                              <v:textbox style="mso-next-textbox:#Rectangle 3529" inset="0,0,0,0">
                                <w:txbxContent>
                                  <w:p w:rsidR="00DD33C4" w:rsidRPr="005A506C" w:rsidRDefault="00315D5E" w:rsidP="00B0005D">
                                    <w:pPr>
                                      <w:jc w:val="center"/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</w:pPr>
                                    <w:r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60</w:t>
                                    </w:r>
                                    <w:r w:rsidR="00DD33C4"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60</w:t>
                                    </w:r>
                                  </w:p>
                                </w:txbxContent>
                              </v:textbox>
                            </v:rect>
                            <v:rect id="Rectangle 3530" o:spid="_x0000_s1309" style="position:absolute;left:1925;top:2975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W4gMMA&#10;AADcAAAADwAAAGRycy9kb3ducmV2LnhtbERPTWvCQBC9F/wPywi9NRsbEE1dRbSix1aFtLchO02C&#10;2dmQXZPUX98tCN7m8T5nsRpMLTpqXWVZwSSKQRDnVldcKDifdi8zEM4ja6wtk4JfcrBajp4WmGrb&#10;8yd1R1+IEMIuRQWl900qpctLMugi2xAH7se2Bn2AbSF1i30IN7V8jeOpNFhxaCixoU1J+eV4NQr2&#10;s2b9dbC3vqjfv/fZRzbfnuZeqefxsH4D4WnwD/HdfdBhfpLA/zPh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W4gMMAAADcAAAADwAAAAAAAAAAAAAAAACYAgAAZHJzL2Rv&#10;d25yZXYueG1sUEsFBgAAAAAEAAQA9QAAAIgDAAAAAA==&#10;" filled="f" stroked="f">
                              <v:textbox style="mso-next-textbox:#Rectangle 3530" inset="0,0,0,0">
                                <w:txbxContent>
                                  <w:p w:rsidR="00DD33C4" w:rsidRPr="005A506C" w:rsidRDefault="00315D5E" w:rsidP="00B0005D">
                                    <w:pPr>
                                      <w:jc w:val="center"/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</w:pPr>
                                    <w:r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50</w:t>
                                    </w:r>
                                    <w:r w:rsidR="00DD33C4"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50</w:t>
                                    </w:r>
                                  </w:p>
                                </w:txbxContent>
                              </v:textbox>
                            </v:rect>
                            <v:rect id="Rectangle 3531" o:spid="_x0000_s1310" style="position:absolute;left:1925;top:3313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wg9MEA&#10;AADcAAAADwAAAGRycy9kb3ducmV2LnhtbERPS4vCMBC+C/6HMII3TV1F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sIPTBAAAA3AAAAA8AAAAAAAAAAAAAAAAAmAIAAGRycy9kb3du&#10;cmV2LnhtbFBLBQYAAAAABAAEAPUAAACGAwAAAAA=&#10;" filled="f" stroked="f">
                              <v:textbox style="mso-next-textbox:#Rectangle 3531" inset="0,0,0,0">
                                <w:txbxContent>
                                  <w:p w:rsidR="00DD33C4" w:rsidRPr="005A506C" w:rsidRDefault="00315D5E" w:rsidP="00B0005D">
                                    <w:pPr>
                                      <w:jc w:val="center"/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</w:pPr>
                                    <w:r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40</w:t>
                                    </w:r>
                                    <w:r w:rsidR="00DD33C4"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40</w:t>
                                    </w:r>
                                  </w:p>
                                </w:txbxContent>
                              </v:textbox>
                            </v:rect>
                            <v:rect id="Rectangle 3532" o:spid="_x0000_s1311" style="position:absolute;left:1925;top:3651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CFb8EA&#10;AADcAAAADwAAAGRycy9kb3ducmV2LnhtbERPS4vCMBC+C/6HMII3TV1R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ghW/BAAAA3AAAAA8AAAAAAAAAAAAAAAAAmAIAAGRycy9kb3du&#10;cmV2LnhtbFBLBQYAAAAABAAEAPUAAACGAwAAAAA=&#10;" filled="f" stroked="f">
                              <v:textbox style="mso-next-textbox:#Rectangle 3532" inset="0,0,0,0">
                                <w:txbxContent>
                                  <w:p w:rsidR="00DD33C4" w:rsidRPr="005A506C" w:rsidRDefault="00315D5E" w:rsidP="00B0005D">
                                    <w:pPr>
                                      <w:jc w:val="center"/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</w:pPr>
                                    <w:r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30</w:t>
                                    </w:r>
                                    <w:r w:rsidR="00DD33C4"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30</w:t>
                                    </w:r>
                                  </w:p>
                                </w:txbxContent>
                              </v:textbox>
                            </v:rect>
                            <v:rect id="Rectangle 3533" o:spid="_x0000_s1312" style="position:absolute;left:1925;top:3989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IbGMIA&#10;AADcAAAADwAAAGRycy9kb3ducmV2LnhtbERPTYvCMBC9L+x/CLPgbU1XQbQaRdRFj2oF9TY0Y1u2&#10;mZQma6u/3giCt3m8z5nMWlOKK9WusKzgpxuBIE6tLjhTcEh+v4cgnEfWWFomBTdyMJt+fkww1rbh&#10;HV33PhMhhF2MCnLvq1hKl+Zk0HVtRRy4i60N+gDrTOoamxBuStmLooE0WHBoyLGiRU7p3/7fKFgP&#10;q/lpY+9NVq7O6+P2OFomI69U56udj0F4av1b/HJvdJjfH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8hsYwgAAANwAAAAPAAAAAAAAAAAAAAAAAJgCAABkcnMvZG93&#10;bnJldi54bWxQSwUGAAAAAAQABAD1AAAAhwMAAAAA&#10;" filled="f" stroked="f">
                              <v:textbox style="mso-next-textbox:#Rectangle 3533" inset="0,0,0,0">
                                <w:txbxContent>
                                  <w:p w:rsidR="00DD33C4" w:rsidRPr="005A506C" w:rsidRDefault="00315D5E" w:rsidP="00B0005D">
                                    <w:pPr>
                                      <w:jc w:val="center"/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</w:pPr>
                                    <w:r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20</w:t>
                                    </w:r>
                                    <w:r w:rsidR="00DD33C4"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20</w:t>
                                    </w:r>
                                  </w:p>
                                </w:txbxContent>
                              </v:textbox>
                            </v:rect>
                            <v:rect id="Rectangle 3534" o:spid="_x0000_s1313" style="position:absolute;left:1924;top:1286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6+g8IA&#10;AADcAAAADwAAAGRycy9kb3ducmV2LnhtbERPS4vCMBC+C/6HMII3TV3BRzWK7AM9+gL1NjRjW2wm&#10;pcnaur9+Iwje5uN7znzZmELcqXK5ZQWDfgSCOLE651TB8fDTm4BwHlljYZkUPMjBctFuzTHWtuYd&#10;3fc+FSGEXYwKMu/LWEqXZGTQ9W1JHLirrQz6AKtU6grrEG4K+RFFI2kw59CQYUmfGSW3/a9RsJ6U&#10;q/PG/tVp8X1Zn7an6ddh6pXqdprVDISnxr/FL/dGh/nDM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vr6DwgAAANwAAAAPAAAAAAAAAAAAAAAAAJgCAABkcnMvZG93&#10;bnJldi54bWxQSwUGAAAAAAQABAD1AAAAhwMAAAAA&#10;" filled="f" stroked="f">
                              <v:textbox style="mso-next-textbox:#Rectangle 3534" inset="0,0,0,0">
                                <w:txbxContent>
                                  <w:p w:rsidR="00DD33C4" w:rsidRPr="005A506C" w:rsidRDefault="00315D5E" w:rsidP="00B0005D">
                                    <w:pPr>
                                      <w:jc w:val="center"/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</w:pPr>
                                    <w:r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100</w:t>
                                    </w:r>
                                    <w:r w:rsidR="00DD33C4"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100</w:t>
                                    </w:r>
                                  </w:p>
                                </w:txbxContent>
                              </v:textbox>
                            </v:rect>
                            <v:rect id="Rectangle 3535" o:spid="_x0000_s1314" style="position:absolute;left:1925;top:1623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Eq8cYA&#10;AADcAAAADwAAAGRycy9kb3ducmV2LnhtbESPQWvCQBCF7wX/wzJCb3Wjha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yEq8cYAAADcAAAADwAAAAAAAAAAAAAAAACYAgAAZHJz&#10;L2Rvd25yZXYueG1sUEsFBgAAAAAEAAQA9QAAAIsDAAAAAA==&#10;" filled="f" stroked="f">
                              <v:textbox style="mso-next-textbox:#Rectangle 3535" inset="0,0,0,0">
                                <w:txbxContent>
                                  <w:p w:rsidR="00DD33C4" w:rsidRPr="005A506C" w:rsidRDefault="00315D5E" w:rsidP="00B0005D">
                                    <w:pPr>
                                      <w:jc w:val="center"/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</w:pPr>
                                    <w:r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90</w:t>
                                    </w:r>
                                    <w:r w:rsidR="00DD33C4"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90</w:t>
                                    </w:r>
                                  </w:p>
                                </w:txbxContent>
                              </v:textbox>
                            </v:rect>
                            <v:rect id="Rectangle 3536" o:spid="_x0000_s1315" style="position:absolute;left:1925;top:1961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2PasIA&#10;AADcAAAADwAAAGRycy9kb3ducmV2LnhtbERPTYvCMBC9C/6HMII3TV1B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Y9qwgAAANwAAAAPAAAAAAAAAAAAAAAAAJgCAABkcnMvZG93&#10;bnJldi54bWxQSwUGAAAAAAQABAD1AAAAhwMAAAAA&#10;" filled="f" stroked="f">
                              <v:textbox style="mso-next-textbox:#Rectangle 3536" inset="0,0,0,0">
                                <w:txbxContent>
                                  <w:p w:rsidR="00DD33C4" w:rsidRPr="005A506C" w:rsidRDefault="00315D5E" w:rsidP="00B0005D">
                                    <w:pPr>
                                      <w:jc w:val="center"/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</w:pPr>
                                    <w:r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80</w:t>
                                    </w:r>
                                    <w:r w:rsidR="00DD33C4" w:rsidRPr="005A506C">
                                      <w:rPr>
                                        <w:rFonts w:ascii="Arial Narrow" w:hAnsi="Arial Narrow" w:cs="Courier New"/>
                                        <w:sz w:val="12"/>
                                        <w:szCs w:val="12"/>
                                      </w:rPr>
                                      <w:t>80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v:group>
                        <v:rect id="Rectangle 3537" o:spid="_x0000_s1316" style="position:absolute;left:1925;top:6479;width:317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FVisYA&#10;AADc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FVisYAAADcAAAADwAAAAAAAAAAAAAAAACYAgAAZHJz&#10;L2Rvd25yZXYueG1sUEsFBgAAAAAEAAQA9QAAAIsDAAAAAA==&#10;" filled="f" stroked="f">
                          <v:textbox style="mso-next-textbox:#Rectangle 3537" inset="0,0,0,0">
                            <w:txbxContent>
                              <w:p w:rsidR="00DD33C4" w:rsidRDefault="00315D5E" w:rsidP="00B0005D">
                                <w:pPr>
                                  <w:jc w:val="center"/>
                                  <w:rPr>
                                    <w:rFonts w:ascii="Arial Narrow" w:hAnsi="Arial Narrow" w:cs="Courier New"/>
                                    <w:b/>
                                    <w:bCs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 Narrow" w:hAnsi="Arial Narrow" w:cs="Courier New"/>
                                    <w:b/>
                                    <w:bCs/>
                                    <w:sz w:val="16"/>
                                  </w:rPr>
                                  <w:t>°C</w:t>
                                </w:r>
                                <w:r w:rsidR="00DD33C4">
                                  <w:rPr>
                                    <w:rFonts w:ascii="Arial Narrow" w:hAnsi="Arial Narrow" w:cs="Courier New"/>
                                    <w:b/>
                                    <w:bCs/>
                                    <w:sz w:val="16"/>
                                  </w:rPr>
                                  <w:t>°C</w:t>
                                </w:r>
                              </w:p>
                            </w:txbxContent>
                          </v:textbox>
                        </v:rect>
                      </v:group>
                      <v:rect id="Rectangle 3538" o:spid="_x0000_s1317" style="position:absolute;left:2037;top:4173;width:71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LYWcQA&#10;AADcAAAADwAAAGRycy9kb3ducmV2LnhtbERPTWvCQBC9F/wPywi9SN2kraXGbEQKliK0YLTocciO&#10;STA7G7Krxn/vFoTe5vE+J533phFn6lxtWUE8jkAQF1bXXCrYbpZP7yCcR9bYWCYFV3IwzwYPKSba&#10;XnhN59yXIoSwS1BB5X2bSOmKigy6sW2JA3ewnUEfYFdK3eElhJtGPkfRmzRYc2iosKWPiopjfjIK&#10;Pine7V4m+NPvV9PV98guT1T+KvU47BczEJ56/y++u790mP8aw98z4QKZ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S2FnEAAAA3AAAAA8AAAAAAAAAAAAAAAAAmAIAAGRycy9k&#10;b3ducmV2LnhtbFBLBQYAAAAABAAEAPUAAACJAwAAAAA=&#10;" fillcolor="red" stroked="f">
                        <v:fill opacity="32896f"/>
                      </v:rect>
                      <v:roundrect id="AutoShape 3539" o:spid="_x0000_s1318" style="position:absolute;left:1956;top:6666;width:225;height:552;visibility:visible;mso-wrap-style:square;v-text-anchor:top" arcsize="19779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oSdcIA&#10;AADcAAAADwAAAGRycy9kb3ducmV2LnhtbERPS4vCMBC+C/6HMAveNFVkWatRRFAET6tlH7ehGZuy&#10;zaQk0dZ/bxYW9jYf33NWm9424k4+1I4VTCcZCOLS6ZorBcVlP34DESKyxsYxKXhQgM16OFhhrl3H&#10;73Q/x0qkEA45KjAxtrmUoTRkMUxcS5y4q/MWY4K+ktpjl8JtI2dZ9iot1pwaDLa0M1T+nG9WgT8U&#10;h8e3/1xcPuounsz0SNvFl1Kjl367BBGpj//iP/dRp/nzGfw+ky6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hJ1wgAAANwAAAAPAAAAAAAAAAAAAAAAAJgCAABkcnMvZG93&#10;bnJldi54bWxQSwUGAAAAAAQABAD1AAAAhwMAAAAA&#10;" fillcolor="red" stroked="f">
                        <v:fill opacity="32896f"/>
                      </v:roundrect>
                    </v:group>
                  </v:group>
                  <v:shape id="Text Box 149" o:spid="_x0000_s1319" type="#_x0000_t202" style="position:absolute;left:5067;top:8514;width:1585;height: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Z2WMMA&#10;AADcAAAADwAAAGRycy9kb3ducmV2LnhtbERPTWvCQBC9F/wPywi91Y1tEY2uIqIgFEpjPHgcs2Oy&#10;mJ1Ns6vGf+8WCt7m8T5ntuhsLa7UeuNYwXCQgCAunDZcKtjnm7cxCB+QNdaOScGdPCzmvZcZptrd&#10;OKPrLpQihrBPUUEVQpNK6YuKLPqBa4gjd3KtxRBhW0rd4i2G21q+J8lIWjQcGypsaFVRcd5drILl&#10;gbO1+f0+/mSnzOT5JOGv0Vmp1363nIII1IWn+N+91XH+5w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Z2WMMAAADcAAAADwAAAAAAAAAAAAAAAACYAgAAZHJzL2Rv&#10;d25yZXYueG1sUEsFBgAAAAAEAAQA9QAAAIgDAAAAAA==&#10;" filled="f" stroked="f">
                    <v:textbox style="mso-next-textbox:#Text Box 149" inset="0,0,0,0">
                      <w:txbxContent>
                        <w:p w:rsidR="00315D5E" w:rsidRDefault="00315D5E" w:rsidP="00BF4993">
                          <w:pPr>
                            <w:jc w:val="left"/>
                          </w:pPr>
                          <w:r>
                            <w:t xml:space="preserve">Thermomètre </w:t>
                          </w:r>
                        </w:p>
                        <w:p w:rsidR="00315D5E" w:rsidRDefault="00315D5E" w:rsidP="00BF4993">
                          <w:pPr>
                            <w:jc w:val="left"/>
                          </w:pPr>
                          <w:proofErr w:type="gramStart"/>
                          <w:r>
                            <w:t>à</w:t>
                          </w:r>
                          <w:proofErr w:type="gramEnd"/>
                          <w:r>
                            <w:t xml:space="preserve"> alcool </w:t>
                          </w:r>
                        </w:p>
                        <w:p w:rsidR="00DD33C4" w:rsidRDefault="00315D5E" w:rsidP="00B0005D">
                          <w:pPr>
                            <w:jc w:val="left"/>
                          </w:pPr>
                          <w:r>
                            <w:t>(</w:t>
                          </w:r>
                          <w:proofErr w:type="gramStart"/>
                          <w:r>
                            <w:t>ou</w:t>
                          </w:r>
                          <w:proofErr w:type="gramEnd"/>
                          <w:r>
                            <w:t xml:space="preserve"> numérique)</w:t>
                          </w:r>
                          <w:r w:rsidR="00DD33C4">
                            <w:t xml:space="preserve">Thermomètre </w:t>
                          </w:r>
                        </w:p>
                        <w:p w:rsidR="00DD33C4" w:rsidRDefault="00DD33C4" w:rsidP="00B0005D">
                          <w:pPr>
                            <w:jc w:val="left"/>
                          </w:pPr>
                          <w:r>
                            <w:t xml:space="preserve">à alcool </w:t>
                          </w:r>
                        </w:p>
                        <w:p w:rsidR="00DD33C4" w:rsidRPr="005A506C" w:rsidRDefault="00DD33C4" w:rsidP="00B0005D">
                          <w:pPr>
                            <w:jc w:val="left"/>
                          </w:pPr>
                          <w:r>
                            <w:t>(ou numérique)</w:t>
                          </w:r>
                        </w:p>
                      </w:txbxContent>
                    </v:textbox>
                  </v:shape>
                  <v:shape id="Text Box 150" o:spid="_x0000_s1320" type="#_x0000_t202" style="position:absolute;left:1573;top:9385;width:189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/uLMIA&#10;AADcAAAADwAAAGRycy9kb3ducmV2LnhtbERPTYvCMBC9C/sfwix403RFxO0aRURBEBZr97DH2WZs&#10;g82kNlHrv98Igrd5vM+ZLTpbiyu13jhW8DFMQBAXThsuFfzkm8EUhA/IGmvHpOBOHhbzt94MU+1u&#10;nNH1EEoRQ9inqKAKoUml9EVFFv3QNcSRO7rWYoiwLaVu8RbDbS1HSTKRFg3HhgobWlVUnA4Xq2D5&#10;y9nanL//9tkxM3n+mfBuclKq/94tv0AE6sJL/HRvdZw/HsPjmXiB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j+4swgAAANwAAAAPAAAAAAAAAAAAAAAAAJgCAABkcnMvZG93&#10;bnJldi54bWxQSwUGAAAAAAQABAD1AAAAhwMAAAAA&#10;" filled="f" stroked="f">
                    <v:textbox style="mso-next-textbox:#Text Box 150" inset="0,0,0,0">
                      <w:txbxContent>
                        <w:p w:rsidR="00DD33C4" w:rsidRDefault="00315D5E" w:rsidP="00B0005D">
                          <w:pPr>
                            <w:spacing w:line="240" w:lineRule="auto"/>
                          </w:pPr>
                          <w:r>
                            <w:t xml:space="preserve">Pipette graduée </w:t>
                          </w:r>
                          <w:r w:rsidR="00DD33C4">
                            <w:t xml:space="preserve">Pipette graduée </w:t>
                          </w:r>
                        </w:p>
                      </w:txbxContent>
                    </v:textbox>
                  </v:shape>
                  <v:shape id="Text Box 151" o:spid="_x0000_s1321" type="#_x0000_t202" style="position:absolute;left:5546;top:13486;width:964;height: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NLt8MA&#10;AADcAAAADwAAAGRycy9kb3ducmV2LnhtbERPTWvCQBC9F/wPywi91Y2lFY2uIqIgFEpjPHgcs2Oy&#10;mJ1Ns6vGf+8WCt7m8T5ntuhsLa7UeuNYwXCQgCAunDZcKtjnm7cxCB+QNdaOScGdPCzmvZcZptrd&#10;OKPrLpQihrBPUUEVQpNK6YuKLPqBa4gjd3KtxRBhW0rd4i2G21q+J8lIWjQcGypsaFVRcd5drILl&#10;gbO1+f0+/mSnzOT5JOGv0Vm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8NLt8MAAADcAAAADwAAAAAAAAAAAAAAAACYAgAAZHJzL2Rv&#10;d25yZXYueG1sUEsFBgAAAAAEAAQA9QAAAIgDAAAAAA==&#10;" filled="f" stroked="f">
                    <v:textbox style="mso-next-textbox:#Text Box 151" inset="0,0,0,0">
                      <w:txbxContent>
                        <w:p w:rsidR="00DD33C4" w:rsidRPr="005A506C" w:rsidRDefault="00315D5E" w:rsidP="00B0005D">
                          <w:r>
                            <w:t>Barreau aimanté</w:t>
                          </w:r>
                          <w:r w:rsidR="00DD33C4">
                            <w:t>Barreau aimanté</w:t>
                          </w:r>
                        </w:p>
                      </w:txbxContent>
                    </v:textbox>
                  </v:shape>
                  <v:shape id="Text Box 152" o:spid="_x0000_s1322" type="#_x0000_t202" style="position:absolute;left:1413;top:13934;width:2229;height: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HVwMIA&#10;AADcAAAADwAAAGRycy9kb3ducmV2LnhtbERPTWvCQBC9C/0PyxS86aYiQVNXkaJQEKQxPfQ4zY7J&#10;YnY2Zrca/71bELzN433OYtXbRlyo88axgrdxAoK4dNpwpeC72I5mIHxA1tg4JgU38rBavgwWmGl3&#10;5Zwuh1CJGMI+QwV1CG0mpS9rsujHriWO3NF1FkOEXSV1h9cYbhs5SZJUWjQcG2ps6aOm8nT4swrW&#10;P5xvzHn/+5Ufc1MU84R36Ump4Wu/fgcRqA9P8cP9qeP8aQ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EdXAwgAAANwAAAAPAAAAAAAAAAAAAAAAAJgCAABkcnMvZG93&#10;bnJldi54bWxQSwUGAAAAAAQABAD1AAAAhwMAAAAA&#10;" filled="f" stroked="f">
                    <v:textbox style="mso-next-textbox:#Text Box 152" inset="0,0,0,0">
                      <w:txbxContent>
                        <w:p w:rsidR="00315D5E" w:rsidRDefault="00315D5E" w:rsidP="00BF4993">
                          <w:pPr>
                            <w:jc w:val="left"/>
                          </w:pPr>
                          <w:r>
                            <w:t>Agitateur magnétique chauffant</w:t>
                          </w:r>
                        </w:p>
                        <w:p w:rsidR="00DD33C4" w:rsidRDefault="00DD33C4" w:rsidP="00B0005D">
                          <w:pPr>
                            <w:jc w:val="left"/>
                          </w:pPr>
                          <w:r>
                            <w:t>Agitateur magnétique chauffant</w:t>
                          </w:r>
                        </w:p>
                        <w:p w:rsidR="00DD33C4" w:rsidRPr="005A506C" w:rsidRDefault="00DD33C4" w:rsidP="00B0005D"/>
                      </w:txbxContent>
                    </v:textbox>
                  </v:shape>
                  <v:shape id="AutoShape 153" o:spid="_x0000_s1323" type="#_x0000_t32" style="position:absolute;left:3324;top:9504;width:71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ujd8MAAADcAAAADwAAAGRycy9kb3ducmV2LnhtbERPTWsCMRC9F/wPYQQvpWaVas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ro3fDAAAA3AAAAA8AAAAAAAAAAAAA&#10;AAAAoQIAAGRycy9kb3ducmV2LnhtbFBLBQYAAAAABAAEAPkAAACRAwAAAAA=&#10;"/>
                  <v:shape id="AutoShape 154" o:spid="_x0000_s1324" type="#_x0000_t32" style="position:absolute;left:4527;top:8857;width:52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Q3BcYAAADcAAAADwAAAGRycy9kb3ducmV2LnhtbESPQU8CMRCF7yb+h2ZMvBjoYpSYlUIW&#10;ExIx4QDIfdyO28btdNkWWP+9czDhNpP35r1vZoshtOpMffKRDUzGBSjiOlrPjYHP/Wr0AiplZItt&#10;ZDLwSwkW89ubGZY2XnhL511ulIRwKtGAy7krtU61o4BpHDti0b5jHzDL2jfa9niR8NDqx6KY6oCe&#10;pcFhR2+O6p/dKRjYrCfL6sv59cf26DfPq6o9NQ8HY+7vhuoVVKYhX83/1+9W8J+EVp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0NwXGAAAA3AAAAA8AAAAAAAAA&#10;AAAAAAAAoQIAAGRycy9kb3ducmV2LnhtbFBLBQYAAAAABAAEAPkAAACUAwAAAAA=&#10;"/>
                  <v:shape id="AutoShape 155" o:spid="_x0000_s1325" type="#_x0000_t32" style="position:absolute;left:2680;top:14477;width:71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iSnsMAAADcAAAADwAAAGRycy9kb3ducmV2LnhtbERPTWsCMRC9F/wPYQQvpWaVKu1qlK0g&#10;qOBB297HzXQTuplsN1G3/74pCN7m8T5nvuxcLS7UButZwWiYgSAuvbZcKfh4Xz+9gAgRWWPtmRT8&#10;UoDlovcwx1z7Kx/ocoyVSCEcclRgYmxyKUNpyGEY+oY4cV++dRgTbCupW7ymcFfLcZZNpUPLqcFg&#10;QytD5ffx7BTst6O34mTsdnf4sfvJuqjP1eOnUoN+V8xAROriXXxzb3Sa//wK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4kp7DAAAA3AAAAA8AAAAAAAAAAAAA&#10;AAAAoQIAAGRycy9kb3ducmV2LnhtbFBLBQYAAAAABAAEAPkAAACRAwAAAAA=&#10;"/>
                  <v:shape id="AutoShape 156" o:spid="_x0000_s1326" type="#_x0000_t32" style="position:absolute;left:4663;top:13774;width:809;height:27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ottcUAAADcAAAADwAAAGRycy9kb3ducmV2LnhtbESPQWvDMAyF74P9B6PBLqN1Mlgpad0y&#10;CoXRQ2FtDj0KW0vCYjmzvTT799Oh0JvEe3rv03o7+V6NFFMX2EA5L0AR2+A6bgzU5/1sCSplZId9&#10;YDLwRwm2m8eHNVYuXPmTxlNulIRwqtBAm/NQaZ1sSx7TPAzEon2F6DHLGhvtIl4l3Pf6tSgW2mPH&#10;0tDiQLuW7Pfp1xvoDvWxHl9+crTLQ3mJZTpfemvM89P0vgKVacp38+36wwn+m+DL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TottcUAAADcAAAADwAAAAAAAAAA&#10;AAAAAAChAgAAZHJzL2Rvd25yZXYueG1sUEsFBgAAAAAEAAQA+QAAAJMDAAAAAA==&#10;"/>
                </v:group>
              </w:pict>
            </w: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Default="00BF4993" w:rsidP="00BF4993">
            <w:pPr>
              <w:pStyle w:val="ECEcorps"/>
            </w:pPr>
          </w:p>
          <w:p w:rsidR="00BF4993" w:rsidRPr="009506E7" w:rsidRDefault="00BF4993" w:rsidP="00BF4993">
            <w:pPr>
              <w:pStyle w:val="ECEcorps"/>
            </w:pPr>
          </w:p>
        </w:tc>
      </w:tr>
    </w:tbl>
    <w:p w:rsidR="00D423E9" w:rsidRDefault="00D423E9" w:rsidP="00585943">
      <w:pPr>
        <w:pStyle w:val="ECEcorps"/>
      </w:pPr>
    </w:p>
    <w:p w:rsidR="00C35DD5" w:rsidRDefault="00C35DD5" w:rsidP="00585943">
      <w:pPr>
        <w:pStyle w:val="ECEcorps"/>
      </w:pPr>
    </w:p>
    <w:p w:rsidR="00C35DD5" w:rsidRDefault="00C35DD5" w:rsidP="00585943">
      <w:pPr>
        <w:pStyle w:val="ECEcorps"/>
      </w:pPr>
    </w:p>
    <w:p w:rsidR="00D423E9" w:rsidRPr="004B0872" w:rsidRDefault="00D423E9" w:rsidP="00D423E9">
      <w:pPr>
        <w:pStyle w:val="ECE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none"/>
        </w:rPr>
      </w:pPr>
      <w:r>
        <w:t>Document 2</w:t>
      </w:r>
      <w:r w:rsidRPr="0039367C">
        <w:rPr>
          <w:u w:val="none"/>
        </w:rPr>
        <w:t> :</w:t>
      </w:r>
      <w:r>
        <w:rPr>
          <w:u w:val="none"/>
        </w:rPr>
        <w:t xml:space="preserve"> Coefficient de dilatation thermique </w:t>
      </w:r>
      <w:r w:rsidRPr="00A83C9A">
        <w:rPr>
          <w:i/>
          <w:u w:val="none"/>
        </w:rPr>
        <w:t>α</w:t>
      </w:r>
      <w:r>
        <w:rPr>
          <w:i/>
          <w:u w:val="none"/>
        </w:rPr>
        <w:t xml:space="preserve"> </w:t>
      </w:r>
      <w:r w:rsidRPr="004B0872">
        <w:rPr>
          <w:u w:val="none"/>
        </w:rPr>
        <w:t>(en °C</w:t>
      </w:r>
      <w:r w:rsidRPr="004B0872">
        <w:rPr>
          <w:u w:val="none"/>
          <w:vertAlign w:val="superscript"/>
        </w:rPr>
        <w:t>–1</w:t>
      </w:r>
      <w:r w:rsidRPr="004B0872">
        <w:rPr>
          <w:u w:val="none"/>
        </w:rPr>
        <w:t>)</w:t>
      </w:r>
    </w:p>
    <w:p w:rsidR="007E3B41" w:rsidRDefault="007E3B41" w:rsidP="00D423E9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423E9" w:rsidRPr="009506E7" w:rsidRDefault="00D423E9" w:rsidP="00D423E9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Le coefficient de dilatation </w:t>
      </w:r>
      <w:r w:rsidRPr="00A83C9A">
        <w:rPr>
          <w:i/>
        </w:rPr>
        <w:t>α</w:t>
      </w:r>
      <w:r>
        <w:t xml:space="preserve"> intervient dans l’expression reliant la variation relative du volume de la solution et la variation de la température :</w:t>
      </w:r>
    </w:p>
    <w:p w:rsidR="00D423E9" w:rsidRPr="002220E1" w:rsidRDefault="00713EB7" w:rsidP="00D423E9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4"/>
          <w:szCs w:val="24"/>
          <w:bdr w:val="single" w:sz="4" w:space="0" w:color="auto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m:rPr>
                  <m:nor/>
                </m:rPr>
                <w:rPr>
                  <w:i/>
                  <w:szCs w:val="24"/>
                </w:rPr>
                <m:t>ΔV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i/>
                      <w:szCs w:val="24"/>
                    </w:rPr>
                    <m:t>V</m:t>
                  </m:r>
                </m:e>
                <m:sub>
                  <m:r>
                    <m:rPr>
                      <m:nor/>
                    </m:rPr>
                    <w:rPr>
                      <w:i/>
                      <w:szCs w:val="24"/>
                    </w:rPr>
                    <m:t>0</m:t>
                  </m:r>
                </m:sub>
              </m:sSub>
            </m:den>
          </m:f>
          <m:r>
            <m:rPr>
              <m:nor/>
            </m:rPr>
            <w:rPr>
              <w:i/>
              <w:szCs w:val="24"/>
            </w:rPr>
            <m:t>=</m:t>
          </m:r>
          <m:r>
            <m:rPr>
              <m:nor/>
            </m:rPr>
            <w:rPr>
              <w:rFonts w:ascii="Cambria Math"/>
              <w:i/>
              <w:szCs w:val="24"/>
            </w:rPr>
            <m:t xml:space="preserve"> </m:t>
          </m:r>
          <m:r>
            <m:rPr>
              <m:nor/>
            </m:rPr>
            <w:rPr>
              <w:i/>
              <w:szCs w:val="24"/>
            </w:rPr>
            <m:t>α</m:t>
          </m:r>
          <m:r>
            <m:rPr>
              <m:nor/>
            </m:rPr>
            <w:rPr>
              <w:rFonts w:ascii="Cambria Math"/>
              <w:i/>
              <w:szCs w:val="24"/>
            </w:rPr>
            <m:t xml:space="preserve"> </m:t>
          </m:r>
          <m:r>
            <m:rPr>
              <m:nor/>
            </m:rPr>
            <w:rPr>
              <w:i/>
              <w:szCs w:val="24"/>
            </w:rPr>
            <m:t>.</m:t>
          </m:r>
          <m:r>
            <m:rPr>
              <m:nor/>
            </m:rPr>
            <w:rPr>
              <w:rFonts w:ascii="Cambria Math"/>
              <w:i/>
              <w:szCs w:val="24"/>
            </w:rPr>
            <m:t xml:space="preserve"> </m:t>
          </m:r>
          <m:r>
            <m:rPr>
              <m:nor/>
            </m:rPr>
            <w:rPr>
              <w:i/>
              <w:szCs w:val="24"/>
            </w:rPr>
            <m:t>Δθ</m:t>
          </m:r>
        </m:oMath>
      </m:oMathPara>
    </w:p>
    <w:p w:rsidR="00D423E9" w:rsidRDefault="00D423E9" w:rsidP="00D423E9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7A79">
        <w:t>Δ</w:t>
      </w:r>
      <w:r w:rsidRPr="00AE2380">
        <w:rPr>
          <w:i/>
        </w:rPr>
        <w:t>V</w:t>
      </w:r>
      <w:r>
        <w:rPr>
          <w:i/>
        </w:rPr>
        <w:t>=V-V</w:t>
      </w:r>
      <w:r w:rsidRPr="0072494A">
        <w:rPr>
          <w:i/>
          <w:vertAlign w:val="subscript"/>
        </w:rPr>
        <w:t>0</w:t>
      </w:r>
      <w:r w:rsidRPr="00AE2380">
        <w:rPr>
          <w:i/>
        </w:rPr>
        <w:t> </w:t>
      </w:r>
      <w:r>
        <w:t>: Variation de volume (en mL)</w:t>
      </w:r>
    </w:p>
    <w:p w:rsidR="00D423E9" w:rsidRDefault="00D423E9" w:rsidP="00D423E9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E2380">
        <w:rPr>
          <w:i/>
        </w:rPr>
        <w:t>V</w:t>
      </w:r>
      <w:r w:rsidRPr="00AE2380">
        <w:rPr>
          <w:i/>
          <w:vertAlign w:val="subscript"/>
        </w:rPr>
        <w:t>0</w:t>
      </w:r>
      <w:r>
        <w:t> : Volume initial (en mL)</w:t>
      </w:r>
    </w:p>
    <w:p w:rsidR="00D423E9" w:rsidRDefault="00D423E9" w:rsidP="00D423E9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967A79">
        <w:t>Δ</w:t>
      </w:r>
      <w:r w:rsidRPr="00AE2380">
        <w:rPr>
          <w:i/>
        </w:rPr>
        <w:t>θ</w:t>
      </w:r>
      <w:r>
        <w:t> : Variation de température (en °C)</w:t>
      </w:r>
    </w:p>
    <w:p w:rsidR="00C35DD5" w:rsidRDefault="00C35DD5">
      <w:pPr>
        <w:spacing w:line="240" w:lineRule="auto"/>
        <w:jc w:val="left"/>
        <w:rPr>
          <w:color w:val="auto"/>
        </w:rPr>
      </w:pPr>
      <w:r>
        <w:br w:type="page"/>
      </w:r>
    </w:p>
    <w:p w:rsidR="007B5BC4" w:rsidRDefault="00EF4912" w:rsidP="00EF4912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 Unicode MS"/>
          <w:b/>
        </w:rPr>
      </w:pPr>
      <w:r w:rsidRPr="007E3B41">
        <w:rPr>
          <w:rFonts w:eastAsia="Arial Unicode MS"/>
          <w:b/>
          <w:u w:val="single"/>
        </w:rPr>
        <w:lastRenderedPageBreak/>
        <w:t>Document 3</w:t>
      </w:r>
      <w:r w:rsidRPr="00EF4912">
        <w:rPr>
          <w:rFonts w:eastAsia="Arial Unicode MS"/>
          <w:b/>
        </w:rPr>
        <w:t xml:space="preserve"> : </w:t>
      </w:r>
      <w:r w:rsidR="00E83342">
        <w:rPr>
          <w:rFonts w:eastAsia="Arial Unicode MS"/>
          <w:b/>
        </w:rPr>
        <w:t>Elévation du niveau moyen</w:t>
      </w:r>
      <w:r w:rsidRPr="00EF4912">
        <w:rPr>
          <w:rFonts w:eastAsia="Arial Unicode MS"/>
          <w:b/>
        </w:rPr>
        <w:t xml:space="preserve"> des océans</w:t>
      </w:r>
    </w:p>
    <w:p w:rsidR="00C35DD5" w:rsidRPr="00EF4912" w:rsidRDefault="00C35DD5" w:rsidP="00EF4912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 Unicode MS"/>
          <w:b/>
        </w:rPr>
      </w:pPr>
    </w:p>
    <w:p w:rsidR="00A626A5" w:rsidRDefault="00A626A5" w:rsidP="00EF4912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 Unicode MS"/>
        </w:rPr>
      </w:pPr>
      <w:r>
        <w:t>Au cours du XX</w:t>
      </w:r>
      <w:r w:rsidRPr="00403948">
        <w:rPr>
          <w:vertAlign w:val="superscript"/>
        </w:rPr>
        <w:t>ème</w:t>
      </w:r>
      <w:r>
        <w:t xml:space="preserve"> siècle et du début du XXI</w:t>
      </w:r>
      <w:r w:rsidRPr="00083DE4">
        <w:rPr>
          <w:vertAlign w:val="superscript"/>
        </w:rPr>
        <w:t>ème</w:t>
      </w:r>
      <w:r>
        <w:t xml:space="preserve"> siècle, l’élévation du niveau moyen des océans du globe est estimée entre 15 et 20 cm</w:t>
      </w:r>
      <w:r w:rsidR="00C35DD5">
        <w:t>.</w:t>
      </w:r>
    </w:p>
    <w:p w:rsidR="00EF4912" w:rsidRDefault="00EF4912" w:rsidP="00EF4912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 Unicode MS"/>
        </w:rPr>
      </w:pPr>
      <w:r>
        <w:rPr>
          <w:rFonts w:eastAsia="Arial Unicode MS"/>
        </w:rPr>
        <w:t xml:space="preserve">Un modèle </w:t>
      </w:r>
      <w:r w:rsidR="0029040E">
        <w:rPr>
          <w:rFonts w:eastAsia="Arial Unicode MS"/>
        </w:rPr>
        <w:t>permettant d’étudier l</w:t>
      </w:r>
      <w:r>
        <w:rPr>
          <w:rFonts w:eastAsia="Arial Unicode MS"/>
        </w:rPr>
        <w:t>’évolution de la température des océans en fonction de la profondeur fait apparaître</w:t>
      </w:r>
      <w:r w:rsidRPr="00A6314F">
        <w:rPr>
          <w:rFonts w:eastAsia="Arial Unicode MS"/>
        </w:rPr>
        <w:t xml:space="preserve"> la thermocline, </w:t>
      </w:r>
      <w:r>
        <w:rPr>
          <w:rFonts w:eastAsia="Arial Unicode MS"/>
        </w:rPr>
        <w:t xml:space="preserve">ligne </w:t>
      </w:r>
      <w:r w:rsidRPr="00A6314F">
        <w:rPr>
          <w:rFonts w:eastAsia="Arial Unicode MS"/>
        </w:rPr>
        <w:t xml:space="preserve">qui sépare les eaux profondes, froides, des eaux superficielles en équilibre avec la température de l'atmosphère. </w:t>
      </w:r>
    </w:p>
    <w:p w:rsidR="00EF4912" w:rsidRDefault="00EF4912" w:rsidP="00EF4912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 Unicode MS"/>
        </w:rPr>
      </w:pPr>
      <w:r>
        <w:rPr>
          <w:rFonts w:eastAsia="Arial Unicode MS"/>
        </w:rPr>
        <w:t>Sous la thermocline, la température de l’eau de mer est stable, et on considère qu’elle n’évolue pas.</w:t>
      </w:r>
    </w:p>
    <w:p w:rsidR="00EF4912" w:rsidRDefault="00EF4912" w:rsidP="00EF4912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 Unicode MS"/>
        </w:rPr>
      </w:pPr>
      <w:r w:rsidRPr="00A6314F">
        <w:rPr>
          <w:rFonts w:eastAsia="Arial Unicode MS"/>
        </w:rPr>
        <w:t>Cette thermocli</w:t>
      </w:r>
      <w:r>
        <w:rPr>
          <w:rFonts w:eastAsia="Arial Unicode MS"/>
        </w:rPr>
        <w:t>ne se situe en moyenne vers 800</w:t>
      </w:r>
      <w:r w:rsidRPr="00A6314F">
        <w:rPr>
          <w:rFonts w:eastAsia="Arial Unicode MS"/>
        </w:rPr>
        <w:t xml:space="preserve"> m de profondeur. </w:t>
      </w:r>
    </w:p>
    <w:p w:rsidR="00EF4912" w:rsidRDefault="00EF4912" w:rsidP="00EF4912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 Unicode MS"/>
        </w:rPr>
      </w:pPr>
      <w:r w:rsidRPr="00A6314F">
        <w:rPr>
          <w:rFonts w:eastAsia="Arial Unicode MS"/>
        </w:rPr>
        <w:t>Pour simplifier</w:t>
      </w:r>
      <w:r>
        <w:rPr>
          <w:rFonts w:eastAsia="Arial Unicode MS"/>
        </w:rPr>
        <w:t xml:space="preserve"> l’étude</w:t>
      </w:r>
      <w:r w:rsidRPr="00A6314F">
        <w:rPr>
          <w:rFonts w:eastAsia="Arial Unicode MS"/>
        </w:rPr>
        <w:t xml:space="preserve">, </w:t>
      </w:r>
      <w:r>
        <w:rPr>
          <w:rFonts w:eastAsia="Arial Unicode MS"/>
        </w:rPr>
        <w:t xml:space="preserve">on modélise donc </w:t>
      </w:r>
      <w:r w:rsidRPr="00A6314F">
        <w:rPr>
          <w:rFonts w:eastAsia="Arial Unicode MS"/>
        </w:rPr>
        <w:t xml:space="preserve">l’ensemble des océans par un parallélépipède rectangle de hauteur </w:t>
      </w:r>
      <w:r w:rsidRPr="00A6314F">
        <w:rPr>
          <w:rFonts w:eastAsia="Arial Unicode MS"/>
          <w:i/>
        </w:rPr>
        <w:t>h</w:t>
      </w:r>
      <w:r>
        <w:rPr>
          <w:rFonts w:eastAsia="Arial Unicode MS"/>
        </w:rPr>
        <w:t> = 800 </w:t>
      </w:r>
      <w:r w:rsidRPr="00A6314F">
        <w:rPr>
          <w:rFonts w:eastAsia="Arial Unicode MS"/>
        </w:rPr>
        <w:t>m</w:t>
      </w:r>
      <w:r w:rsidR="008A2361">
        <w:rPr>
          <w:rFonts w:eastAsia="Arial Unicode MS"/>
        </w:rPr>
        <w:t xml:space="preserve"> et dont la température des eaux est uniforme</w:t>
      </w:r>
      <w:r w:rsidRPr="00A6314F">
        <w:rPr>
          <w:rFonts w:eastAsia="Arial Unicode MS"/>
        </w:rPr>
        <w:t>. Dans ce cas, on peut écrire l’égalité :</w:t>
      </w:r>
    </w:p>
    <w:p w:rsidR="00EF4912" w:rsidRPr="00A6314F" w:rsidRDefault="00EF4912" w:rsidP="00EF4912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 Unicode MS"/>
        </w:rPr>
      </w:pPr>
    </w:p>
    <w:p w:rsidR="00EF4912" w:rsidRPr="007549CE" w:rsidRDefault="00713EB7" w:rsidP="00EF4912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  <w:bdr w:val="single" w:sz="4" w:space="0" w:color="auto"/>
        </w:rPr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nor/>
                </m:rPr>
                <m:t>Δ</m:t>
              </m:r>
              <m:r>
                <m:rPr>
                  <m:nor/>
                </m:rPr>
                <w:rPr>
                  <w:i/>
                </w:rPr>
                <m:t>h</m:t>
              </m:r>
            </m:num>
            <m:den>
              <m:r>
                <m:rPr>
                  <m:nor/>
                </m:rPr>
                <w:rPr>
                  <w:rFonts w:ascii="Cambria Math" w:hAnsi="Cambria Math"/>
                  <w:i/>
                </w:rPr>
                <m:t>h</m:t>
              </m:r>
            </m:den>
          </m:f>
          <m:r>
            <m:rPr>
              <m:nor/>
            </m:rPr>
            <m:t xml:space="preserve"> = </m:t>
          </m:r>
          <m:r>
            <m:rPr>
              <m:nor/>
            </m:rPr>
            <w:rPr>
              <w:rFonts w:ascii="Cambria Math" w:hAnsi="Cambria Math"/>
              <w:i/>
            </w:rPr>
            <m:t>α</m:t>
          </m:r>
          <m:r>
            <m:rPr>
              <m:nor/>
            </m:rPr>
            <m:t xml:space="preserve"> . Δ</m:t>
          </m:r>
          <m:r>
            <w:rPr>
              <w:rFonts w:ascii="Cambria Math" w:hAnsi="Cambria Math"/>
            </w:rPr>
            <m:t>θ</m:t>
          </m:r>
        </m:oMath>
      </m:oMathPara>
    </w:p>
    <w:p w:rsidR="00EF4912" w:rsidRDefault="00EF4912" w:rsidP="00EF4912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 Unicode MS"/>
          <w:i/>
        </w:rPr>
      </w:pPr>
    </w:p>
    <w:p w:rsidR="00EF4912" w:rsidRDefault="00EF4912" w:rsidP="00EF4912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 Unicode MS"/>
        </w:rPr>
      </w:pPr>
      <w:r w:rsidRPr="00D765C8">
        <w:rPr>
          <w:rFonts w:eastAsia="Arial Unicode MS"/>
        </w:rPr>
        <w:t>Où</w:t>
      </w:r>
      <w:r>
        <w:rPr>
          <w:rFonts w:eastAsia="Arial Unicode MS"/>
        </w:rPr>
        <w:t xml:space="preserve"> </w:t>
      </w:r>
      <w:r w:rsidRPr="00075366">
        <w:rPr>
          <w:rFonts w:eastAsia="Arial Unicode MS"/>
        </w:rPr>
        <w:t>Δ</w:t>
      </w:r>
      <w:r>
        <w:rPr>
          <w:rFonts w:eastAsia="Arial Unicode MS"/>
          <w:i/>
        </w:rPr>
        <w:t xml:space="preserve">h </w:t>
      </w:r>
      <w:r w:rsidRPr="00D765C8">
        <w:rPr>
          <w:rFonts w:eastAsia="Arial Unicode MS"/>
        </w:rPr>
        <w:t>représente l’élévation du niveau des océans</w:t>
      </w:r>
      <w:r>
        <w:rPr>
          <w:rFonts w:eastAsia="Arial Unicode MS"/>
        </w:rPr>
        <w:t xml:space="preserve"> et </w:t>
      </w:r>
      <w:r w:rsidRPr="0019736B">
        <w:rPr>
          <w:rFonts w:ascii="Symbol" w:eastAsia="Arial Unicode MS" w:hAnsi="Symbol"/>
        </w:rPr>
        <w:t></w:t>
      </w:r>
      <w:r>
        <w:rPr>
          <w:rFonts w:ascii="Symbol" w:eastAsia="Arial Unicode MS" w:hAnsi="Symbol"/>
          <w:i/>
        </w:rPr>
        <w:sym w:font="Symbol" w:char="F071"/>
      </w:r>
      <w:r w:rsidR="00B069B8">
        <w:rPr>
          <w:rFonts w:eastAsia="Arial Unicode MS"/>
        </w:rPr>
        <w:t xml:space="preserve"> leur </w:t>
      </w:r>
      <w:r w:rsidRPr="00D765C8">
        <w:rPr>
          <w:rFonts w:eastAsia="Arial Unicode MS"/>
        </w:rPr>
        <w:t>élévation de température</w:t>
      </w:r>
      <w:r w:rsidR="00B87A53">
        <w:rPr>
          <w:rFonts w:eastAsia="Arial Unicode MS"/>
        </w:rPr>
        <w:t xml:space="preserve"> égale à 0,6°C</w:t>
      </w:r>
      <w:r>
        <w:rPr>
          <w:rFonts w:eastAsia="Arial Unicode MS"/>
        </w:rPr>
        <w:t xml:space="preserve">, </w:t>
      </w:r>
      <w:r w:rsidR="00EE378F">
        <w:rPr>
          <w:rFonts w:eastAsia="Arial Unicode MS"/>
        </w:rPr>
        <w:t xml:space="preserve">sur une tranche </w:t>
      </w:r>
      <w:r w:rsidRPr="00D765C8">
        <w:rPr>
          <w:rFonts w:eastAsia="Arial Unicode MS"/>
        </w:rPr>
        <w:t>de</w:t>
      </w:r>
      <w:r>
        <w:rPr>
          <w:rFonts w:eastAsia="Arial Unicode MS"/>
        </w:rPr>
        <w:t xml:space="preserve"> 800 </w:t>
      </w:r>
      <w:r w:rsidRPr="00D765C8">
        <w:rPr>
          <w:rFonts w:eastAsia="Arial Unicode MS"/>
        </w:rPr>
        <w:t>m</w:t>
      </w:r>
      <w:r>
        <w:rPr>
          <w:rFonts w:eastAsia="Arial Unicode MS"/>
        </w:rPr>
        <w:t>.</w:t>
      </w:r>
    </w:p>
    <w:p w:rsidR="00E83342" w:rsidRDefault="00E83342" w:rsidP="00585943">
      <w:pPr>
        <w:pStyle w:val="ECEtitre"/>
      </w:pPr>
    </w:p>
    <w:tbl>
      <w:tblPr>
        <w:tblStyle w:val="Grilledutableau"/>
        <w:tblW w:w="10439" w:type="dxa"/>
        <w:jc w:val="center"/>
        <w:tblLayout w:type="fixed"/>
        <w:tblLook w:val="04A0"/>
      </w:tblPr>
      <w:tblGrid>
        <w:gridCol w:w="10439"/>
      </w:tblGrid>
      <w:tr w:rsidR="00585943" w:rsidRPr="009506E7" w:rsidTr="00D423E9">
        <w:trPr>
          <w:jc w:val="center"/>
        </w:trPr>
        <w:tc>
          <w:tcPr>
            <w:tcW w:w="10439" w:type="dxa"/>
          </w:tcPr>
          <w:p w:rsidR="007E3B41" w:rsidRDefault="007E3B41" w:rsidP="007E3B41">
            <w:pPr>
              <w:pStyle w:val="ECEtitre"/>
            </w:pPr>
            <w:r>
              <w:t>MATERIEL</w:t>
            </w:r>
            <w:r w:rsidRPr="009506E7">
              <w:t xml:space="preserve"> MIS </w:t>
            </w:r>
            <w:r>
              <w:t>À</w:t>
            </w:r>
            <w:r w:rsidRPr="009506E7">
              <w:t xml:space="preserve"> DISPOSITION DU CANDIDAT</w:t>
            </w:r>
          </w:p>
          <w:p w:rsidR="007E3B41" w:rsidRDefault="007E3B41" w:rsidP="007E3B41">
            <w:pPr>
              <w:pStyle w:val="ECEpuce1"/>
              <w:numPr>
                <w:ilvl w:val="0"/>
                <w:numId w:val="0"/>
              </w:numPr>
              <w:ind w:left="708"/>
            </w:pPr>
          </w:p>
          <w:p w:rsidR="000544C5" w:rsidRPr="00B8275F" w:rsidRDefault="000544C5" w:rsidP="00E55FCF">
            <w:pPr>
              <w:pStyle w:val="ECEpuce1"/>
              <w:rPr>
                <w:u w:val="single"/>
              </w:rPr>
            </w:pPr>
            <w:r w:rsidRPr="00B8275F">
              <w:rPr>
                <w:u w:val="single"/>
              </w:rPr>
              <w:t>une calculette type « collège » ou un ordinateur avec fonction « calculatrice »</w:t>
            </w:r>
          </w:p>
          <w:p w:rsidR="00585943" w:rsidRPr="009506E7" w:rsidRDefault="00585943" w:rsidP="00E55FCF">
            <w:pPr>
              <w:pStyle w:val="ECEpuce1"/>
            </w:pPr>
            <w:r>
              <w:t>un tableur-grapheur </w:t>
            </w:r>
          </w:p>
          <w:p w:rsidR="00585943" w:rsidRDefault="00585943" w:rsidP="00E55FCF">
            <w:pPr>
              <w:pStyle w:val="ECEpuce1"/>
            </w:pPr>
            <w:r>
              <w:t>une fiole jaugée de 100,0 mL </w:t>
            </w:r>
          </w:p>
          <w:p w:rsidR="00585943" w:rsidRDefault="00585943" w:rsidP="00E55FCF">
            <w:pPr>
              <w:pStyle w:val="ECEpuce1"/>
            </w:pPr>
            <w:r>
              <w:t>un bécher de 100 mL </w:t>
            </w:r>
          </w:p>
          <w:p w:rsidR="004F5365" w:rsidRDefault="004F5365" w:rsidP="00E55FCF">
            <w:pPr>
              <w:pStyle w:val="ECEpuce1"/>
            </w:pPr>
            <w:r>
              <w:t>une pipette compte-gouttes </w:t>
            </w:r>
          </w:p>
          <w:p w:rsidR="00585943" w:rsidRDefault="007B5BC4" w:rsidP="00E55FCF">
            <w:pPr>
              <w:pStyle w:val="ECEpuce1"/>
            </w:pPr>
            <w:r>
              <w:t>le dispositif expérimental décrit dans le document 1 déjà réalisé</w:t>
            </w:r>
          </w:p>
          <w:p w:rsidR="00585943" w:rsidRDefault="00585943" w:rsidP="00E55FCF">
            <w:pPr>
              <w:pStyle w:val="ECEpuce1"/>
            </w:pPr>
            <w:r>
              <w:t>une balance électronique </w:t>
            </w:r>
          </w:p>
          <w:p w:rsidR="007E3B41" w:rsidRPr="009506E7" w:rsidRDefault="008D4700" w:rsidP="007E3B41">
            <w:pPr>
              <w:pStyle w:val="ECEpuce1"/>
            </w:pPr>
            <w:r>
              <w:t xml:space="preserve">un récipient contenant </w:t>
            </w:r>
            <w:r w:rsidR="00D423E9">
              <w:t>500 mL d’eau de mer</w:t>
            </w:r>
          </w:p>
        </w:tc>
      </w:tr>
    </w:tbl>
    <w:p w:rsidR="00EF4912" w:rsidRPr="000544C5" w:rsidRDefault="00EF4912" w:rsidP="00585943">
      <w:pPr>
        <w:pStyle w:val="ECEtitre"/>
        <w:rPr>
          <w:sz w:val="18"/>
        </w:rPr>
      </w:pPr>
    </w:p>
    <w:p w:rsidR="00585943" w:rsidRDefault="00585943" w:rsidP="00585943">
      <w:pPr>
        <w:pStyle w:val="ECEtitre"/>
      </w:pPr>
      <w:r w:rsidRPr="00257B49">
        <w:t xml:space="preserve">TRAVAIL </w:t>
      </w:r>
      <w:r>
        <w:t>À</w:t>
      </w:r>
      <w:r w:rsidRPr="00257B49">
        <w:t xml:space="preserve"> EFFECTUER </w:t>
      </w:r>
    </w:p>
    <w:p w:rsidR="00585943" w:rsidRPr="000544C5" w:rsidRDefault="00585943" w:rsidP="00585943">
      <w:pPr>
        <w:autoSpaceDE w:val="0"/>
        <w:autoSpaceDN w:val="0"/>
        <w:adjustRightInd w:val="0"/>
        <w:rPr>
          <w:b/>
          <w:bCs/>
          <w:color w:val="auto"/>
          <w:sz w:val="18"/>
          <w:u w:val="single"/>
        </w:rPr>
      </w:pPr>
    </w:p>
    <w:p w:rsidR="00585943" w:rsidRPr="00030DE4" w:rsidRDefault="00585943" w:rsidP="00585943">
      <w:pPr>
        <w:pStyle w:val="ECEpartie"/>
        <w:numPr>
          <w:ilvl w:val="0"/>
          <w:numId w:val="5"/>
        </w:numPr>
        <w:rPr>
          <w:b w:val="0"/>
        </w:rPr>
      </w:pPr>
      <w:bookmarkStart w:id="15" w:name="_Toc460077689"/>
      <w:bookmarkStart w:id="16" w:name="_Toc466984409"/>
      <w:bookmarkStart w:id="17" w:name="_Toc473023255"/>
      <w:bookmarkStart w:id="18" w:name="_Toc504661267"/>
      <w:r>
        <w:t xml:space="preserve">Détermination de la masse volumique de l’eau de mer </w:t>
      </w:r>
      <w:r w:rsidRPr="00030DE4">
        <w:rPr>
          <w:b w:val="0"/>
        </w:rPr>
        <w:t>(</w:t>
      </w:r>
      <w:r>
        <w:rPr>
          <w:b w:val="0"/>
        </w:rPr>
        <w:t>20</w:t>
      </w:r>
      <w:r w:rsidRPr="00E26870">
        <w:rPr>
          <w:b w:val="0"/>
        </w:rPr>
        <w:t xml:space="preserve"> minutes conseillées</w:t>
      </w:r>
      <w:r w:rsidRPr="00030DE4">
        <w:rPr>
          <w:b w:val="0"/>
        </w:rPr>
        <w:t>)</w:t>
      </w:r>
      <w:bookmarkEnd w:id="15"/>
      <w:bookmarkEnd w:id="16"/>
      <w:bookmarkEnd w:id="17"/>
      <w:bookmarkEnd w:id="18"/>
    </w:p>
    <w:p w:rsidR="00585943" w:rsidRDefault="00585943" w:rsidP="00585943">
      <w:pPr>
        <w:pStyle w:val="ECEcorps"/>
      </w:pPr>
    </w:p>
    <w:p w:rsidR="00585943" w:rsidRDefault="00585943" w:rsidP="00585943">
      <w:pPr>
        <w:pStyle w:val="ECEcorps"/>
      </w:pPr>
      <w:r w:rsidRPr="00B025ED">
        <w:rPr>
          <w:u w:val="single"/>
        </w:rPr>
        <w:t>À l’aide du matériel disponible</w:t>
      </w:r>
      <w:r w:rsidRPr="002D7D70">
        <w:t xml:space="preserve">, </w:t>
      </w:r>
      <w:r>
        <w:t>proposer</w:t>
      </w:r>
      <w:r w:rsidRPr="002D7D70">
        <w:t xml:space="preserve"> un protocole </w:t>
      </w:r>
      <w:r w:rsidR="005E6769">
        <w:t xml:space="preserve">pour </w:t>
      </w:r>
      <w:r>
        <w:t xml:space="preserve">déterminer la valeur de </w:t>
      </w:r>
      <w:r w:rsidRPr="002D7D70">
        <w:t xml:space="preserve">la masse volumique </w:t>
      </w:r>
      <w:r w:rsidRPr="002D7D70">
        <w:rPr>
          <w:i/>
        </w:rPr>
        <w:t>ρ</w:t>
      </w:r>
      <w:r w:rsidRPr="002D7D70">
        <w:t xml:space="preserve"> de l’eau de mer</w:t>
      </w:r>
      <w:r>
        <w:t xml:space="preserve"> </w:t>
      </w:r>
      <w:r w:rsidRPr="004B0872">
        <w:t>à température ambiante.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Default="00585943" w:rsidP="00585943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418"/>
        <w:gridCol w:w="6804"/>
        <w:gridCol w:w="1418"/>
      </w:tblGrid>
      <w:tr w:rsidR="00585943" w:rsidTr="00E55FCF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85943" w:rsidRDefault="00585943" w:rsidP="00E55FCF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85943" w:rsidRDefault="00585943" w:rsidP="00E55FCF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:rsidR="00585943" w:rsidRDefault="00585943" w:rsidP="00E55FCF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585943" w:rsidTr="00E55FCF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:rsidR="00585943" w:rsidRPr="00592F79" w:rsidRDefault="00585943" w:rsidP="00E55FCF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:rsidR="00585943" w:rsidRPr="0009288D" w:rsidRDefault="00585943" w:rsidP="00E55FCF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>
              <w:t>le protocole</w:t>
            </w:r>
          </w:p>
          <w:p w:rsidR="00585943" w:rsidRDefault="00585943" w:rsidP="00E55FCF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:rsidR="00585943" w:rsidRDefault="00585943" w:rsidP="00E55FCF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:rsidR="00D112B2" w:rsidRDefault="00D112B2" w:rsidP="00585943">
      <w:pPr>
        <w:pStyle w:val="ECEcorps"/>
      </w:pPr>
    </w:p>
    <w:p w:rsidR="00585943" w:rsidRDefault="00585943" w:rsidP="00585943">
      <w:pPr>
        <w:pStyle w:val="ECEcorps"/>
      </w:pPr>
      <w:r>
        <w:t>Mettre en œuvre le protocole proposé</w:t>
      </w:r>
      <w:r w:rsidRPr="002D7D70">
        <w:t xml:space="preserve">. </w:t>
      </w:r>
      <w:r>
        <w:t>En déduire la</w:t>
      </w:r>
      <w:r w:rsidR="005E6769">
        <w:t xml:space="preserve"> valeur de la </w:t>
      </w:r>
      <w:r>
        <w:t xml:space="preserve">masse volumique </w:t>
      </w:r>
      <w:r w:rsidRPr="002D7D70">
        <w:rPr>
          <w:i/>
        </w:rPr>
        <w:t>ρ</w:t>
      </w:r>
      <w:r w:rsidRPr="002D7D70">
        <w:t xml:space="preserve"> de l’eau de mer</w:t>
      </w:r>
      <w:r w:rsidR="0043723E">
        <w:t xml:space="preserve"> à température ambiante.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Default="00585943" w:rsidP="00585943">
      <w:pPr>
        <w:pStyle w:val="ECEcorps"/>
      </w:pPr>
    </w:p>
    <w:p w:rsidR="005E6769" w:rsidRDefault="005E6769" w:rsidP="00585943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418"/>
        <w:gridCol w:w="6804"/>
        <w:gridCol w:w="1418"/>
      </w:tblGrid>
      <w:tr w:rsidR="00585943" w:rsidTr="00E55FCF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85943" w:rsidRDefault="00585943" w:rsidP="00E55FCF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85943" w:rsidRDefault="00585943" w:rsidP="00E55FCF">
            <w:pPr>
              <w:pStyle w:val="ECEappel"/>
              <w:framePr w:wrap="around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:rsidR="00585943" w:rsidRDefault="00585943" w:rsidP="00E55FCF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585943" w:rsidTr="00E55FCF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:rsidR="00585943" w:rsidRPr="00592F79" w:rsidRDefault="00585943" w:rsidP="00E55FCF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:rsidR="00585943" w:rsidRPr="0009288D" w:rsidRDefault="00585943" w:rsidP="00E55FCF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>
              <w:t>les résultats expérimentaux</w:t>
            </w:r>
          </w:p>
          <w:p w:rsidR="00585943" w:rsidRDefault="00585943" w:rsidP="00E55FCF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:rsidR="00585943" w:rsidRDefault="00585943" w:rsidP="00E55FCF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:rsidR="00EF4912" w:rsidRDefault="00EF4912" w:rsidP="00585943">
      <w:pPr>
        <w:pStyle w:val="ECEcorps"/>
      </w:pPr>
    </w:p>
    <w:p w:rsidR="00585943" w:rsidRPr="003C13F9" w:rsidRDefault="00585943" w:rsidP="00585943">
      <w:pPr>
        <w:pStyle w:val="ECEpartie"/>
      </w:pPr>
      <w:bookmarkStart w:id="19" w:name="_Toc460077690"/>
      <w:bookmarkStart w:id="20" w:name="_Toc466984410"/>
      <w:bookmarkStart w:id="21" w:name="_Toc473023256"/>
      <w:bookmarkStart w:id="22" w:name="_Toc504661268"/>
      <w:r>
        <w:t xml:space="preserve">Détermination expérimentale du coefficient de dilatation thermique </w:t>
      </w:r>
      <w:r w:rsidRPr="008F2BC6">
        <w:rPr>
          <w:i/>
        </w:rPr>
        <w:t>α</w:t>
      </w:r>
      <w:r>
        <w:rPr>
          <w:i/>
        </w:rPr>
        <w:t xml:space="preserve"> </w:t>
      </w:r>
      <w:r w:rsidRPr="00030DE4">
        <w:rPr>
          <w:b w:val="0"/>
        </w:rPr>
        <w:t>(</w:t>
      </w:r>
      <w:r>
        <w:rPr>
          <w:b w:val="0"/>
        </w:rPr>
        <w:t>20</w:t>
      </w:r>
      <w:r w:rsidRPr="0039367C">
        <w:rPr>
          <w:b w:val="0"/>
        </w:rPr>
        <w:t xml:space="preserve"> minutes conseillées</w:t>
      </w:r>
      <w:r w:rsidRPr="00030DE4">
        <w:rPr>
          <w:b w:val="0"/>
        </w:rPr>
        <w:t>)</w:t>
      </w:r>
      <w:bookmarkEnd w:id="19"/>
      <w:bookmarkEnd w:id="20"/>
      <w:bookmarkEnd w:id="21"/>
      <w:bookmarkEnd w:id="22"/>
    </w:p>
    <w:p w:rsidR="00585943" w:rsidRDefault="00585943" w:rsidP="00585943">
      <w:pPr>
        <w:pStyle w:val="ECEcorps"/>
        <w:rPr>
          <w:rFonts w:eastAsia="Arial Unicode MS"/>
        </w:rPr>
      </w:pPr>
    </w:p>
    <w:p w:rsidR="00585943" w:rsidRDefault="00585943" w:rsidP="00585943">
      <w:pPr>
        <w:pStyle w:val="ECEcorps"/>
      </w:pPr>
      <w:r>
        <w:t xml:space="preserve">Déterminer la valeur du volume initial </w:t>
      </w:r>
      <w:r w:rsidRPr="00C67D11">
        <w:rPr>
          <w:i/>
        </w:rPr>
        <w:t>V</w:t>
      </w:r>
      <w:r w:rsidRPr="00BA45C5">
        <w:rPr>
          <w:vertAlign w:val="subscript"/>
        </w:rPr>
        <w:t>0</w:t>
      </w:r>
      <w:r>
        <w:t xml:space="preserve"> de l’eau de mer à partir de la valeur de la masse </w:t>
      </w:r>
      <w:r w:rsidRPr="00C67D11">
        <w:rPr>
          <w:i/>
        </w:rPr>
        <w:t>m</w:t>
      </w:r>
      <w:r w:rsidRPr="00BA45C5">
        <w:rPr>
          <w:vertAlign w:val="subscript"/>
        </w:rPr>
        <w:t>0</w:t>
      </w:r>
      <w:r w:rsidR="00E55FCF">
        <w:rPr>
          <w:vertAlign w:val="subscript"/>
        </w:rPr>
        <w:t xml:space="preserve"> </w:t>
      </w:r>
      <w:r w:rsidR="00E55FCF">
        <w:t>=</w:t>
      </w:r>
      <w:r w:rsidR="00E55FCF">
        <w:rPr>
          <w:vertAlign w:val="subscript"/>
        </w:rPr>
        <w:t xml:space="preserve"> </w:t>
      </w:r>
      <w:r w:rsidR="00EE378F">
        <w:rPr>
          <w:vertAlign w:val="subscript"/>
        </w:rPr>
        <w:t>……………</w:t>
      </w:r>
      <w:r w:rsidRPr="00BA45C5">
        <w:t xml:space="preserve"> </w:t>
      </w:r>
      <w:r w:rsidR="00EE378F">
        <w:t>d’</w:t>
      </w:r>
      <w:r>
        <w:t>eau de mer présente dans le dispositif</w:t>
      </w:r>
      <w:r w:rsidR="00326CC5">
        <w:t xml:space="preserve"> expérimental</w:t>
      </w:r>
      <w:bookmarkStart w:id="23" w:name="_GoBack"/>
      <w:bookmarkEnd w:id="23"/>
      <w:r>
        <w:t>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Default="00585943" w:rsidP="00585943">
      <w:pPr>
        <w:pStyle w:val="ECErponse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418"/>
        <w:gridCol w:w="6804"/>
        <w:gridCol w:w="1418"/>
      </w:tblGrid>
      <w:tr w:rsidR="00585943" w:rsidTr="00E55FCF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85943" w:rsidRDefault="00585943" w:rsidP="00E55FCF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85943" w:rsidRDefault="00585943" w:rsidP="00E55FCF">
            <w:pPr>
              <w:pStyle w:val="ECEappel"/>
              <w:framePr w:wrap="around"/>
            </w:pPr>
            <w:r>
              <w:t>APPEL n°3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:rsidR="00585943" w:rsidRDefault="00585943" w:rsidP="00E55FCF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585943" w:rsidTr="00E55FCF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:rsidR="00585943" w:rsidRPr="00592F79" w:rsidRDefault="00585943" w:rsidP="00E55FCF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:rsidR="00585943" w:rsidRPr="0009288D" w:rsidRDefault="00585943" w:rsidP="00E55FCF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>
              <w:t>le résultat</w:t>
            </w:r>
          </w:p>
          <w:p w:rsidR="00585943" w:rsidRDefault="00585943" w:rsidP="00E55FCF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:rsidR="00585943" w:rsidRDefault="00585943" w:rsidP="00E55FCF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:rsidR="00585943" w:rsidRDefault="00585943" w:rsidP="00585943">
      <w:pPr>
        <w:pStyle w:val="ECEcorps"/>
      </w:pPr>
    </w:p>
    <w:p w:rsidR="00585943" w:rsidRDefault="00EE378F" w:rsidP="00585943">
      <w:pPr>
        <w:pStyle w:val="ECEcorps"/>
      </w:pPr>
      <w:r>
        <w:t>La partie 1 du protocole décrit dans le document 3 ayant déjà été réalisée, mettre en œuvre la partie 2 après avoir r</w:t>
      </w:r>
      <w:r w:rsidR="00585943">
        <w:t>elev</w:t>
      </w:r>
      <w:r w:rsidR="005C29D8">
        <w:t>é</w:t>
      </w:r>
      <w:r w:rsidR="00585943">
        <w:t xml:space="preserve"> la graduation initiale du niveau de l’eau de mer dans la pipette ainsi que la température initiale </w:t>
      </w:r>
      <w:r w:rsidR="00585943" w:rsidRPr="005568B0">
        <w:rPr>
          <w:i/>
        </w:rPr>
        <w:t>θ</w:t>
      </w:r>
      <w:r w:rsidR="00585943" w:rsidRPr="008412C4">
        <w:rPr>
          <w:i/>
          <w:vertAlign w:val="subscript"/>
        </w:rPr>
        <w:t>0</w:t>
      </w:r>
      <w:r w:rsidR="00585943">
        <w:rPr>
          <w:i/>
        </w:rPr>
        <w:t>.</w:t>
      </w:r>
    </w:p>
    <w:p w:rsidR="00585943" w:rsidRDefault="00585943" w:rsidP="00585943">
      <w:pPr>
        <w:pStyle w:val="ECEcorps"/>
        <w:spacing w:before="120"/>
      </w:pPr>
      <w:r>
        <w:t>Graduation initiale du niveau de l’eau de mer : ……………………..</w:t>
      </w:r>
    </w:p>
    <w:p w:rsidR="00585943" w:rsidRDefault="00585943" w:rsidP="00585943">
      <w:pPr>
        <w:pStyle w:val="ECEcorps"/>
        <w:spacing w:before="120"/>
      </w:pPr>
      <w:r>
        <w:t xml:space="preserve">Température initiale : </w:t>
      </w:r>
      <w:r w:rsidRPr="005568B0">
        <w:rPr>
          <w:i/>
        </w:rPr>
        <w:t>θ</w:t>
      </w:r>
      <w:r w:rsidRPr="008412C4">
        <w:rPr>
          <w:i/>
          <w:vertAlign w:val="subscript"/>
        </w:rPr>
        <w:t>0</w:t>
      </w:r>
      <w:r>
        <w:rPr>
          <w:vertAlign w:val="subscript"/>
        </w:rPr>
        <w:t xml:space="preserve"> = </w:t>
      </w:r>
      <w:r>
        <w:t>………………….</w:t>
      </w:r>
    </w:p>
    <w:p w:rsidR="005E6769" w:rsidRDefault="005E6769">
      <w:pPr>
        <w:spacing w:line="240" w:lineRule="auto"/>
        <w:jc w:val="left"/>
        <w:rPr>
          <w:color w:val="auto"/>
        </w:rPr>
      </w:pPr>
      <w:r>
        <w:br w:type="page"/>
      </w:r>
    </w:p>
    <w:p w:rsidR="00585943" w:rsidRDefault="00585943" w:rsidP="00585943">
      <w:pPr>
        <w:pStyle w:val="ECEcorps"/>
      </w:pPr>
      <w:r>
        <w:lastRenderedPageBreak/>
        <w:t>R</w:t>
      </w:r>
      <w:r w:rsidRPr="00B025ED">
        <w:t xml:space="preserve">égler </w:t>
      </w:r>
      <w:r>
        <w:t>la puissance du chauffage comme indiqué dans le protocole expérimental du document 3.</w:t>
      </w:r>
    </w:p>
    <w:p w:rsidR="00585943" w:rsidRPr="00783D77" w:rsidRDefault="00585943" w:rsidP="00585943">
      <w:pPr>
        <w:pStyle w:val="ECEcorps"/>
      </w:pPr>
      <w:r>
        <w:t xml:space="preserve">Compléter le tableau ci-dessous et calculer pour chaque mesure l’élévation de température </w:t>
      </w:r>
      <w:r w:rsidRPr="00255C32">
        <w:t>Δ</w:t>
      </w:r>
      <w:r w:rsidRPr="00255C32">
        <w:rPr>
          <w:i/>
        </w:rPr>
        <w:t xml:space="preserve">θ </w:t>
      </w:r>
      <w:r>
        <w:t xml:space="preserve">à partir de la température initiale </w:t>
      </w:r>
      <w:r w:rsidRPr="00110125">
        <w:rPr>
          <w:i/>
        </w:rPr>
        <w:t>θ</w:t>
      </w:r>
      <w:r w:rsidRPr="00110125">
        <w:rPr>
          <w:i/>
          <w:vertAlign w:val="subscript"/>
        </w:rPr>
        <w:t>0</w:t>
      </w:r>
      <w:r>
        <w:rPr>
          <w:i/>
        </w:rPr>
        <w:t>.</w:t>
      </w:r>
    </w:p>
    <w:p w:rsidR="00585943" w:rsidRPr="004B0872" w:rsidRDefault="00585943" w:rsidP="00585943">
      <w:pPr>
        <w:pStyle w:val="ECEcorps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3"/>
        <w:gridCol w:w="1304"/>
        <w:gridCol w:w="1303"/>
        <w:gridCol w:w="1302"/>
        <w:gridCol w:w="1302"/>
        <w:gridCol w:w="1302"/>
        <w:gridCol w:w="1302"/>
        <w:gridCol w:w="1302"/>
      </w:tblGrid>
      <w:tr w:rsidR="00585943" w:rsidRPr="00E73D58" w:rsidTr="00E55FCF">
        <w:tc>
          <w:tcPr>
            <w:tcW w:w="1328" w:type="dxa"/>
            <w:vAlign w:val="center"/>
          </w:tcPr>
          <w:p w:rsidR="00D112B2" w:rsidRPr="00EF4912" w:rsidRDefault="00585943" w:rsidP="00D112B2">
            <w:pPr>
              <w:pStyle w:val="ECEcorps"/>
              <w:spacing w:before="240" w:after="240"/>
              <w:rPr>
                <w:vertAlign w:val="subscript"/>
              </w:rPr>
            </w:pPr>
            <w:r w:rsidRPr="00255C32">
              <w:t>Δ</w:t>
            </w:r>
            <w:r w:rsidRPr="00255C32">
              <w:rPr>
                <w:i/>
              </w:rPr>
              <w:t>V</w:t>
            </w:r>
            <w:r w:rsidR="00EF4912">
              <w:rPr>
                <w:vertAlign w:val="subscript"/>
              </w:rPr>
              <w:t xml:space="preserve"> </w:t>
            </w:r>
            <w:r w:rsidR="00D112B2">
              <w:t>(mL)</w:t>
            </w:r>
          </w:p>
        </w:tc>
        <w:tc>
          <w:tcPr>
            <w:tcW w:w="1328" w:type="dxa"/>
            <w:vAlign w:val="center"/>
          </w:tcPr>
          <w:p w:rsidR="00585943" w:rsidRPr="00E73D58" w:rsidRDefault="00585943" w:rsidP="00E55FCF">
            <w:pPr>
              <w:pStyle w:val="ECEcorps"/>
              <w:spacing w:before="240" w:after="240"/>
              <w:jc w:val="center"/>
            </w:pPr>
            <w:r>
              <w:t>0</w:t>
            </w:r>
          </w:p>
        </w:tc>
        <w:tc>
          <w:tcPr>
            <w:tcW w:w="1329" w:type="dxa"/>
            <w:vAlign w:val="center"/>
          </w:tcPr>
          <w:p w:rsidR="00585943" w:rsidRPr="00E73D58" w:rsidRDefault="00585943" w:rsidP="00E55FCF">
            <w:pPr>
              <w:pStyle w:val="ECEcorps"/>
              <w:spacing w:before="240" w:after="240"/>
              <w:jc w:val="center"/>
            </w:pPr>
            <w:r>
              <w:t>0,1</w:t>
            </w:r>
            <w:r w:rsidRPr="00E73D58">
              <w:t>0</w:t>
            </w:r>
          </w:p>
        </w:tc>
        <w:tc>
          <w:tcPr>
            <w:tcW w:w="1329" w:type="dxa"/>
            <w:vAlign w:val="center"/>
          </w:tcPr>
          <w:p w:rsidR="00585943" w:rsidRPr="00E73D58" w:rsidRDefault="00585943" w:rsidP="00E55FCF">
            <w:pPr>
              <w:pStyle w:val="ECEcorps"/>
              <w:spacing w:before="240" w:after="240"/>
              <w:jc w:val="center"/>
            </w:pPr>
            <w:r>
              <w:t>0,2</w:t>
            </w:r>
            <w:r w:rsidRPr="00E73D58">
              <w:t>0</w:t>
            </w:r>
          </w:p>
        </w:tc>
        <w:tc>
          <w:tcPr>
            <w:tcW w:w="1329" w:type="dxa"/>
            <w:vAlign w:val="center"/>
          </w:tcPr>
          <w:p w:rsidR="00585943" w:rsidRPr="00E73D58" w:rsidRDefault="00585943" w:rsidP="00E55FCF">
            <w:pPr>
              <w:pStyle w:val="ECEcorps"/>
              <w:spacing w:before="240" w:after="240"/>
              <w:jc w:val="center"/>
            </w:pPr>
            <w:r>
              <w:t>0,3</w:t>
            </w:r>
            <w:r w:rsidRPr="00E73D58">
              <w:t>0</w:t>
            </w:r>
          </w:p>
        </w:tc>
        <w:tc>
          <w:tcPr>
            <w:tcW w:w="1329" w:type="dxa"/>
            <w:vAlign w:val="center"/>
          </w:tcPr>
          <w:p w:rsidR="00585943" w:rsidRPr="00E73D58" w:rsidRDefault="00585943" w:rsidP="00E55FCF">
            <w:pPr>
              <w:pStyle w:val="ECEcorps"/>
              <w:spacing w:before="240" w:after="240"/>
              <w:jc w:val="center"/>
            </w:pPr>
            <w:r>
              <w:t>0,4</w:t>
            </w:r>
            <w:r w:rsidRPr="00E73D58">
              <w:t>0</w:t>
            </w:r>
          </w:p>
        </w:tc>
        <w:tc>
          <w:tcPr>
            <w:tcW w:w="1329" w:type="dxa"/>
            <w:vAlign w:val="center"/>
          </w:tcPr>
          <w:p w:rsidR="00585943" w:rsidRPr="00E73D58" w:rsidRDefault="00585943" w:rsidP="00E55FCF">
            <w:pPr>
              <w:pStyle w:val="ECEcorps"/>
              <w:spacing w:before="240" w:after="240"/>
              <w:jc w:val="center"/>
            </w:pPr>
            <w:r>
              <w:t>0,5</w:t>
            </w:r>
            <w:r w:rsidRPr="00E73D58">
              <w:t>0</w:t>
            </w:r>
          </w:p>
        </w:tc>
        <w:tc>
          <w:tcPr>
            <w:tcW w:w="1329" w:type="dxa"/>
            <w:vAlign w:val="center"/>
          </w:tcPr>
          <w:p w:rsidR="00585943" w:rsidRPr="00E73D58" w:rsidRDefault="00585943" w:rsidP="00E55FCF">
            <w:pPr>
              <w:pStyle w:val="ECEcorps"/>
              <w:spacing w:before="240" w:after="240"/>
              <w:jc w:val="center"/>
            </w:pPr>
            <w:r>
              <w:t>0,6</w:t>
            </w:r>
            <w:r w:rsidRPr="00E73D58">
              <w:t>0</w:t>
            </w:r>
          </w:p>
        </w:tc>
      </w:tr>
      <w:tr w:rsidR="00585943" w:rsidRPr="00E73D58" w:rsidTr="00E55FCF">
        <w:tc>
          <w:tcPr>
            <w:tcW w:w="1328" w:type="dxa"/>
            <w:vAlign w:val="center"/>
          </w:tcPr>
          <w:p w:rsidR="00585943" w:rsidRPr="00E73D58" w:rsidRDefault="00585943" w:rsidP="00E55FCF">
            <w:pPr>
              <w:pStyle w:val="ECEcorps"/>
              <w:spacing w:before="240" w:after="240"/>
              <w:jc w:val="center"/>
            </w:pPr>
            <w:r w:rsidRPr="00110125">
              <w:rPr>
                <w:i/>
              </w:rPr>
              <w:t>θ</w:t>
            </w:r>
            <w:r w:rsidRPr="00E73D58">
              <w:t xml:space="preserve"> (°C)</w:t>
            </w:r>
          </w:p>
        </w:tc>
        <w:tc>
          <w:tcPr>
            <w:tcW w:w="1328" w:type="dxa"/>
            <w:vAlign w:val="center"/>
          </w:tcPr>
          <w:p w:rsidR="00585943" w:rsidRPr="00E73D58" w:rsidRDefault="00585943" w:rsidP="00E55FCF">
            <w:pPr>
              <w:pStyle w:val="ECEcorps"/>
              <w:spacing w:before="240" w:after="240"/>
              <w:jc w:val="center"/>
            </w:pPr>
            <w:r w:rsidRPr="00110125">
              <w:rPr>
                <w:i/>
              </w:rPr>
              <w:t>θ</w:t>
            </w:r>
            <w:r w:rsidRPr="00110125">
              <w:rPr>
                <w:i/>
                <w:vertAlign w:val="subscript"/>
              </w:rPr>
              <w:t>0</w:t>
            </w:r>
            <w:r>
              <w:t xml:space="preserve"> = ........</w:t>
            </w:r>
          </w:p>
        </w:tc>
        <w:tc>
          <w:tcPr>
            <w:tcW w:w="1329" w:type="dxa"/>
            <w:vAlign w:val="center"/>
          </w:tcPr>
          <w:p w:rsidR="00585943" w:rsidRPr="00E73D58" w:rsidRDefault="00585943" w:rsidP="00E55FCF">
            <w:pPr>
              <w:pStyle w:val="ECEcorps"/>
              <w:spacing w:before="240" w:after="240"/>
              <w:jc w:val="center"/>
            </w:pPr>
          </w:p>
        </w:tc>
        <w:tc>
          <w:tcPr>
            <w:tcW w:w="1329" w:type="dxa"/>
            <w:vAlign w:val="center"/>
          </w:tcPr>
          <w:p w:rsidR="00585943" w:rsidRPr="00E73D58" w:rsidRDefault="00585943" w:rsidP="00E55FCF">
            <w:pPr>
              <w:pStyle w:val="ECEcorps"/>
              <w:spacing w:before="240" w:after="240"/>
              <w:jc w:val="center"/>
            </w:pPr>
          </w:p>
        </w:tc>
        <w:tc>
          <w:tcPr>
            <w:tcW w:w="1329" w:type="dxa"/>
            <w:vAlign w:val="center"/>
          </w:tcPr>
          <w:p w:rsidR="00585943" w:rsidRPr="00E73D58" w:rsidRDefault="00585943" w:rsidP="00E55FCF">
            <w:pPr>
              <w:pStyle w:val="ECEcorps"/>
              <w:spacing w:before="240" w:after="240"/>
              <w:jc w:val="center"/>
            </w:pPr>
          </w:p>
        </w:tc>
        <w:tc>
          <w:tcPr>
            <w:tcW w:w="1329" w:type="dxa"/>
            <w:vAlign w:val="center"/>
          </w:tcPr>
          <w:p w:rsidR="00585943" w:rsidRPr="00E73D58" w:rsidRDefault="00585943" w:rsidP="00E55FCF">
            <w:pPr>
              <w:pStyle w:val="ECEcorps"/>
              <w:spacing w:before="240" w:after="240"/>
              <w:jc w:val="center"/>
            </w:pPr>
          </w:p>
        </w:tc>
        <w:tc>
          <w:tcPr>
            <w:tcW w:w="1329" w:type="dxa"/>
            <w:vAlign w:val="center"/>
          </w:tcPr>
          <w:p w:rsidR="00585943" w:rsidRPr="00E73D58" w:rsidRDefault="00585943" w:rsidP="00E55FCF">
            <w:pPr>
              <w:pStyle w:val="ECEcorps"/>
              <w:spacing w:before="240" w:after="240"/>
              <w:jc w:val="center"/>
            </w:pPr>
          </w:p>
        </w:tc>
        <w:tc>
          <w:tcPr>
            <w:tcW w:w="1329" w:type="dxa"/>
            <w:vAlign w:val="center"/>
          </w:tcPr>
          <w:p w:rsidR="00585943" w:rsidRPr="00E73D58" w:rsidRDefault="00585943" w:rsidP="00E55FCF">
            <w:pPr>
              <w:pStyle w:val="ECEcorps"/>
              <w:spacing w:before="240" w:after="240"/>
              <w:jc w:val="center"/>
            </w:pPr>
          </w:p>
        </w:tc>
      </w:tr>
      <w:tr w:rsidR="00585943" w:rsidRPr="00E73D58" w:rsidTr="00E55FCF">
        <w:tc>
          <w:tcPr>
            <w:tcW w:w="1328" w:type="dxa"/>
            <w:vAlign w:val="center"/>
          </w:tcPr>
          <w:p w:rsidR="00585943" w:rsidRPr="00E73D58" w:rsidRDefault="00585943" w:rsidP="00E55FCF">
            <w:pPr>
              <w:pStyle w:val="ECEcorps"/>
              <w:spacing w:before="240" w:after="240"/>
              <w:jc w:val="center"/>
            </w:pPr>
            <w:r>
              <w:t>Δ</w:t>
            </w:r>
            <w:r w:rsidRPr="00110125">
              <w:rPr>
                <w:i/>
              </w:rPr>
              <w:t>θ</w:t>
            </w:r>
            <w:r>
              <w:t xml:space="preserve"> (°C)</w:t>
            </w:r>
          </w:p>
        </w:tc>
        <w:tc>
          <w:tcPr>
            <w:tcW w:w="1328" w:type="dxa"/>
            <w:vAlign w:val="center"/>
          </w:tcPr>
          <w:p w:rsidR="00585943" w:rsidRDefault="00585943" w:rsidP="00E55FCF">
            <w:pPr>
              <w:pStyle w:val="ECEcorps"/>
              <w:spacing w:before="240" w:after="240"/>
              <w:jc w:val="center"/>
            </w:pPr>
            <w:r>
              <w:t>0</w:t>
            </w:r>
          </w:p>
        </w:tc>
        <w:tc>
          <w:tcPr>
            <w:tcW w:w="1329" w:type="dxa"/>
            <w:vAlign w:val="center"/>
          </w:tcPr>
          <w:p w:rsidR="00585943" w:rsidRPr="00E73D58" w:rsidRDefault="00585943" w:rsidP="00E55FCF">
            <w:pPr>
              <w:pStyle w:val="ECEcorps"/>
              <w:spacing w:before="240" w:after="240"/>
              <w:jc w:val="center"/>
            </w:pPr>
          </w:p>
        </w:tc>
        <w:tc>
          <w:tcPr>
            <w:tcW w:w="1329" w:type="dxa"/>
            <w:vAlign w:val="center"/>
          </w:tcPr>
          <w:p w:rsidR="00585943" w:rsidRPr="00E73D58" w:rsidRDefault="00585943" w:rsidP="00E55FCF">
            <w:pPr>
              <w:pStyle w:val="ECEcorps"/>
              <w:spacing w:before="240" w:after="240"/>
              <w:jc w:val="center"/>
            </w:pPr>
          </w:p>
        </w:tc>
        <w:tc>
          <w:tcPr>
            <w:tcW w:w="1329" w:type="dxa"/>
            <w:vAlign w:val="center"/>
          </w:tcPr>
          <w:p w:rsidR="00585943" w:rsidRPr="00E73D58" w:rsidRDefault="00585943" w:rsidP="00E55FCF">
            <w:pPr>
              <w:pStyle w:val="ECEcorps"/>
              <w:spacing w:before="240" w:after="240"/>
              <w:jc w:val="center"/>
            </w:pPr>
          </w:p>
        </w:tc>
        <w:tc>
          <w:tcPr>
            <w:tcW w:w="1329" w:type="dxa"/>
            <w:vAlign w:val="center"/>
          </w:tcPr>
          <w:p w:rsidR="00585943" w:rsidRPr="00E73D58" w:rsidRDefault="00585943" w:rsidP="00E55FCF">
            <w:pPr>
              <w:pStyle w:val="ECEcorps"/>
              <w:spacing w:before="240" w:after="240"/>
              <w:jc w:val="center"/>
            </w:pPr>
          </w:p>
        </w:tc>
        <w:tc>
          <w:tcPr>
            <w:tcW w:w="1329" w:type="dxa"/>
            <w:vAlign w:val="center"/>
          </w:tcPr>
          <w:p w:rsidR="00585943" w:rsidRPr="00E73D58" w:rsidRDefault="00585943" w:rsidP="00E55FCF">
            <w:pPr>
              <w:pStyle w:val="ECEcorps"/>
              <w:spacing w:before="240" w:after="240"/>
              <w:jc w:val="center"/>
            </w:pPr>
          </w:p>
        </w:tc>
        <w:tc>
          <w:tcPr>
            <w:tcW w:w="1329" w:type="dxa"/>
            <w:vAlign w:val="center"/>
          </w:tcPr>
          <w:p w:rsidR="00585943" w:rsidRPr="00E73D58" w:rsidRDefault="00585943" w:rsidP="00E55FCF">
            <w:pPr>
              <w:pStyle w:val="ECEcorps"/>
              <w:spacing w:before="240" w:after="240"/>
              <w:jc w:val="center"/>
            </w:pPr>
          </w:p>
        </w:tc>
      </w:tr>
    </w:tbl>
    <w:p w:rsidR="00585943" w:rsidRPr="00471E2D" w:rsidRDefault="00C35DD5" w:rsidP="00585943">
      <w:pPr>
        <w:pStyle w:val="ECEcorps"/>
        <w:spacing w:before="120"/>
      </w:pPr>
      <w:r>
        <w:br/>
      </w:r>
      <w:r w:rsidR="005E6769">
        <w:t>À</w:t>
      </w:r>
      <w:r w:rsidR="00585943">
        <w:t xml:space="preserve"> l’aide d’un tableur-grapheur, tracer la courbe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Δ</m:t>
            </m:r>
            <m:r>
              <m:rPr>
                <m:nor/>
              </m:rPr>
              <w:rPr>
                <w:i/>
              </w:rPr>
              <m:t>V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nor/>
                  </m:rPr>
                  <w:rPr>
                    <w:i/>
                  </w:rPr>
                  <m:t>V</m:t>
                </m:r>
              </m:e>
              <m:sub>
                <m:r>
                  <m:rPr>
                    <m:nor/>
                  </m:rPr>
                  <w:rPr>
                    <w:i/>
                  </w:rPr>
                  <m:t>0</m:t>
                </m:r>
              </m:sub>
            </m:sSub>
          </m:den>
        </m:f>
        <m:r>
          <w:rPr>
            <w:rFonts w:ascii="Cambria Math"/>
          </w:rPr>
          <m:t>=</m:t>
        </m:r>
        <m:r>
          <m:rPr>
            <m:nor/>
          </m:rPr>
          <w:rPr>
            <w:i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Δθ</m:t>
            </m:r>
          </m:e>
        </m:d>
        <m:r>
          <m:rPr>
            <m:sty m:val="p"/>
          </m:rPr>
          <w:rPr>
            <w:rFonts w:ascii="Cambria Math"/>
          </w:rPr>
          <m:t xml:space="preserve"> </m:t>
        </m:r>
      </m:oMath>
      <w:r w:rsidR="00585943" w:rsidRPr="008C57A0">
        <w:t>;</w:t>
      </w:r>
    </w:p>
    <w:p w:rsidR="00585943" w:rsidRDefault="00585943" w:rsidP="00585943">
      <w:pPr>
        <w:pStyle w:val="ECEcorps"/>
      </w:pPr>
      <w:r>
        <w:t xml:space="preserve">Grâce à une modélisation, </w:t>
      </w:r>
      <w:r w:rsidR="005E6769">
        <w:t xml:space="preserve">évaluer </w:t>
      </w:r>
      <w:r>
        <w:t xml:space="preserve">le coefficient de dilatation thermique de l’eau de mer. Noter ci-dessous la valeur </w:t>
      </w:r>
      <w:r w:rsidR="005E6769">
        <w:t xml:space="preserve">obtenue. </w:t>
      </w:r>
    </w:p>
    <w:p w:rsidR="00585943" w:rsidRDefault="00585943" w:rsidP="00585943">
      <w:pPr>
        <w:pStyle w:val="ECEcorps"/>
        <w:jc w:val="center"/>
      </w:pPr>
      <w:r w:rsidRPr="005568B0">
        <w:rPr>
          <w:i/>
        </w:rPr>
        <w:t>α</w:t>
      </w:r>
      <w:r>
        <w:t xml:space="preserve"> = ........................  °C</w:t>
      </w:r>
      <w:r w:rsidRPr="008F2BC6">
        <w:rPr>
          <w:vertAlign w:val="superscript"/>
        </w:rPr>
        <w:t>–1</w:t>
      </w:r>
      <w:r>
        <w:t>.</w:t>
      </w:r>
    </w:p>
    <w:p w:rsidR="00EF4912" w:rsidRDefault="00EF4912" w:rsidP="00585943">
      <w:pPr>
        <w:pStyle w:val="ECEcorps"/>
        <w:jc w:val="center"/>
      </w:pPr>
    </w:p>
    <w:p w:rsidR="00585943" w:rsidRDefault="00585943" w:rsidP="00585943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418"/>
        <w:gridCol w:w="6804"/>
        <w:gridCol w:w="1418"/>
      </w:tblGrid>
      <w:tr w:rsidR="00585943" w:rsidTr="00E55FCF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85943" w:rsidRDefault="00585943" w:rsidP="00E55FCF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585943" w:rsidRDefault="00585943" w:rsidP="00E55FCF">
            <w:pPr>
              <w:pStyle w:val="ECEappel"/>
              <w:framePr w:wrap="around"/>
            </w:pPr>
            <w:r>
              <w:t>APPEL n°4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:rsidR="00585943" w:rsidRDefault="00585943" w:rsidP="00E55FCF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585943" w:rsidTr="00E55FCF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:rsidR="00585943" w:rsidRPr="00592F79" w:rsidRDefault="00585943" w:rsidP="00E55FCF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:rsidR="00585943" w:rsidRDefault="00585943" w:rsidP="00E55FCF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</w:t>
            </w:r>
            <w:r>
              <w:t xml:space="preserve"> la démarche ainsi que les </w:t>
            </w:r>
            <w:r w:rsidRPr="0009288D">
              <w:t>résultats expérimentaux</w:t>
            </w:r>
            <w:r>
              <w:t xml:space="preserve"> </w:t>
            </w: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:rsidR="00585943" w:rsidRDefault="00585943" w:rsidP="00E55FCF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:rsidR="00585943" w:rsidRDefault="00585943" w:rsidP="00585943">
      <w:pPr>
        <w:pStyle w:val="ECEcorps"/>
      </w:pPr>
      <w:bookmarkStart w:id="24" w:name="_Toc460077691"/>
    </w:p>
    <w:p w:rsidR="00585943" w:rsidRPr="003C13F9" w:rsidRDefault="00585943" w:rsidP="00585943">
      <w:pPr>
        <w:pStyle w:val="ECEpartie"/>
      </w:pPr>
      <w:bookmarkStart w:id="25" w:name="_Toc466984411"/>
      <w:bookmarkStart w:id="26" w:name="_Toc473023257"/>
      <w:bookmarkStart w:id="27" w:name="_Toc504661269"/>
      <w:r>
        <w:t xml:space="preserve">Impact </w:t>
      </w:r>
      <w:r w:rsidR="0071225C">
        <w:t>du phénomène de</w:t>
      </w:r>
      <w:r>
        <w:t xml:space="preserve"> dilatation </w:t>
      </w:r>
      <w:r w:rsidR="0071225C">
        <w:t xml:space="preserve">thermique </w:t>
      </w:r>
      <w:r>
        <w:t xml:space="preserve">sur l’élévation du niveau des océans </w:t>
      </w:r>
      <w:r w:rsidRPr="00030DE4">
        <w:rPr>
          <w:b w:val="0"/>
        </w:rPr>
        <w:t>(</w:t>
      </w:r>
      <w:r>
        <w:rPr>
          <w:b w:val="0"/>
        </w:rPr>
        <w:t>20</w:t>
      </w:r>
      <w:r w:rsidRPr="00216DA9">
        <w:rPr>
          <w:b w:val="0"/>
        </w:rPr>
        <w:t xml:space="preserve"> minutes conseillées</w:t>
      </w:r>
      <w:r w:rsidRPr="00030DE4">
        <w:rPr>
          <w:b w:val="0"/>
        </w:rPr>
        <w:t>)</w:t>
      </w:r>
      <w:bookmarkEnd w:id="24"/>
      <w:bookmarkEnd w:id="25"/>
      <w:bookmarkEnd w:id="26"/>
      <w:bookmarkEnd w:id="27"/>
    </w:p>
    <w:p w:rsidR="00585943" w:rsidRDefault="00585943" w:rsidP="00585943">
      <w:pPr>
        <w:pStyle w:val="ECEcorps"/>
        <w:rPr>
          <w:rFonts w:eastAsia="Arial Unicode MS"/>
          <w:i/>
        </w:rPr>
      </w:pPr>
    </w:p>
    <w:p w:rsidR="00585943" w:rsidRDefault="00585943" w:rsidP="00585943">
      <w:pPr>
        <w:pStyle w:val="ECEcorps"/>
      </w:pPr>
      <w:r>
        <w:t xml:space="preserve">À partir de la valeur du coefficient </w:t>
      </w:r>
      <w:r w:rsidR="005C29D8">
        <w:t xml:space="preserve">de dilatation </w:t>
      </w:r>
      <w:r>
        <w:t xml:space="preserve">thermique </w:t>
      </w:r>
      <w:r w:rsidR="005C29D8" w:rsidRPr="005C29D8">
        <w:rPr>
          <w:rFonts w:ascii="Symbol" w:hAnsi="Symbol"/>
          <w:i/>
        </w:rPr>
        <w:t></w:t>
      </w:r>
      <w:r w:rsidR="005C29D8" w:rsidRPr="005C29D8">
        <w:rPr>
          <w:rFonts w:ascii="Symbol" w:hAnsi="Symbol"/>
        </w:rPr>
        <w:t></w:t>
      </w:r>
      <w:r>
        <w:t>déterminé</w:t>
      </w:r>
      <w:r w:rsidR="005E6769">
        <w:t>e</w:t>
      </w:r>
      <w:r>
        <w:t xml:space="preserve"> expérimentalement et </w:t>
      </w:r>
      <w:r w:rsidR="005E6769">
        <w:t>à l’aide du document </w:t>
      </w:r>
      <w:r w:rsidR="00EF4912">
        <w:t>3</w:t>
      </w:r>
      <w:r>
        <w:t xml:space="preserve">, </w:t>
      </w:r>
      <w:r w:rsidR="005E6769">
        <w:t xml:space="preserve">estimer la valeur de </w:t>
      </w:r>
      <w:r>
        <w:t xml:space="preserve">l’élévation du niveau de l’océan </w:t>
      </w:r>
      <w:r w:rsidR="00EF4912">
        <w:t xml:space="preserve">due au phénomène de dilatation thermique </w:t>
      </w:r>
      <w:r w:rsidR="005E6769">
        <w:t xml:space="preserve">depuis le début du </w:t>
      </w:r>
      <w:r w:rsidR="00EF4912">
        <w:t>XXème siècle</w:t>
      </w:r>
      <w:r>
        <w:t>.</w:t>
      </w:r>
      <w:r w:rsidR="00EF4912">
        <w:t xml:space="preserve"> </w:t>
      </w:r>
      <w:r w:rsidR="005E6769">
        <w:t>À</w:t>
      </w:r>
      <w:r w:rsidR="00EF4912">
        <w:t xml:space="preserve"> partir du résultat obtenu</w:t>
      </w:r>
      <w:r w:rsidR="003E5688">
        <w:t>,</w:t>
      </w:r>
      <w:r w:rsidR="00EF4912">
        <w:t xml:space="preserve"> conclure en justifiant quant au caractère négligeable ou pas de ce phénomène.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Pr="00341FA8" w:rsidRDefault="00585943" w:rsidP="0058594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585943" w:rsidRDefault="00585943" w:rsidP="00EF4912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:rsidR="00EF4912" w:rsidRPr="00585943" w:rsidRDefault="00EF4912" w:rsidP="00EF4912">
      <w:pPr>
        <w:pStyle w:val="ECErponse"/>
      </w:pPr>
    </w:p>
    <w:p w:rsidR="00585943" w:rsidRDefault="00585943" w:rsidP="00585943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salle.</w:t>
      </w:r>
    </w:p>
    <w:bookmarkEnd w:id="0"/>
    <w:bookmarkEnd w:id="1"/>
    <w:bookmarkEnd w:id="2"/>
    <w:bookmarkEnd w:id="3"/>
    <w:p w:rsidR="00585943" w:rsidRDefault="00585943">
      <w:pPr>
        <w:spacing w:line="240" w:lineRule="auto"/>
        <w:jc w:val="left"/>
        <w:rPr>
          <w:rFonts w:eastAsia="Arial Unicode MS"/>
          <w:bCs/>
          <w:iCs/>
          <w:color w:val="auto"/>
        </w:rPr>
      </w:pPr>
    </w:p>
    <w:sectPr w:rsidR="00585943" w:rsidSect="00680CBA">
      <w:headerReference w:type="default" r:id="rId9"/>
      <w:footerReference w:type="default" r:id="rId10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D5E" w:rsidRDefault="00315D5E" w:rsidP="0008058B">
      <w:r>
        <w:separator/>
      </w:r>
    </w:p>
  </w:endnote>
  <w:endnote w:type="continuationSeparator" w:id="0">
    <w:p w:rsidR="00315D5E" w:rsidRDefault="00315D5E" w:rsidP="00080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D5E" w:rsidRPr="00827238" w:rsidRDefault="00315D5E" w:rsidP="00511500">
    <w:pPr>
      <w:pStyle w:val="ECEcorps"/>
      <w:jc w:val="right"/>
    </w:pPr>
    <w:r w:rsidRPr="00827238">
      <w:t xml:space="preserve">Page </w:t>
    </w:r>
    <w:fldSimple w:instr=" PAGE ">
      <w:r w:rsidR="00926B3E">
        <w:rPr>
          <w:noProof/>
        </w:rPr>
        <w:t>2</w:t>
      </w:r>
    </w:fldSimple>
    <w:r w:rsidRPr="00827238">
      <w:t xml:space="preserve"> sur </w:t>
    </w:r>
    <w:fldSimple w:instr=" NUMPAGES  ">
      <w:r w:rsidR="00926B3E">
        <w:rPr>
          <w:noProof/>
        </w:rPr>
        <w:t>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D5E" w:rsidRDefault="00315D5E" w:rsidP="0008058B">
      <w:r>
        <w:separator/>
      </w:r>
    </w:p>
  </w:footnote>
  <w:footnote w:type="continuationSeparator" w:id="0">
    <w:p w:rsidR="00315D5E" w:rsidRDefault="00315D5E" w:rsidP="000805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D5E" w:rsidRDefault="00315D5E" w:rsidP="00511500">
    <w:pPr>
      <w:pStyle w:val="ECEcorps"/>
      <w:tabs>
        <w:tab w:val="center" w:pos="851"/>
        <w:tab w:val="center" w:pos="5103"/>
        <w:tab w:val="center" w:pos="9498"/>
      </w:tabs>
    </w:pPr>
    <w:r>
      <w:tab/>
      <w:t>Spécialité</w:t>
    </w:r>
    <w:r>
      <w:tab/>
    </w:r>
    <w:r>
      <w:rPr>
        <w:b/>
        <w:sz w:val="24"/>
        <w:szCs w:val="24"/>
      </w:rPr>
      <w:t>DILATATION DES OCÉANS</w:t>
    </w:r>
    <w:r>
      <w:tab/>
      <w:t>Session</w:t>
    </w:r>
  </w:p>
  <w:p w:rsidR="00315D5E" w:rsidRDefault="00315D5E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2018</w:t>
    </w:r>
  </w:p>
  <w:p w:rsidR="00315D5E" w:rsidRDefault="00315D5E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>
    <w:nsid w:val="12AC1485"/>
    <w:multiLevelType w:val="hybridMultilevel"/>
    <w:tmpl w:val="6A0018B8"/>
    <w:lvl w:ilvl="0" w:tplc="46D82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37AF7"/>
    <w:multiLevelType w:val="hybridMultilevel"/>
    <w:tmpl w:val="43F80140"/>
    <w:lvl w:ilvl="0" w:tplc="970423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1B0DBB"/>
    <w:multiLevelType w:val="hybridMultilevel"/>
    <w:tmpl w:val="618CB086"/>
    <w:lvl w:ilvl="0" w:tplc="CC1A8DB2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C905CE"/>
    <w:multiLevelType w:val="hybridMultilevel"/>
    <w:tmpl w:val="90164210"/>
    <w:lvl w:ilvl="0" w:tplc="C61CA7E0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424BB1"/>
    <w:multiLevelType w:val="hybridMultilevel"/>
    <w:tmpl w:val="95A4354A"/>
    <w:lvl w:ilvl="0" w:tplc="458432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DD09A2"/>
    <w:multiLevelType w:val="hybridMultilevel"/>
    <w:tmpl w:val="6E24F974"/>
    <w:lvl w:ilvl="0" w:tplc="557CD0C4">
      <w:numFmt w:val="bullet"/>
      <w:lvlText w:val="-"/>
      <w:lvlJc w:val="left"/>
      <w:pPr>
        <w:ind w:left="502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7C5E67"/>
    <w:multiLevelType w:val="multilevel"/>
    <w:tmpl w:val="2AE29B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E780CDB"/>
    <w:multiLevelType w:val="hybridMultilevel"/>
    <w:tmpl w:val="B6009F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3D7F3D"/>
    <w:multiLevelType w:val="hybridMultilevel"/>
    <w:tmpl w:val="1D20A386"/>
    <w:lvl w:ilvl="0" w:tplc="B21C840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59A00FB0"/>
    <w:multiLevelType w:val="hybridMultilevel"/>
    <w:tmpl w:val="3F2A9BA8"/>
    <w:lvl w:ilvl="0" w:tplc="118ED85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8A79A5"/>
    <w:multiLevelType w:val="hybridMultilevel"/>
    <w:tmpl w:val="D51E72E2"/>
    <w:lvl w:ilvl="0" w:tplc="CDB04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9C404D"/>
    <w:multiLevelType w:val="hybridMultilevel"/>
    <w:tmpl w:val="BE7663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A13396"/>
    <w:multiLevelType w:val="hybridMultilevel"/>
    <w:tmpl w:val="C0C0FCD0"/>
    <w:lvl w:ilvl="0" w:tplc="66960CAC">
      <w:start w:val="1"/>
      <w:numFmt w:val="bullet"/>
      <w:pStyle w:val="ECEpuce1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4"/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15"/>
  </w:num>
  <w:num w:numId="8">
    <w:abstractNumId w:val="15"/>
  </w:num>
  <w:num w:numId="9">
    <w:abstractNumId w:val="8"/>
  </w:num>
  <w:num w:numId="10">
    <w:abstractNumId w:val="4"/>
  </w:num>
  <w:num w:numId="11">
    <w:abstractNumId w:val="11"/>
  </w:num>
  <w:num w:numId="12">
    <w:abstractNumId w:val="4"/>
    <w:lvlOverride w:ilvl="0">
      <w:startOverride w:val="1"/>
    </w:lvlOverride>
  </w:num>
  <w:num w:numId="13">
    <w:abstractNumId w:val="2"/>
  </w:num>
  <w:num w:numId="14">
    <w:abstractNumId w:val="10"/>
  </w:num>
  <w:num w:numId="15">
    <w:abstractNumId w:val="6"/>
  </w:num>
  <w:num w:numId="16">
    <w:abstractNumId w:val="1"/>
  </w:num>
  <w:num w:numId="17">
    <w:abstractNumId w:val="3"/>
  </w:num>
  <w:num w:numId="18">
    <w:abstractNumId w:val="5"/>
  </w:num>
  <w:num w:numId="19">
    <w:abstractNumId w:val="13"/>
  </w:num>
  <w:num w:numId="20">
    <w:abstractNumId w:val="15"/>
  </w:num>
  <w:num w:numId="21">
    <w:abstractNumId w:val="15"/>
  </w:num>
  <w:num w:numId="22">
    <w:abstractNumId w:val="12"/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stylePaneFormatFilter w:val="1808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060606"/>
    <w:rsid w:val="000007E9"/>
    <w:rsid w:val="0000743C"/>
    <w:rsid w:val="00011DFF"/>
    <w:rsid w:val="00013879"/>
    <w:rsid w:val="00016B74"/>
    <w:rsid w:val="0002294F"/>
    <w:rsid w:val="00024065"/>
    <w:rsid w:val="00024878"/>
    <w:rsid w:val="00024ED7"/>
    <w:rsid w:val="00026E7C"/>
    <w:rsid w:val="00027CEE"/>
    <w:rsid w:val="00030327"/>
    <w:rsid w:val="00030DE4"/>
    <w:rsid w:val="000320AB"/>
    <w:rsid w:val="0003345D"/>
    <w:rsid w:val="00036419"/>
    <w:rsid w:val="000452AF"/>
    <w:rsid w:val="00045B50"/>
    <w:rsid w:val="0005057E"/>
    <w:rsid w:val="00052A58"/>
    <w:rsid w:val="0005391B"/>
    <w:rsid w:val="000544C5"/>
    <w:rsid w:val="0005612D"/>
    <w:rsid w:val="00056189"/>
    <w:rsid w:val="00060606"/>
    <w:rsid w:val="00070824"/>
    <w:rsid w:val="000730EC"/>
    <w:rsid w:val="0008058B"/>
    <w:rsid w:val="00083DE4"/>
    <w:rsid w:val="00084D56"/>
    <w:rsid w:val="000877F6"/>
    <w:rsid w:val="0009288D"/>
    <w:rsid w:val="00093E9C"/>
    <w:rsid w:val="00094B9D"/>
    <w:rsid w:val="000A0CDC"/>
    <w:rsid w:val="000A0EF6"/>
    <w:rsid w:val="000A35F6"/>
    <w:rsid w:val="000A3EEE"/>
    <w:rsid w:val="000A44CB"/>
    <w:rsid w:val="000A45AA"/>
    <w:rsid w:val="000A4DD1"/>
    <w:rsid w:val="000A7BEB"/>
    <w:rsid w:val="000A7E22"/>
    <w:rsid w:val="000B37BC"/>
    <w:rsid w:val="000B405A"/>
    <w:rsid w:val="000B6177"/>
    <w:rsid w:val="000B775E"/>
    <w:rsid w:val="000C0C10"/>
    <w:rsid w:val="000D3A8D"/>
    <w:rsid w:val="000D3D7B"/>
    <w:rsid w:val="000D3EC0"/>
    <w:rsid w:val="000D4C7E"/>
    <w:rsid w:val="000E11E8"/>
    <w:rsid w:val="000E4C0B"/>
    <w:rsid w:val="000E6CD3"/>
    <w:rsid w:val="000F09CE"/>
    <w:rsid w:val="000F2199"/>
    <w:rsid w:val="000F2594"/>
    <w:rsid w:val="000F4F58"/>
    <w:rsid w:val="000F5562"/>
    <w:rsid w:val="00103200"/>
    <w:rsid w:val="00106903"/>
    <w:rsid w:val="00110125"/>
    <w:rsid w:val="00114E22"/>
    <w:rsid w:val="00115F77"/>
    <w:rsid w:val="001166E5"/>
    <w:rsid w:val="00116C8E"/>
    <w:rsid w:val="00117BB9"/>
    <w:rsid w:val="001227DD"/>
    <w:rsid w:val="0012384F"/>
    <w:rsid w:val="0013056C"/>
    <w:rsid w:val="0013127E"/>
    <w:rsid w:val="001336E9"/>
    <w:rsid w:val="0013563B"/>
    <w:rsid w:val="001360B9"/>
    <w:rsid w:val="00136DFF"/>
    <w:rsid w:val="00141DEF"/>
    <w:rsid w:val="00144748"/>
    <w:rsid w:val="00154171"/>
    <w:rsid w:val="00154704"/>
    <w:rsid w:val="001604BE"/>
    <w:rsid w:val="00162E7C"/>
    <w:rsid w:val="0016304D"/>
    <w:rsid w:val="0018019C"/>
    <w:rsid w:val="00180BB9"/>
    <w:rsid w:val="00184590"/>
    <w:rsid w:val="001856D1"/>
    <w:rsid w:val="00185C9A"/>
    <w:rsid w:val="001946FD"/>
    <w:rsid w:val="00194A94"/>
    <w:rsid w:val="00195444"/>
    <w:rsid w:val="00197F7D"/>
    <w:rsid w:val="001A032B"/>
    <w:rsid w:val="001A07C5"/>
    <w:rsid w:val="001A43AF"/>
    <w:rsid w:val="001A70CC"/>
    <w:rsid w:val="001B3110"/>
    <w:rsid w:val="001B5CD4"/>
    <w:rsid w:val="001B6AE5"/>
    <w:rsid w:val="001B6BCD"/>
    <w:rsid w:val="001C141F"/>
    <w:rsid w:val="001C1B1D"/>
    <w:rsid w:val="001C388B"/>
    <w:rsid w:val="001C47E9"/>
    <w:rsid w:val="001C50C9"/>
    <w:rsid w:val="001C7882"/>
    <w:rsid w:val="001E36BA"/>
    <w:rsid w:val="001E6BF0"/>
    <w:rsid w:val="001F2B63"/>
    <w:rsid w:val="001F3BEA"/>
    <w:rsid w:val="001F42A2"/>
    <w:rsid w:val="001F5398"/>
    <w:rsid w:val="001F5E81"/>
    <w:rsid w:val="001F6316"/>
    <w:rsid w:val="00202861"/>
    <w:rsid w:val="00215368"/>
    <w:rsid w:val="00216DA9"/>
    <w:rsid w:val="002220E1"/>
    <w:rsid w:val="002245FF"/>
    <w:rsid w:val="002247AF"/>
    <w:rsid w:val="002250D5"/>
    <w:rsid w:val="002304B9"/>
    <w:rsid w:val="002307AC"/>
    <w:rsid w:val="0023231F"/>
    <w:rsid w:val="002330D6"/>
    <w:rsid w:val="0023590A"/>
    <w:rsid w:val="00235CF8"/>
    <w:rsid w:val="002402D0"/>
    <w:rsid w:val="002406F0"/>
    <w:rsid w:val="00241CF1"/>
    <w:rsid w:val="002436AD"/>
    <w:rsid w:val="002513B4"/>
    <w:rsid w:val="002553BD"/>
    <w:rsid w:val="002570A7"/>
    <w:rsid w:val="00267E4F"/>
    <w:rsid w:val="00272204"/>
    <w:rsid w:val="002739E2"/>
    <w:rsid w:val="00282A6D"/>
    <w:rsid w:val="00282C85"/>
    <w:rsid w:val="00284285"/>
    <w:rsid w:val="0029040E"/>
    <w:rsid w:val="0029377D"/>
    <w:rsid w:val="00297830"/>
    <w:rsid w:val="002B1467"/>
    <w:rsid w:val="002B2244"/>
    <w:rsid w:val="002B44A4"/>
    <w:rsid w:val="002B74AE"/>
    <w:rsid w:val="002C2ED6"/>
    <w:rsid w:val="002C3CC3"/>
    <w:rsid w:val="002C3E41"/>
    <w:rsid w:val="002D23AF"/>
    <w:rsid w:val="002D6D15"/>
    <w:rsid w:val="002D787C"/>
    <w:rsid w:val="002D7D70"/>
    <w:rsid w:val="002E68C6"/>
    <w:rsid w:val="002E7086"/>
    <w:rsid w:val="002E7104"/>
    <w:rsid w:val="00300FF9"/>
    <w:rsid w:val="00305D9F"/>
    <w:rsid w:val="00312F6B"/>
    <w:rsid w:val="00313B78"/>
    <w:rsid w:val="00314F87"/>
    <w:rsid w:val="00315D5E"/>
    <w:rsid w:val="00317797"/>
    <w:rsid w:val="003179FE"/>
    <w:rsid w:val="00317EBC"/>
    <w:rsid w:val="00323FEF"/>
    <w:rsid w:val="00326CC5"/>
    <w:rsid w:val="00330344"/>
    <w:rsid w:val="00332943"/>
    <w:rsid w:val="00332C86"/>
    <w:rsid w:val="0033392A"/>
    <w:rsid w:val="00335B86"/>
    <w:rsid w:val="0033731B"/>
    <w:rsid w:val="003426DD"/>
    <w:rsid w:val="00343196"/>
    <w:rsid w:val="003432B9"/>
    <w:rsid w:val="00344874"/>
    <w:rsid w:val="00351073"/>
    <w:rsid w:val="00356DD6"/>
    <w:rsid w:val="00366A24"/>
    <w:rsid w:val="00367552"/>
    <w:rsid w:val="0037570D"/>
    <w:rsid w:val="00380A67"/>
    <w:rsid w:val="003839E3"/>
    <w:rsid w:val="00383F1A"/>
    <w:rsid w:val="00392F51"/>
    <w:rsid w:val="003934F1"/>
    <w:rsid w:val="0039367C"/>
    <w:rsid w:val="003958F9"/>
    <w:rsid w:val="00397E4F"/>
    <w:rsid w:val="003A1673"/>
    <w:rsid w:val="003A22D4"/>
    <w:rsid w:val="003A5B58"/>
    <w:rsid w:val="003B15C1"/>
    <w:rsid w:val="003B41FF"/>
    <w:rsid w:val="003B4DE9"/>
    <w:rsid w:val="003C0A55"/>
    <w:rsid w:val="003C13F9"/>
    <w:rsid w:val="003C1DA1"/>
    <w:rsid w:val="003C6A7A"/>
    <w:rsid w:val="003D0525"/>
    <w:rsid w:val="003D2DB2"/>
    <w:rsid w:val="003E006F"/>
    <w:rsid w:val="003E5688"/>
    <w:rsid w:val="003F5DFB"/>
    <w:rsid w:val="00400882"/>
    <w:rsid w:val="00400B20"/>
    <w:rsid w:val="00402575"/>
    <w:rsid w:val="00403948"/>
    <w:rsid w:val="00405DE7"/>
    <w:rsid w:val="004143AF"/>
    <w:rsid w:val="00420848"/>
    <w:rsid w:val="00422729"/>
    <w:rsid w:val="004264D0"/>
    <w:rsid w:val="00427992"/>
    <w:rsid w:val="00430881"/>
    <w:rsid w:val="004314C1"/>
    <w:rsid w:val="00435399"/>
    <w:rsid w:val="00436CD1"/>
    <w:rsid w:val="0043723E"/>
    <w:rsid w:val="0044020A"/>
    <w:rsid w:val="00443734"/>
    <w:rsid w:val="0044437A"/>
    <w:rsid w:val="00452138"/>
    <w:rsid w:val="004535D5"/>
    <w:rsid w:val="00455CA0"/>
    <w:rsid w:val="00457661"/>
    <w:rsid w:val="0046515C"/>
    <w:rsid w:val="004670A4"/>
    <w:rsid w:val="004705E9"/>
    <w:rsid w:val="00471E2D"/>
    <w:rsid w:val="004844FB"/>
    <w:rsid w:val="00484BB6"/>
    <w:rsid w:val="00486CC1"/>
    <w:rsid w:val="0049054C"/>
    <w:rsid w:val="00490BE1"/>
    <w:rsid w:val="00494116"/>
    <w:rsid w:val="00494687"/>
    <w:rsid w:val="004951F3"/>
    <w:rsid w:val="004955A9"/>
    <w:rsid w:val="00495C64"/>
    <w:rsid w:val="00496711"/>
    <w:rsid w:val="00496C53"/>
    <w:rsid w:val="004A1CF1"/>
    <w:rsid w:val="004B0872"/>
    <w:rsid w:val="004B461A"/>
    <w:rsid w:val="004B66B4"/>
    <w:rsid w:val="004B701D"/>
    <w:rsid w:val="004B7299"/>
    <w:rsid w:val="004B7AC0"/>
    <w:rsid w:val="004C0A1F"/>
    <w:rsid w:val="004C193F"/>
    <w:rsid w:val="004C1E16"/>
    <w:rsid w:val="004C25C9"/>
    <w:rsid w:val="004C486D"/>
    <w:rsid w:val="004C63B9"/>
    <w:rsid w:val="004C7336"/>
    <w:rsid w:val="004C7C1A"/>
    <w:rsid w:val="004D1762"/>
    <w:rsid w:val="004D4C43"/>
    <w:rsid w:val="004E3F39"/>
    <w:rsid w:val="004E6462"/>
    <w:rsid w:val="004E7A99"/>
    <w:rsid w:val="004E7C5D"/>
    <w:rsid w:val="004F39E2"/>
    <w:rsid w:val="004F5365"/>
    <w:rsid w:val="004F58C7"/>
    <w:rsid w:val="004F5967"/>
    <w:rsid w:val="004F7FE3"/>
    <w:rsid w:val="00501769"/>
    <w:rsid w:val="00506580"/>
    <w:rsid w:val="0050742C"/>
    <w:rsid w:val="00510865"/>
    <w:rsid w:val="00511500"/>
    <w:rsid w:val="00513074"/>
    <w:rsid w:val="00514057"/>
    <w:rsid w:val="0051466E"/>
    <w:rsid w:val="00514F40"/>
    <w:rsid w:val="00525AEB"/>
    <w:rsid w:val="0052797B"/>
    <w:rsid w:val="00527A98"/>
    <w:rsid w:val="00527F41"/>
    <w:rsid w:val="0053139B"/>
    <w:rsid w:val="00531889"/>
    <w:rsid w:val="0053338E"/>
    <w:rsid w:val="00535F25"/>
    <w:rsid w:val="005367B5"/>
    <w:rsid w:val="005415CA"/>
    <w:rsid w:val="0054261D"/>
    <w:rsid w:val="00542CAD"/>
    <w:rsid w:val="00542F50"/>
    <w:rsid w:val="00545715"/>
    <w:rsid w:val="00555314"/>
    <w:rsid w:val="005568B0"/>
    <w:rsid w:val="00560C55"/>
    <w:rsid w:val="00567E16"/>
    <w:rsid w:val="00575795"/>
    <w:rsid w:val="0058258D"/>
    <w:rsid w:val="005827DD"/>
    <w:rsid w:val="00585943"/>
    <w:rsid w:val="005933DC"/>
    <w:rsid w:val="00593DD4"/>
    <w:rsid w:val="00593F5E"/>
    <w:rsid w:val="005A3ADA"/>
    <w:rsid w:val="005A6352"/>
    <w:rsid w:val="005B70E0"/>
    <w:rsid w:val="005C29D8"/>
    <w:rsid w:val="005C3EE9"/>
    <w:rsid w:val="005E033D"/>
    <w:rsid w:val="005E368D"/>
    <w:rsid w:val="005E36BE"/>
    <w:rsid w:val="005E5317"/>
    <w:rsid w:val="005E6769"/>
    <w:rsid w:val="005F022A"/>
    <w:rsid w:val="005F1685"/>
    <w:rsid w:val="005F50B6"/>
    <w:rsid w:val="005F5A44"/>
    <w:rsid w:val="005F6756"/>
    <w:rsid w:val="006011C6"/>
    <w:rsid w:val="006017BB"/>
    <w:rsid w:val="00603814"/>
    <w:rsid w:val="0060508C"/>
    <w:rsid w:val="00613519"/>
    <w:rsid w:val="00614FB5"/>
    <w:rsid w:val="00615FD7"/>
    <w:rsid w:val="006219C6"/>
    <w:rsid w:val="006220B0"/>
    <w:rsid w:val="00622A2D"/>
    <w:rsid w:val="006250BB"/>
    <w:rsid w:val="006256F1"/>
    <w:rsid w:val="006314B5"/>
    <w:rsid w:val="006318CE"/>
    <w:rsid w:val="0063227B"/>
    <w:rsid w:val="006326C9"/>
    <w:rsid w:val="00632E83"/>
    <w:rsid w:val="00640F78"/>
    <w:rsid w:val="00641949"/>
    <w:rsid w:val="00641C53"/>
    <w:rsid w:val="0064217A"/>
    <w:rsid w:val="00644945"/>
    <w:rsid w:val="00651DAD"/>
    <w:rsid w:val="00651E42"/>
    <w:rsid w:val="0065705C"/>
    <w:rsid w:val="0067001A"/>
    <w:rsid w:val="00670A39"/>
    <w:rsid w:val="0067559A"/>
    <w:rsid w:val="0067562A"/>
    <w:rsid w:val="00675DF7"/>
    <w:rsid w:val="00680CBA"/>
    <w:rsid w:val="006834FF"/>
    <w:rsid w:val="006A0F26"/>
    <w:rsid w:val="006A1119"/>
    <w:rsid w:val="006A38D7"/>
    <w:rsid w:val="006A4982"/>
    <w:rsid w:val="006B3432"/>
    <w:rsid w:val="006B59B6"/>
    <w:rsid w:val="006C3642"/>
    <w:rsid w:val="006D42BD"/>
    <w:rsid w:val="006E0AA5"/>
    <w:rsid w:val="006E4A76"/>
    <w:rsid w:val="006E61FC"/>
    <w:rsid w:val="006F3571"/>
    <w:rsid w:val="006F5EF8"/>
    <w:rsid w:val="00700B7B"/>
    <w:rsid w:val="00703EF9"/>
    <w:rsid w:val="00706195"/>
    <w:rsid w:val="00707ADF"/>
    <w:rsid w:val="0071225C"/>
    <w:rsid w:val="00713EB7"/>
    <w:rsid w:val="007171FB"/>
    <w:rsid w:val="00717E5F"/>
    <w:rsid w:val="00722893"/>
    <w:rsid w:val="007248BF"/>
    <w:rsid w:val="0072494A"/>
    <w:rsid w:val="00724A84"/>
    <w:rsid w:val="007259AF"/>
    <w:rsid w:val="00736B78"/>
    <w:rsid w:val="00741025"/>
    <w:rsid w:val="00746F3E"/>
    <w:rsid w:val="007479C4"/>
    <w:rsid w:val="00750D77"/>
    <w:rsid w:val="00751CCC"/>
    <w:rsid w:val="00752C74"/>
    <w:rsid w:val="007549CE"/>
    <w:rsid w:val="00757A52"/>
    <w:rsid w:val="00762F0F"/>
    <w:rsid w:val="00763EF5"/>
    <w:rsid w:val="00775C6F"/>
    <w:rsid w:val="00776566"/>
    <w:rsid w:val="00777A5A"/>
    <w:rsid w:val="00791883"/>
    <w:rsid w:val="00795BD5"/>
    <w:rsid w:val="007A3C35"/>
    <w:rsid w:val="007A4C66"/>
    <w:rsid w:val="007B1014"/>
    <w:rsid w:val="007B2F65"/>
    <w:rsid w:val="007B5BC4"/>
    <w:rsid w:val="007B5E09"/>
    <w:rsid w:val="007C2791"/>
    <w:rsid w:val="007D2CCF"/>
    <w:rsid w:val="007D2DD4"/>
    <w:rsid w:val="007D359B"/>
    <w:rsid w:val="007D3901"/>
    <w:rsid w:val="007E3B41"/>
    <w:rsid w:val="007E5DC4"/>
    <w:rsid w:val="007E5E93"/>
    <w:rsid w:val="007E6784"/>
    <w:rsid w:val="007F21F7"/>
    <w:rsid w:val="007F4752"/>
    <w:rsid w:val="007F4B1B"/>
    <w:rsid w:val="008034C0"/>
    <w:rsid w:val="00803BDE"/>
    <w:rsid w:val="00804D53"/>
    <w:rsid w:val="0081247E"/>
    <w:rsid w:val="00814D65"/>
    <w:rsid w:val="00820B3A"/>
    <w:rsid w:val="008212D5"/>
    <w:rsid w:val="00824EE0"/>
    <w:rsid w:val="00827238"/>
    <w:rsid w:val="00835A0F"/>
    <w:rsid w:val="00843D00"/>
    <w:rsid w:val="00845CFB"/>
    <w:rsid w:val="00847E64"/>
    <w:rsid w:val="00852F9E"/>
    <w:rsid w:val="008540F1"/>
    <w:rsid w:val="008564C1"/>
    <w:rsid w:val="00860795"/>
    <w:rsid w:val="0086247C"/>
    <w:rsid w:val="008629B5"/>
    <w:rsid w:val="008771C5"/>
    <w:rsid w:val="00877483"/>
    <w:rsid w:val="00882C1C"/>
    <w:rsid w:val="00883B86"/>
    <w:rsid w:val="008842CD"/>
    <w:rsid w:val="008843CC"/>
    <w:rsid w:val="008900C4"/>
    <w:rsid w:val="008915AD"/>
    <w:rsid w:val="00892447"/>
    <w:rsid w:val="00894559"/>
    <w:rsid w:val="008955A5"/>
    <w:rsid w:val="00895C4A"/>
    <w:rsid w:val="008A206A"/>
    <w:rsid w:val="008A2361"/>
    <w:rsid w:val="008A2C45"/>
    <w:rsid w:val="008A66EA"/>
    <w:rsid w:val="008B0CFF"/>
    <w:rsid w:val="008B1679"/>
    <w:rsid w:val="008B1B0C"/>
    <w:rsid w:val="008B3457"/>
    <w:rsid w:val="008B3959"/>
    <w:rsid w:val="008C05B4"/>
    <w:rsid w:val="008C38F0"/>
    <w:rsid w:val="008C57A0"/>
    <w:rsid w:val="008C5E45"/>
    <w:rsid w:val="008D0C4C"/>
    <w:rsid w:val="008D1E66"/>
    <w:rsid w:val="008D2329"/>
    <w:rsid w:val="008D4700"/>
    <w:rsid w:val="008D5BC6"/>
    <w:rsid w:val="008D5E24"/>
    <w:rsid w:val="008E4D61"/>
    <w:rsid w:val="008E58B1"/>
    <w:rsid w:val="008E7248"/>
    <w:rsid w:val="008F0009"/>
    <w:rsid w:val="008F0D4C"/>
    <w:rsid w:val="008F1945"/>
    <w:rsid w:val="008F2BC6"/>
    <w:rsid w:val="008F43AF"/>
    <w:rsid w:val="008F5BC4"/>
    <w:rsid w:val="008F7C05"/>
    <w:rsid w:val="009029B1"/>
    <w:rsid w:val="00907C3A"/>
    <w:rsid w:val="00910A57"/>
    <w:rsid w:val="00910ACC"/>
    <w:rsid w:val="00910B6F"/>
    <w:rsid w:val="009126CD"/>
    <w:rsid w:val="00915AEE"/>
    <w:rsid w:val="00915FC5"/>
    <w:rsid w:val="00917147"/>
    <w:rsid w:val="00926B3E"/>
    <w:rsid w:val="009325AA"/>
    <w:rsid w:val="00933FDE"/>
    <w:rsid w:val="0093532A"/>
    <w:rsid w:val="009362F7"/>
    <w:rsid w:val="009407A6"/>
    <w:rsid w:val="00943326"/>
    <w:rsid w:val="0094436A"/>
    <w:rsid w:val="009453C9"/>
    <w:rsid w:val="009506E7"/>
    <w:rsid w:val="00953B67"/>
    <w:rsid w:val="00955C8C"/>
    <w:rsid w:val="00956745"/>
    <w:rsid w:val="00961955"/>
    <w:rsid w:val="0096497F"/>
    <w:rsid w:val="00965FA8"/>
    <w:rsid w:val="00967A91"/>
    <w:rsid w:val="0097107F"/>
    <w:rsid w:val="00977D3F"/>
    <w:rsid w:val="00980747"/>
    <w:rsid w:val="00980F9F"/>
    <w:rsid w:val="0098288D"/>
    <w:rsid w:val="00982ACA"/>
    <w:rsid w:val="009850FD"/>
    <w:rsid w:val="009903B6"/>
    <w:rsid w:val="00990F27"/>
    <w:rsid w:val="0099342F"/>
    <w:rsid w:val="009A36D8"/>
    <w:rsid w:val="009A5591"/>
    <w:rsid w:val="009A7FEC"/>
    <w:rsid w:val="009B216D"/>
    <w:rsid w:val="009B3241"/>
    <w:rsid w:val="009D230E"/>
    <w:rsid w:val="009D5683"/>
    <w:rsid w:val="009D5DFA"/>
    <w:rsid w:val="009E0132"/>
    <w:rsid w:val="009E02D9"/>
    <w:rsid w:val="009E173E"/>
    <w:rsid w:val="009E1FCF"/>
    <w:rsid w:val="009E2958"/>
    <w:rsid w:val="009F43E0"/>
    <w:rsid w:val="009F7DC3"/>
    <w:rsid w:val="00A01302"/>
    <w:rsid w:val="00A027BC"/>
    <w:rsid w:val="00A05885"/>
    <w:rsid w:val="00A05EB9"/>
    <w:rsid w:val="00A12834"/>
    <w:rsid w:val="00A13448"/>
    <w:rsid w:val="00A16872"/>
    <w:rsid w:val="00A252DB"/>
    <w:rsid w:val="00A25E81"/>
    <w:rsid w:val="00A260A0"/>
    <w:rsid w:val="00A26700"/>
    <w:rsid w:val="00A27074"/>
    <w:rsid w:val="00A35262"/>
    <w:rsid w:val="00A37761"/>
    <w:rsid w:val="00A436E8"/>
    <w:rsid w:val="00A4377D"/>
    <w:rsid w:val="00A446AD"/>
    <w:rsid w:val="00A52B59"/>
    <w:rsid w:val="00A545AC"/>
    <w:rsid w:val="00A5619C"/>
    <w:rsid w:val="00A60B25"/>
    <w:rsid w:val="00A611F0"/>
    <w:rsid w:val="00A626A5"/>
    <w:rsid w:val="00A6314F"/>
    <w:rsid w:val="00A646CA"/>
    <w:rsid w:val="00A649FE"/>
    <w:rsid w:val="00A66F6D"/>
    <w:rsid w:val="00A83C9A"/>
    <w:rsid w:val="00A94062"/>
    <w:rsid w:val="00A9571D"/>
    <w:rsid w:val="00A960AB"/>
    <w:rsid w:val="00A96E30"/>
    <w:rsid w:val="00AB1C2D"/>
    <w:rsid w:val="00AB70F2"/>
    <w:rsid w:val="00AC1F4D"/>
    <w:rsid w:val="00AC37E8"/>
    <w:rsid w:val="00AC48FD"/>
    <w:rsid w:val="00AD1605"/>
    <w:rsid w:val="00AD1B67"/>
    <w:rsid w:val="00AD759C"/>
    <w:rsid w:val="00AE1C5F"/>
    <w:rsid w:val="00AE2380"/>
    <w:rsid w:val="00AE2452"/>
    <w:rsid w:val="00AE5DEA"/>
    <w:rsid w:val="00AF12DB"/>
    <w:rsid w:val="00AF3AF2"/>
    <w:rsid w:val="00AF3B19"/>
    <w:rsid w:val="00B0005D"/>
    <w:rsid w:val="00B0084D"/>
    <w:rsid w:val="00B025ED"/>
    <w:rsid w:val="00B03B36"/>
    <w:rsid w:val="00B069B8"/>
    <w:rsid w:val="00B1701C"/>
    <w:rsid w:val="00B22A9D"/>
    <w:rsid w:val="00B25767"/>
    <w:rsid w:val="00B27C36"/>
    <w:rsid w:val="00B3421A"/>
    <w:rsid w:val="00B35967"/>
    <w:rsid w:val="00B35E75"/>
    <w:rsid w:val="00B36604"/>
    <w:rsid w:val="00B37618"/>
    <w:rsid w:val="00B40523"/>
    <w:rsid w:val="00B40BD5"/>
    <w:rsid w:val="00B40C58"/>
    <w:rsid w:val="00B4612A"/>
    <w:rsid w:val="00B4698B"/>
    <w:rsid w:val="00B46D6D"/>
    <w:rsid w:val="00B46EC2"/>
    <w:rsid w:val="00B61DB0"/>
    <w:rsid w:val="00B633CC"/>
    <w:rsid w:val="00B63ABE"/>
    <w:rsid w:val="00B64DBE"/>
    <w:rsid w:val="00B717F3"/>
    <w:rsid w:val="00B7616B"/>
    <w:rsid w:val="00B8275F"/>
    <w:rsid w:val="00B827D4"/>
    <w:rsid w:val="00B828EB"/>
    <w:rsid w:val="00B87A53"/>
    <w:rsid w:val="00B87AF6"/>
    <w:rsid w:val="00B90845"/>
    <w:rsid w:val="00BA262F"/>
    <w:rsid w:val="00BA5DF7"/>
    <w:rsid w:val="00BB1BCF"/>
    <w:rsid w:val="00BB5D1A"/>
    <w:rsid w:val="00BB6FE1"/>
    <w:rsid w:val="00BB76ED"/>
    <w:rsid w:val="00BC1EB0"/>
    <w:rsid w:val="00BD2046"/>
    <w:rsid w:val="00BD2986"/>
    <w:rsid w:val="00BD71B3"/>
    <w:rsid w:val="00BE2432"/>
    <w:rsid w:val="00BE456F"/>
    <w:rsid w:val="00BF194C"/>
    <w:rsid w:val="00BF45AB"/>
    <w:rsid w:val="00BF4993"/>
    <w:rsid w:val="00BF661D"/>
    <w:rsid w:val="00C03A82"/>
    <w:rsid w:val="00C06213"/>
    <w:rsid w:val="00C166AE"/>
    <w:rsid w:val="00C17467"/>
    <w:rsid w:val="00C22A4C"/>
    <w:rsid w:val="00C23E7C"/>
    <w:rsid w:val="00C24FEE"/>
    <w:rsid w:val="00C3270A"/>
    <w:rsid w:val="00C35DD5"/>
    <w:rsid w:val="00C41B19"/>
    <w:rsid w:val="00C41EB2"/>
    <w:rsid w:val="00C437EE"/>
    <w:rsid w:val="00C45963"/>
    <w:rsid w:val="00C463A2"/>
    <w:rsid w:val="00C467EB"/>
    <w:rsid w:val="00C51CBB"/>
    <w:rsid w:val="00C550C6"/>
    <w:rsid w:val="00C566E2"/>
    <w:rsid w:val="00C57DD8"/>
    <w:rsid w:val="00C60133"/>
    <w:rsid w:val="00C60BE5"/>
    <w:rsid w:val="00C6169C"/>
    <w:rsid w:val="00C623E7"/>
    <w:rsid w:val="00C649B1"/>
    <w:rsid w:val="00C74BFD"/>
    <w:rsid w:val="00C76A42"/>
    <w:rsid w:val="00C80358"/>
    <w:rsid w:val="00C838FF"/>
    <w:rsid w:val="00CA1A4D"/>
    <w:rsid w:val="00CC50F6"/>
    <w:rsid w:val="00CC57B9"/>
    <w:rsid w:val="00CC695B"/>
    <w:rsid w:val="00CD1F8A"/>
    <w:rsid w:val="00CD300B"/>
    <w:rsid w:val="00CD371F"/>
    <w:rsid w:val="00CD50A1"/>
    <w:rsid w:val="00CE4EF5"/>
    <w:rsid w:val="00CE6AA4"/>
    <w:rsid w:val="00CE6B8F"/>
    <w:rsid w:val="00CF6A4B"/>
    <w:rsid w:val="00D00EEC"/>
    <w:rsid w:val="00D0324F"/>
    <w:rsid w:val="00D073A6"/>
    <w:rsid w:val="00D112B2"/>
    <w:rsid w:val="00D20F73"/>
    <w:rsid w:val="00D21BA5"/>
    <w:rsid w:val="00D238DA"/>
    <w:rsid w:val="00D30F5A"/>
    <w:rsid w:val="00D32DBB"/>
    <w:rsid w:val="00D32EF2"/>
    <w:rsid w:val="00D423E9"/>
    <w:rsid w:val="00D43003"/>
    <w:rsid w:val="00D4590E"/>
    <w:rsid w:val="00D47DC8"/>
    <w:rsid w:val="00D51333"/>
    <w:rsid w:val="00D552EF"/>
    <w:rsid w:val="00D558BD"/>
    <w:rsid w:val="00D610A3"/>
    <w:rsid w:val="00D635B1"/>
    <w:rsid w:val="00D64332"/>
    <w:rsid w:val="00D658D3"/>
    <w:rsid w:val="00D742A9"/>
    <w:rsid w:val="00D76597"/>
    <w:rsid w:val="00D765C8"/>
    <w:rsid w:val="00D776FC"/>
    <w:rsid w:val="00D81479"/>
    <w:rsid w:val="00D82237"/>
    <w:rsid w:val="00D85E9C"/>
    <w:rsid w:val="00D92FA4"/>
    <w:rsid w:val="00D94660"/>
    <w:rsid w:val="00D9649A"/>
    <w:rsid w:val="00D96FEA"/>
    <w:rsid w:val="00DA2084"/>
    <w:rsid w:val="00DA2265"/>
    <w:rsid w:val="00DA6E08"/>
    <w:rsid w:val="00DB2392"/>
    <w:rsid w:val="00DC1C63"/>
    <w:rsid w:val="00DC77B6"/>
    <w:rsid w:val="00DD02A8"/>
    <w:rsid w:val="00DD0B4F"/>
    <w:rsid w:val="00DD33C4"/>
    <w:rsid w:val="00DD3429"/>
    <w:rsid w:val="00DD561E"/>
    <w:rsid w:val="00DD6B5D"/>
    <w:rsid w:val="00DE062A"/>
    <w:rsid w:val="00DE3D26"/>
    <w:rsid w:val="00DE5A91"/>
    <w:rsid w:val="00DE6F64"/>
    <w:rsid w:val="00DE7B24"/>
    <w:rsid w:val="00DF3178"/>
    <w:rsid w:val="00DF3568"/>
    <w:rsid w:val="00DF5285"/>
    <w:rsid w:val="00DF5C34"/>
    <w:rsid w:val="00DF5D61"/>
    <w:rsid w:val="00DF7981"/>
    <w:rsid w:val="00E01154"/>
    <w:rsid w:val="00E137F8"/>
    <w:rsid w:val="00E14BA5"/>
    <w:rsid w:val="00E1516A"/>
    <w:rsid w:val="00E170B4"/>
    <w:rsid w:val="00E21464"/>
    <w:rsid w:val="00E2460E"/>
    <w:rsid w:val="00E26870"/>
    <w:rsid w:val="00E310D8"/>
    <w:rsid w:val="00E34C70"/>
    <w:rsid w:val="00E3791C"/>
    <w:rsid w:val="00E438C3"/>
    <w:rsid w:val="00E46864"/>
    <w:rsid w:val="00E47548"/>
    <w:rsid w:val="00E520C6"/>
    <w:rsid w:val="00E52402"/>
    <w:rsid w:val="00E55FCF"/>
    <w:rsid w:val="00E56A7B"/>
    <w:rsid w:val="00E56D83"/>
    <w:rsid w:val="00E668ED"/>
    <w:rsid w:val="00E67CCE"/>
    <w:rsid w:val="00E713C6"/>
    <w:rsid w:val="00E74827"/>
    <w:rsid w:val="00E748C9"/>
    <w:rsid w:val="00E749E8"/>
    <w:rsid w:val="00E81F3D"/>
    <w:rsid w:val="00E83342"/>
    <w:rsid w:val="00E84172"/>
    <w:rsid w:val="00E85DDA"/>
    <w:rsid w:val="00E92A11"/>
    <w:rsid w:val="00E961C1"/>
    <w:rsid w:val="00EA2A0E"/>
    <w:rsid w:val="00EB07ED"/>
    <w:rsid w:val="00EB288A"/>
    <w:rsid w:val="00EC1A09"/>
    <w:rsid w:val="00EC70F7"/>
    <w:rsid w:val="00ED0060"/>
    <w:rsid w:val="00ED4D3E"/>
    <w:rsid w:val="00ED557F"/>
    <w:rsid w:val="00EE0587"/>
    <w:rsid w:val="00EE12CE"/>
    <w:rsid w:val="00EE1A10"/>
    <w:rsid w:val="00EE308A"/>
    <w:rsid w:val="00EE3251"/>
    <w:rsid w:val="00EE378F"/>
    <w:rsid w:val="00EE5E37"/>
    <w:rsid w:val="00EF1092"/>
    <w:rsid w:val="00EF1517"/>
    <w:rsid w:val="00EF25B5"/>
    <w:rsid w:val="00EF4912"/>
    <w:rsid w:val="00F01722"/>
    <w:rsid w:val="00F07F89"/>
    <w:rsid w:val="00F10905"/>
    <w:rsid w:val="00F11B5E"/>
    <w:rsid w:val="00F11BD2"/>
    <w:rsid w:val="00F13FA1"/>
    <w:rsid w:val="00F14501"/>
    <w:rsid w:val="00F15700"/>
    <w:rsid w:val="00F20118"/>
    <w:rsid w:val="00F20572"/>
    <w:rsid w:val="00F21427"/>
    <w:rsid w:val="00F23350"/>
    <w:rsid w:val="00F31C5B"/>
    <w:rsid w:val="00F354D9"/>
    <w:rsid w:val="00F35C1A"/>
    <w:rsid w:val="00F36361"/>
    <w:rsid w:val="00F371EF"/>
    <w:rsid w:val="00F54270"/>
    <w:rsid w:val="00F60C94"/>
    <w:rsid w:val="00F61633"/>
    <w:rsid w:val="00F61869"/>
    <w:rsid w:val="00F66787"/>
    <w:rsid w:val="00F879D2"/>
    <w:rsid w:val="00F87B25"/>
    <w:rsid w:val="00F971E0"/>
    <w:rsid w:val="00F97D4F"/>
    <w:rsid w:val="00FA4CE2"/>
    <w:rsid w:val="00FB14E2"/>
    <w:rsid w:val="00FB25E2"/>
    <w:rsid w:val="00FB2CA9"/>
    <w:rsid w:val="00FD4165"/>
    <w:rsid w:val="00FD4DF7"/>
    <w:rsid w:val="00FD5D50"/>
    <w:rsid w:val="00FE25F2"/>
    <w:rsid w:val="00FE305F"/>
    <w:rsid w:val="00FE3352"/>
    <w:rsid w:val="00FE4C36"/>
    <w:rsid w:val="00FE4C5A"/>
    <w:rsid w:val="00FE5B59"/>
    <w:rsid w:val="00FE6107"/>
    <w:rsid w:val="00FE6800"/>
    <w:rsid w:val="00FE6C7E"/>
    <w:rsid w:val="00FE6ED7"/>
    <w:rsid w:val="00FF02ED"/>
    <w:rsid w:val="00FF242B"/>
    <w:rsid w:val="00FF3BCD"/>
    <w:rsid w:val="00FF66C5"/>
    <w:rsid w:val="00FF6D33"/>
    <w:rsid w:val="00FF7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  <o:rules v:ext="edit">
        <o:r id="V:Rule15" type="connector" idref="#AutoShape 33"/>
        <o:r id="V:Rule16" type="connector" idref="#AutoShape 34"/>
        <o:r id="V:Rule17" type="connector" idref="#AutoShape 35"/>
        <o:r id="V:Rule18" type="connector" idref="#AutoShape 36"/>
        <o:r id="V:Rule19" type="connector" idref="#AutoShape 37"/>
        <o:r id="V:Rule20" type="connector" idref="#AutoShape 38"/>
        <o:r id="V:Rule21" type="connector" idref="#AutoShape 39"/>
        <o:r id="V:Rule22" type="connector" idref="#AutoShape 40"/>
        <o:r id="V:Rule23" type="connector" idref="#AutoShape 41"/>
        <o:r id="V:Rule24" type="connector" idref="#AutoShape 42"/>
        <o:r id="V:Rule25" type="connector" idref="#AutoShape 153"/>
        <o:r id="V:Rule26" type="connector" idref="#AutoShape 154"/>
        <o:r id="V:Rule27" type="connector" idref="#AutoShape 155"/>
        <o:r id="V:Rule28" type="connector" idref="#AutoShape 156"/>
        <o:r id="V:Rule34" type="connector" idref="#AutoShape 36"/>
        <o:r id="V:Rule36" type="connector" idref="#AutoShape 37"/>
        <o:r id="V:Rule42" type="connector" idref="#AutoShape 156"/>
        <o:r id="V:Rule44" type="connector" idref="#AutoShape 38"/>
        <o:r id="V:Rule45" type="connector" idref="#AutoShape 39"/>
        <o:r id="V:Rule48" type="connector" idref="#AutoShape 154"/>
        <o:r id="V:Rule49" type="connector" idref="#AutoShape 35"/>
        <o:r id="V:Rule50" type="connector" idref="#AutoShape 40"/>
        <o:r id="V:Rule51" type="connector" idref="#AutoShape 34"/>
        <o:r id="V:Rule52" type="connector" idref="#AutoShape 155"/>
        <o:r id="V:Rule53" type="connector" idref="#AutoShape 41"/>
        <o:r id="V:Rule54" type="connector" idref="#AutoShape 153"/>
        <o:r id="V:Rule55" type="connector" idref="#AutoShape 42"/>
        <o:r id="V:Rule56" type="connector" idref="#AutoShape 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3A04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5933DC"/>
    <w:pPr>
      <w:tabs>
        <w:tab w:val="right" w:leader="dot" w:pos="9628"/>
      </w:tabs>
      <w:spacing w:after="100" w:line="276" w:lineRule="auto"/>
      <w:ind w:left="709" w:right="1132" w:hanging="488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  <w:ind w:left="1068"/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paragraph" w:styleId="NormalWeb">
    <w:name w:val="Normal (Web)"/>
    <w:basedOn w:val="Normal"/>
    <w:uiPriority w:val="99"/>
    <w:semiHidden/>
    <w:unhideWhenUsed/>
    <w:rsid w:val="00A83C9A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F2BC6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styleId="lev">
    <w:name w:val="Strong"/>
    <w:basedOn w:val="Policepardfaut"/>
    <w:uiPriority w:val="22"/>
    <w:qFormat/>
    <w:rsid w:val="00513074"/>
    <w:rPr>
      <w:b/>
      <w:bCs/>
    </w:rPr>
  </w:style>
  <w:style w:type="character" w:styleId="Textedelespacerserv">
    <w:name w:val="Placeholder Text"/>
    <w:basedOn w:val="Policepardfaut"/>
    <w:uiPriority w:val="99"/>
    <w:unhideWhenUsed/>
    <w:rsid w:val="00B61DB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  <w:ind w:left="1068"/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paragraph" w:styleId="NormalWeb">
    <w:name w:val="Normal (Web)"/>
    <w:basedOn w:val="Normal"/>
    <w:uiPriority w:val="99"/>
    <w:semiHidden/>
    <w:unhideWhenUsed/>
    <w:rsid w:val="00A83C9A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F2BC6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styleId="lev">
    <w:name w:val="Strong"/>
    <w:basedOn w:val="Policepardfaut"/>
    <w:uiPriority w:val="22"/>
    <w:qFormat/>
    <w:rsid w:val="00513074"/>
    <w:rPr>
      <w:b/>
      <w:bCs/>
    </w:rPr>
  </w:style>
  <w:style w:type="character" w:styleId="Textedelespacerserv">
    <w:name w:val="Placeholder Text"/>
    <w:basedOn w:val="Policepardfaut"/>
    <w:uiPriority w:val="99"/>
    <w:unhideWhenUsed/>
    <w:rsid w:val="00B61DB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72396E-4302-4A78-829B-219BB6AC8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257</TotalTime>
  <Pages>8</Pages>
  <Words>1750</Words>
  <Characters>10509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12235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dc:creator>SIEC</dc:creator>
  <cp:lastModifiedBy>bg_ecep</cp:lastModifiedBy>
  <cp:revision>50</cp:revision>
  <cp:lastPrinted>2018-03-02T09:10:00Z</cp:lastPrinted>
  <dcterms:created xsi:type="dcterms:W3CDTF">2017-11-01T09:48:00Z</dcterms:created>
  <dcterms:modified xsi:type="dcterms:W3CDTF">2018-03-02T09:10:00Z</dcterms:modified>
</cp:coreProperties>
</file>